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D8951" w14:textId="77777777" w:rsidR="009A29C1" w:rsidRPr="00F32856" w:rsidRDefault="009A29C1" w:rsidP="0013108C"/>
    <w:tbl>
      <w:tblPr>
        <w:tblStyle w:val="TableLetterhead"/>
        <w:tblW w:w="9480" w:type="dxa"/>
        <w:tblLook w:val="04A0" w:firstRow="1" w:lastRow="0" w:firstColumn="1" w:lastColumn="0" w:noHBand="0" w:noVBand="1"/>
      </w:tblPr>
      <w:tblGrid>
        <w:gridCol w:w="2400"/>
        <w:gridCol w:w="7080"/>
      </w:tblGrid>
      <w:sdt>
        <w:sdtPr>
          <w:rPr>
            <w:sz w:val="16"/>
            <w:lang w:eastAsia="en-US"/>
          </w:rPr>
          <w:alias w:val="EC Headers - Header"/>
          <w:tag w:val="A4pCgmOjXaoPaysOY21Ij7-5QkCVxYFQ4ANGFaoRKN4I2"/>
          <w:id w:val="1882596983"/>
        </w:sdtPr>
        <w:sdtContent>
          <w:tr w:rsidR="00F32856" w:rsidRPr="00F32856" w14:paraId="0FEA2951" w14:textId="77777777" w:rsidTr="009971CE">
            <w:tc>
              <w:tcPr>
                <w:tcW w:w="2400" w:type="dxa"/>
              </w:tcPr>
              <w:p w14:paraId="1FAC9D1E" w14:textId="77777777" w:rsidR="00F32856" w:rsidRPr="00F32856" w:rsidRDefault="00F32856" w:rsidP="00F32856">
                <w:pPr>
                  <w:widowControl w:val="0"/>
                  <w:spacing w:line="264" w:lineRule="auto"/>
                  <w:ind w:right="85"/>
                  <w:jc w:val="both"/>
                  <w:rPr>
                    <w:sz w:val="22"/>
                  </w:rPr>
                </w:pPr>
                <w:r w:rsidRPr="00F32856">
                  <w:rPr>
                    <w:noProof/>
                    <w:sz w:val="22"/>
                    <w:lang w:val="pt-PT" w:eastAsia="pt-PT"/>
                  </w:rPr>
                  <w:drawing>
                    <wp:inline distT="0" distB="0" distL="0" distR="0" wp14:anchorId="351A6232" wp14:editId="5035E2CB">
                      <wp:extent cx="1371600" cy="676800"/>
                      <wp:effectExtent l="0" t="0" r="0" b="0"/>
                      <wp:docPr id="1" name="Picture 1" descr="Logo of the European Commission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 descr="Logo of the European Commission"/>
                              <pic:cNvPicPr/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71600" cy="6768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7080" w:type="dxa"/>
              </w:tcPr>
              <w:p w14:paraId="3C1439F3" w14:textId="77777777" w:rsidR="00F32856" w:rsidRPr="00F32856" w:rsidRDefault="00000000" w:rsidP="00F32856">
                <w:pPr>
                  <w:widowControl w:val="0"/>
                  <w:spacing w:before="90"/>
                  <w:ind w:right="85"/>
                  <w:jc w:val="both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-1386793855"/>
                    <w:dataBinding w:xpath="/Texts/OrgaRoot" w:storeItemID="{4EF90DE6-88B6-4264-9629-4D8DFDFE87D2}"/>
                    <w:text w:multiLine="1"/>
                  </w:sdtPr>
                  <w:sdtContent>
                    <w:r w:rsidR="00F32856" w:rsidRPr="00F32856">
                      <w:rPr>
                        <w:sz w:val="22"/>
                      </w:rPr>
                      <w:t>EUROPEAN COMMISSION</w:t>
                    </w:r>
                  </w:sdtContent>
                </w:sdt>
              </w:p>
              <w:p w14:paraId="6F000600" w14:textId="77777777" w:rsidR="00F32856" w:rsidRPr="00F32856" w:rsidRDefault="00000000" w:rsidP="00F32856">
                <w:pPr>
                  <w:widowControl w:val="0"/>
                  <w:ind w:right="85"/>
                  <w:rPr>
                    <w:sz w:val="16"/>
                  </w:rPr>
                </w:pPr>
                <w:sdt>
                  <w:sdtPr>
                    <w:rPr>
                      <w:sz w:val="16"/>
                    </w:rPr>
                    <w:id w:val="-1932349742"/>
                    <w:dataBinding w:xpath="/Author/OrgaEntity1/HeadLine1" w:storeItemID="{EE044946-5330-43F7-8D16-AA78684F2938}"/>
                    <w:text w:multiLine="1"/>
                  </w:sdtPr>
                  <w:sdtContent>
                    <w:r w:rsidR="00F32856" w:rsidRPr="00F32856">
                      <w:rPr>
                        <w:sz w:val="16"/>
                      </w:rPr>
                      <w:t>DIRECTORATE-GENERAL</w:t>
                    </w:r>
                  </w:sdtContent>
                </w:sdt>
              </w:p>
              <w:p w14:paraId="6EF32F53" w14:textId="77777777" w:rsidR="00F32856" w:rsidRPr="00F32856" w:rsidRDefault="00000000" w:rsidP="00F32856">
                <w:pPr>
                  <w:widowControl w:val="0"/>
                  <w:ind w:right="85"/>
                  <w:rPr>
                    <w:sz w:val="16"/>
                  </w:rPr>
                </w:pPr>
                <w:sdt>
                  <w:sdtPr>
                    <w:rPr>
                      <w:sz w:val="16"/>
                    </w:rPr>
                    <w:id w:val="376353688"/>
                    <w:dataBinding w:xpath="/Author/OrgaEntity1/HeadLine2" w:storeItemID="{EE044946-5330-43F7-8D16-AA78684F2938}"/>
                    <w:text w:multiLine="1"/>
                  </w:sdtPr>
                  <w:sdtContent>
                    <w:r w:rsidR="00F32856" w:rsidRPr="00F32856">
                      <w:rPr>
                        <w:sz w:val="16"/>
                      </w:rPr>
                      <w:t>TAXATION AND CUSTOMS UNION</w:t>
                    </w:r>
                  </w:sdtContent>
                </w:sdt>
              </w:p>
              <w:p w14:paraId="026B70C7" w14:textId="77777777" w:rsidR="00F32856" w:rsidRPr="00F32856" w:rsidRDefault="00000000" w:rsidP="00F32856">
                <w:pPr>
                  <w:widowControl w:val="0"/>
                  <w:ind w:right="85"/>
                  <w:rPr>
                    <w:sz w:val="16"/>
                  </w:rPr>
                </w:pPr>
                <w:sdt>
                  <w:sdtPr>
                    <w:rPr>
                      <w:sz w:val="16"/>
                    </w:rPr>
                    <w:id w:val="759096951"/>
                    <w:dataBinding w:xpath="/Author/OrgaEntity2/HeadLine1" w:storeItemID="{EE044946-5330-43F7-8D16-AA78684F2938}"/>
                    <w:text w:multiLine="1"/>
                  </w:sdtPr>
                  <w:sdtContent>
                    <w:r w:rsidR="00F32856" w:rsidRPr="00F32856">
                      <w:rPr>
                        <w:sz w:val="16"/>
                      </w:rPr>
                      <w:t>Digital Delivery of Customs and Taxation Policies</w:t>
                    </w:r>
                  </w:sdtContent>
                </w:sdt>
              </w:p>
              <w:p w14:paraId="6ED22BE0" w14:textId="77777777" w:rsidR="00F32856" w:rsidRPr="00F32856" w:rsidRDefault="00000000" w:rsidP="00F32856">
                <w:pPr>
                  <w:widowControl w:val="0"/>
                  <w:ind w:right="85"/>
                  <w:rPr>
                    <w:sz w:val="16"/>
                  </w:rPr>
                </w:pPr>
                <w:sdt>
                  <w:sdtPr>
                    <w:rPr>
                      <w:b/>
                      <w:sz w:val="16"/>
                    </w:rPr>
                    <w:id w:val="-392426799"/>
                    <w:placeholder>
                      <w:docPart w:val="515FE6D42BDB4C939313885223990673"/>
                    </w:placeholder>
                    <w:dropDownList>
                      <w:listItem w:value="Select the DG TAXUD Directorate B Unit."/>
                      <w:listItem w:displayText=" " w:value=" "/>
                      <w:listItem w:displayText="Process and Data, Customer Relationship and Planning" w:value="Process and Data, Customer Relationship and Planning"/>
                      <w:listItem w:displayText="Architecture &amp; Digital Operations" w:value="Architecture &amp; Digital Operations"/>
                      <w:listItem w:displayText="Customs Systems" w:value="Customs Systems"/>
                      <w:listItem w:displayText="Taxation Systems &amp; Digital Governance" w:value="Taxation Systems &amp; Digital Governance"/>
                    </w:dropDownList>
                  </w:sdtPr>
                  <w:sdtContent>
                    <w:r w:rsidR="00F32856" w:rsidRPr="00F32856">
                      <w:rPr>
                        <w:b/>
                        <w:sz w:val="16"/>
                      </w:rPr>
                      <w:t>Taxation Systems &amp; Digital Governance</w:t>
                    </w:r>
                  </w:sdtContent>
                </w:sdt>
              </w:p>
            </w:tc>
          </w:tr>
        </w:sdtContent>
      </w:sdt>
    </w:tbl>
    <w:bookmarkStart w:id="0" w:name="_Hlk54281215" w:displacedByCustomXml="next"/>
    <w:sdt>
      <w:sdtPr>
        <w:rPr>
          <w:b/>
          <w:bCs/>
          <w:smallCaps/>
          <w:sz w:val="40"/>
          <w:szCs w:val="40"/>
        </w:rPr>
        <w:alias w:val="Titles - Title and Subtitle"/>
        <w:tag w:val="20VJyCZsNoL1O30TqXpiB2-kVgCMpw2xqUNygTR2zyFO4"/>
        <w:id w:val="1015114815"/>
      </w:sdtPr>
      <w:sdtEndPr>
        <w:rPr>
          <w:sz w:val="28"/>
          <w:szCs w:val="28"/>
        </w:rPr>
      </w:sdtEndPr>
      <w:sdtContent>
        <w:p w14:paraId="253FB310" w14:textId="77777777" w:rsidR="00F32856" w:rsidRPr="00F32856" w:rsidRDefault="00F32856" w:rsidP="00F32856">
          <w:pPr>
            <w:keepLines/>
            <w:spacing w:before="480" w:after="240"/>
            <w:ind w:left="33"/>
            <w:jc w:val="center"/>
            <w:rPr>
              <w:b/>
              <w:bCs/>
              <w:smallCaps/>
              <w:sz w:val="28"/>
              <w:szCs w:val="20"/>
            </w:rPr>
          </w:pPr>
          <w:r w:rsidRPr="00F32856">
            <w:rPr>
              <w:b/>
              <w:bCs/>
              <w:smallCaps/>
              <w:sz w:val="28"/>
              <w:szCs w:val="20"/>
            </w:rPr>
            <w:t>Taxation and customs Union DG</w:t>
          </w:r>
          <w:r w:rsidRPr="00F32856">
            <w:rPr>
              <w:b/>
              <w:bCs/>
              <w:smallCaps/>
              <w:sz w:val="28"/>
              <w:szCs w:val="20"/>
            </w:rPr>
            <w:br/>
            <w:t>EMCS Computerisation Project</w:t>
          </w:r>
          <w:r w:rsidRPr="00F32856">
            <w:rPr>
              <w:b/>
              <w:bCs/>
              <w:smallCaps/>
              <w:sz w:val="28"/>
              <w:szCs w:val="20"/>
            </w:rPr>
            <w:br/>
            <w:t>Phase 4</w:t>
          </w:r>
        </w:p>
        <w:p w14:paraId="17C52DDA" w14:textId="28ECFDD9" w:rsidR="00F32856" w:rsidRPr="00F32856" w:rsidRDefault="00F32856" w:rsidP="00F32856">
          <w:pPr>
            <w:keepLines/>
            <w:tabs>
              <w:tab w:val="center" w:pos="4694"/>
              <w:tab w:val="left" w:pos="7536"/>
            </w:tabs>
            <w:spacing w:before="480" w:after="240"/>
            <w:ind w:left="33"/>
            <w:rPr>
              <w:b/>
              <w:bCs/>
              <w:smallCaps/>
              <w:sz w:val="28"/>
              <w:szCs w:val="20"/>
            </w:rPr>
          </w:pPr>
          <w:r w:rsidRPr="00F32856">
            <w:rPr>
              <w:b/>
              <w:bCs/>
              <w:smallCaps/>
              <w:sz w:val="28"/>
              <w:szCs w:val="20"/>
            </w:rPr>
            <w:tab/>
          </w:r>
          <w:sdt>
            <w:sdtPr>
              <w:rPr>
                <w:b/>
                <w:bCs/>
                <w:smallCaps/>
                <w:sz w:val="28"/>
                <w:szCs w:val="20"/>
              </w:rPr>
              <w:alias w:val="Title"/>
              <w:tag w:val=""/>
              <w:id w:val="1337036023"/>
              <w:placeholder>
                <w:docPart w:val="F4923734A50A46FD9F8713046A6B5F72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9C5D54">
                <w:rPr>
                  <w:b/>
                  <w:bCs/>
                  <w:smallCaps/>
                  <w:sz w:val="28"/>
                  <w:szCs w:val="20"/>
                </w:rPr>
                <w:t>DDNEA for EMCS Phase 4</w:t>
              </w:r>
            </w:sdtContent>
          </w:sdt>
          <w:r w:rsidRPr="00F32856">
            <w:rPr>
              <w:b/>
              <w:bCs/>
              <w:smallCaps/>
              <w:sz w:val="28"/>
              <w:szCs w:val="20"/>
            </w:rPr>
            <w:tab/>
          </w:r>
        </w:p>
        <w:sdt>
          <w:sdtPr>
            <w:rPr>
              <w:b/>
              <w:bCs/>
              <w:smallCaps/>
              <w:sz w:val="28"/>
              <w:szCs w:val="20"/>
            </w:rPr>
            <w:alias w:val="Subject"/>
            <w:tag w:val=""/>
            <w:id w:val="956302333"/>
            <w:placeholder>
              <w:docPart w:val="86D138BC21B64C308A4AA89879BAE46E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Content>
            <w:p w14:paraId="027CD127" w14:textId="5627FD6D" w:rsidR="00F32856" w:rsidRPr="00F32856" w:rsidRDefault="009C5D54" w:rsidP="00F32856">
              <w:pPr>
                <w:keepLines/>
                <w:tabs>
                  <w:tab w:val="center" w:pos="4694"/>
                  <w:tab w:val="left" w:pos="7536"/>
                </w:tabs>
                <w:spacing w:before="480" w:after="240"/>
                <w:ind w:left="33"/>
                <w:jc w:val="center"/>
                <w:rPr>
                  <w:b/>
                  <w:bCs/>
                  <w:smallCaps/>
                  <w:sz w:val="28"/>
                  <w:szCs w:val="20"/>
                </w:rPr>
              </w:pPr>
              <w:r>
                <w:rPr>
                  <w:b/>
                  <w:bCs/>
                  <w:smallCaps/>
                  <w:sz w:val="28"/>
                  <w:szCs w:val="20"/>
                </w:rPr>
                <w:t>APPENDIX G: DATA ITEMS</w:t>
              </w:r>
            </w:p>
          </w:sdtContent>
        </w:sdt>
        <w:p w14:paraId="09706730" w14:textId="77777777" w:rsidR="00F32856" w:rsidRPr="00F32856" w:rsidRDefault="00000000" w:rsidP="00F32856">
          <w:pPr>
            <w:keepLines/>
            <w:spacing w:before="480" w:after="240"/>
            <w:ind w:left="33"/>
            <w:jc w:val="center"/>
            <w:rPr>
              <w:b/>
              <w:bCs/>
              <w:smallCaps/>
              <w:sz w:val="28"/>
              <w:szCs w:val="20"/>
            </w:rPr>
          </w:pPr>
        </w:p>
      </w:sdtContent>
    </w:sdt>
    <w:bookmarkEnd w:id="0" w:displacedByCustomXml="prev"/>
    <w:sdt>
      <w:sdtPr>
        <w:rPr>
          <w:sz w:val="22"/>
          <w:lang w:eastAsia="en-US"/>
        </w:rPr>
        <w:alias w:val="Properties Table"/>
        <w:tag w:val="ZmBdss0Rs4YTyKKEh8M5n5"/>
        <w:id w:val="-1307233586"/>
      </w:sdtPr>
      <w:sdtContent>
        <w:tbl>
          <w:tblPr>
            <w:tblStyle w:val="PropertiesTable"/>
            <w:tblW w:w="7088" w:type="dxa"/>
            <w:tblLook w:val="04A0" w:firstRow="1" w:lastRow="0" w:firstColumn="1" w:lastColumn="0" w:noHBand="0" w:noVBand="1"/>
          </w:tblPr>
          <w:tblGrid>
            <w:gridCol w:w="2400"/>
            <w:gridCol w:w="4688"/>
          </w:tblGrid>
          <w:tr w:rsidR="00F32856" w:rsidRPr="00F32856" w14:paraId="129C9BDE" w14:textId="77777777" w:rsidTr="009971CE">
            <w:tc>
              <w:tcPr>
                <w:tcW w:w="2400" w:type="dxa"/>
              </w:tcPr>
              <w:p w14:paraId="383361C0" w14:textId="77777777" w:rsidR="00F32856" w:rsidRPr="00F32856" w:rsidRDefault="00000000" w:rsidP="00F32856">
                <w:pPr>
                  <w:jc w:val="both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52131817"/>
                    <w:dataBinding w:xpath="/Texts/TechPropsDate" w:storeItemID="{4EF90DE6-88B6-4264-9629-4D8DFDFE87D2}"/>
                    <w:text w:multiLine="1"/>
                  </w:sdtPr>
                  <w:sdtContent>
                    <w:r w:rsidR="00F32856" w:rsidRPr="00F32856">
                      <w:rPr>
                        <w:sz w:val="22"/>
                      </w:rPr>
                      <w:t>Date:</w:t>
                    </w:r>
                  </w:sdtContent>
                </w:sdt>
              </w:p>
            </w:tc>
            <w:tc>
              <w:tcPr>
                <w:tcW w:w="4688" w:type="dxa"/>
              </w:tcPr>
              <w:p w14:paraId="2639CDE5" w14:textId="3EC855B6" w:rsidR="00F32856" w:rsidRPr="00F32856" w:rsidRDefault="00000000" w:rsidP="00F32856">
                <w:pPr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alias w:val="Date"/>
                    <w:tag w:val="Date"/>
                    <w:id w:val="-1985143283"/>
                    <w:dataBinding w:xpath="/EurolookProperties/DocumentDate" w:storeItemID="{D3EA5527-7367-4268-9D83-5125C98D0ED2}"/>
                    <w:date w:fullDate="2023-03-01T00:00:00Z">
                      <w:dateFormat w:val="dd/MM/yyyy"/>
                      <w:lid w:val="en-GB"/>
                      <w:storeMappedDataAs w:val="dateTime"/>
                      <w:calendar w:val="gregorian"/>
                    </w:date>
                  </w:sdtPr>
                  <w:sdtContent>
                    <w:r w:rsidR="00DF0630">
                      <w:rPr>
                        <w:sz w:val="22"/>
                      </w:rPr>
                      <w:t>01/03/2023</w:t>
                    </w:r>
                  </w:sdtContent>
                </w:sdt>
              </w:p>
            </w:tc>
          </w:tr>
          <w:tr w:rsidR="00F32856" w:rsidRPr="00F32856" w14:paraId="3E7C89A8" w14:textId="77777777" w:rsidTr="009971CE">
            <w:tc>
              <w:tcPr>
                <w:tcW w:w="2400" w:type="dxa"/>
              </w:tcPr>
              <w:p w14:paraId="1D1446AD" w14:textId="77777777" w:rsidR="00F32856" w:rsidRPr="00F32856" w:rsidRDefault="00F32856" w:rsidP="00F32856">
                <w:pPr>
                  <w:jc w:val="both"/>
                  <w:rPr>
                    <w:sz w:val="22"/>
                  </w:rPr>
                </w:pPr>
                <w:r w:rsidRPr="00F32856">
                  <w:rPr>
                    <w:sz w:val="22"/>
                  </w:rPr>
                  <w:t>Status:</w:t>
                </w:r>
              </w:p>
            </w:tc>
            <w:sdt>
              <w:sdtPr>
                <w:rPr>
                  <w:sz w:val="22"/>
                </w:rPr>
                <w:alias w:val="Status"/>
                <w:tag w:val="Status"/>
                <w:id w:val="403725961"/>
                <w:placeholder>
                  <w:docPart w:val="CD75A383027A4898B93BA8B3BD7B8467"/>
                </w:placeholder>
                <w:dropDownList>
                  <w:listItem w:value="Select the status here."/>
                  <w:listItem w:displayText="Draft" w:value="Draft"/>
                  <w:listItem w:displayText="Submitted for information (SfI)" w:value="Submitted for information (SfI)"/>
                  <w:listItem w:displayText="Submitted for review (SfR)" w:value="Submitted for review (SfR)"/>
                  <w:listItem w:displayText="Submitted for acceptance (SfA)" w:value="Submitted for acceptance (SfA)"/>
                  <w:listItem w:displayText="Final" w:value="Final"/>
                </w:dropDownList>
              </w:sdtPr>
              <w:sdtContent>
                <w:tc>
                  <w:tcPr>
                    <w:tcW w:w="4688" w:type="dxa"/>
                  </w:tcPr>
                  <w:p w14:paraId="2DE82913" w14:textId="36752385" w:rsidR="00F32856" w:rsidRPr="00F32856" w:rsidRDefault="00DF0630" w:rsidP="00F32856">
                    <w:pPr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Submitted for acceptance (SfA)</w:t>
                    </w:r>
                  </w:p>
                </w:tc>
              </w:sdtContent>
            </w:sdt>
          </w:tr>
          <w:tr w:rsidR="00F32856" w:rsidRPr="00F32856" w14:paraId="72B7BC30" w14:textId="77777777" w:rsidTr="009971CE">
            <w:tc>
              <w:tcPr>
                <w:tcW w:w="2400" w:type="dxa"/>
              </w:tcPr>
              <w:p w14:paraId="4AB9BE02" w14:textId="77777777" w:rsidR="00F32856" w:rsidRPr="00F32856" w:rsidRDefault="00000000" w:rsidP="00F32856">
                <w:pPr>
                  <w:jc w:val="both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653036614"/>
                    <w:dataBinding w:xpath="/Texts/TechPropsVersion" w:storeItemID="{4EF90DE6-88B6-4264-9629-4D8DFDFE87D2}"/>
                    <w:text w:multiLine="1"/>
                  </w:sdtPr>
                  <w:sdtContent>
                    <w:r w:rsidR="00F32856" w:rsidRPr="00F32856">
                      <w:rPr>
                        <w:sz w:val="22"/>
                      </w:rPr>
                      <w:t>Version:</w:t>
                    </w:r>
                  </w:sdtContent>
                </w:sdt>
              </w:p>
            </w:tc>
            <w:tc>
              <w:tcPr>
                <w:tcW w:w="4688" w:type="dxa"/>
              </w:tcPr>
              <w:p w14:paraId="52BB339C" w14:textId="2C897E11" w:rsidR="00F32856" w:rsidRPr="00F32856" w:rsidRDefault="00000000" w:rsidP="00F32856">
                <w:pPr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alias w:val="Version"/>
                    <w:id w:val="-1306858941"/>
                    <w:dataBinding w:xpath="/EurolookProperties/DocumentVersion" w:storeItemID="{D3EA5527-7367-4268-9D83-5125C98D0ED2}"/>
                    <w:text w:multiLine="1"/>
                  </w:sdtPr>
                  <w:sdtContent>
                    <w:r w:rsidR="003E1FCA" w:rsidRPr="00F32856">
                      <w:rPr>
                        <w:sz w:val="22"/>
                      </w:rPr>
                      <w:t>3.</w:t>
                    </w:r>
                    <w:r w:rsidR="003E1FCA">
                      <w:rPr>
                        <w:sz w:val="22"/>
                      </w:rPr>
                      <w:t>1</w:t>
                    </w:r>
                    <w:r w:rsidR="00DF0630">
                      <w:rPr>
                        <w:sz w:val="22"/>
                      </w:rPr>
                      <w:t>2</w:t>
                    </w:r>
                  </w:sdtContent>
                </w:sdt>
              </w:p>
            </w:tc>
          </w:tr>
          <w:tr w:rsidR="00F32856" w:rsidRPr="00F32856" w14:paraId="5BC3FCA2" w14:textId="77777777" w:rsidTr="009971CE">
            <w:tc>
              <w:tcPr>
                <w:tcW w:w="2400" w:type="dxa"/>
              </w:tcPr>
              <w:p w14:paraId="0DBB7972" w14:textId="77777777" w:rsidR="00F32856" w:rsidRPr="00F32856" w:rsidRDefault="00000000" w:rsidP="00F32856">
                <w:pPr>
                  <w:jc w:val="both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1928931003"/>
                    <w:dataBinding w:xpath="/Texts/TechPropsAuthors" w:storeItemID="{4EF90DE6-88B6-4264-9629-4D8DFDFE87D2}"/>
                    <w:text w:multiLine="1"/>
                  </w:sdtPr>
                  <w:sdtContent>
                    <w:r w:rsidR="00F32856" w:rsidRPr="00F32856">
                      <w:rPr>
                        <w:sz w:val="22"/>
                      </w:rPr>
                      <w:t>Author:</w:t>
                    </w:r>
                  </w:sdtContent>
                </w:sdt>
              </w:p>
            </w:tc>
            <w:tc>
              <w:tcPr>
                <w:tcW w:w="4688" w:type="dxa"/>
              </w:tcPr>
              <w:p w14:paraId="6C2ED591" w14:textId="1A62D269" w:rsidR="00F32856" w:rsidRPr="00F32856" w:rsidRDefault="00000000" w:rsidP="00F32856">
                <w:pPr>
                  <w:rPr>
                    <w:sz w:val="22"/>
                  </w:rPr>
                </w:pPr>
                <w:sdt>
                  <w:sdtPr>
                    <w:rPr>
                      <w:sz w:val="22"/>
                      <w:shd w:val="clear" w:color="auto" w:fill="FFFFFF"/>
                    </w:rPr>
                    <w:alias w:val="Author"/>
                    <w:tag w:val="Author"/>
                    <w:id w:val="344604971"/>
                    <w:dataBinding w:xpath="/Author/Names/DocumentScript/FullName" w:storeItemID="{EE044946-5330-43F7-8D16-AA78684F2938}"/>
                    <w:text w:multiLine="1"/>
                  </w:sdtPr>
                  <w:sdtContent>
                    <w:r w:rsidR="00614DD5">
                      <w:rPr>
                        <w:sz w:val="22"/>
                        <w:shd w:val="clear" w:color="auto" w:fill="FFFFFF"/>
                      </w:rPr>
                      <w:t>SOFT-DEV</w:t>
                    </w:r>
                  </w:sdtContent>
                </w:sdt>
              </w:p>
            </w:tc>
          </w:tr>
          <w:tr w:rsidR="00F32856" w:rsidRPr="00F32856" w14:paraId="5A7ABE39" w14:textId="77777777" w:rsidTr="009971CE">
            <w:tc>
              <w:tcPr>
                <w:tcW w:w="2400" w:type="dxa"/>
              </w:tcPr>
              <w:p w14:paraId="08BFAE7E" w14:textId="77777777" w:rsidR="00F32856" w:rsidRPr="00F32856" w:rsidRDefault="00000000" w:rsidP="00F32856">
                <w:pPr>
                  <w:jc w:val="both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-656603245"/>
                    <w:dataBinding w:xpath="/Texts/TechPropsApproved" w:storeItemID="{4EF90DE6-88B6-4264-9629-4D8DFDFE87D2}"/>
                    <w:text w:multiLine="1"/>
                  </w:sdtPr>
                  <w:sdtContent>
                    <w:r w:rsidR="00F32856" w:rsidRPr="00F32856">
                      <w:rPr>
                        <w:sz w:val="22"/>
                      </w:rPr>
                      <w:t>Approved by:</w:t>
                    </w:r>
                  </w:sdtContent>
                </w:sdt>
              </w:p>
            </w:tc>
            <w:tc>
              <w:tcPr>
                <w:tcW w:w="4688" w:type="dxa"/>
              </w:tcPr>
              <w:p w14:paraId="3C95D0DF" w14:textId="77777777" w:rsidR="00F32856" w:rsidRPr="00F32856" w:rsidRDefault="00000000" w:rsidP="00F32856">
                <w:pPr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alias w:val="Approved by"/>
                    <w:tag w:val="Approved by"/>
                    <w:id w:val="-1491857343"/>
                    <w:placeholder>
                      <w:docPart w:val="406CBB72409B4E1F8DB89E7E76D78D2F"/>
                    </w:placeholder>
                    <w:showingPlcHdr/>
                  </w:sdtPr>
                  <w:sdtContent>
                    <w:r w:rsidR="00F32856" w:rsidRPr="00F32856">
                      <w:rPr>
                        <w:sz w:val="22"/>
                      </w:rPr>
                      <w:t>DG TAXUD</w:t>
                    </w:r>
                  </w:sdtContent>
                </w:sdt>
              </w:p>
            </w:tc>
          </w:tr>
          <w:tr w:rsidR="00F32856" w:rsidRPr="00F32856" w14:paraId="5485169F" w14:textId="77777777" w:rsidTr="009971CE">
            <w:tc>
              <w:tcPr>
                <w:tcW w:w="2400" w:type="dxa"/>
              </w:tcPr>
              <w:p w14:paraId="31E067ED" w14:textId="77777777" w:rsidR="00F32856" w:rsidRPr="00F32856" w:rsidRDefault="00F32856" w:rsidP="00F32856">
                <w:pPr>
                  <w:jc w:val="both"/>
                  <w:rPr>
                    <w:sz w:val="22"/>
                  </w:rPr>
                </w:pPr>
                <w:r w:rsidRPr="00F32856">
                  <w:rPr>
                    <w:sz w:val="22"/>
                  </w:rPr>
                  <w:t>Reference number:</w:t>
                </w:r>
              </w:p>
            </w:tc>
            <w:tc>
              <w:tcPr>
                <w:tcW w:w="4688" w:type="dxa"/>
              </w:tcPr>
              <w:p w14:paraId="08FFB310" w14:textId="3D7FE2B6" w:rsidR="00F32856" w:rsidRPr="00F32856" w:rsidRDefault="00CA7516" w:rsidP="00F32856">
                <w:pPr>
                  <w:rPr>
                    <w:sz w:val="22"/>
                  </w:rPr>
                </w:pPr>
                <w:r>
                  <w:rPr>
                    <w:rStyle w:val="ui-provider"/>
                  </w:rPr>
                  <w:t>DLV-275-6.8-100-7-20</w:t>
                </w:r>
              </w:p>
            </w:tc>
          </w:tr>
          <w:tr w:rsidR="00F32856" w:rsidRPr="00F32856" w14:paraId="698A42E3" w14:textId="77777777" w:rsidTr="009971CE">
            <w:tc>
              <w:tcPr>
                <w:tcW w:w="2400" w:type="dxa"/>
              </w:tcPr>
              <w:p w14:paraId="10C1B93E" w14:textId="77777777" w:rsidR="00F32856" w:rsidRPr="00F32856" w:rsidRDefault="00F32856" w:rsidP="00F32856">
                <w:pPr>
                  <w:jc w:val="both"/>
                  <w:rPr>
                    <w:sz w:val="22"/>
                    <w:szCs w:val="22"/>
                  </w:rPr>
                </w:pPr>
                <w:r w:rsidRPr="00F32856">
                  <w:rPr>
                    <w:sz w:val="22"/>
                    <w:szCs w:val="22"/>
                  </w:rPr>
                  <w:t>Public:</w:t>
                </w:r>
              </w:p>
            </w:tc>
            <w:sdt>
              <w:sdtPr>
                <w:rPr>
                  <w:bCs/>
                  <w:sz w:val="22"/>
                  <w:szCs w:val="22"/>
                </w:rPr>
                <w:alias w:val="Public"/>
                <w:tag w:val="Public"/>
                <w:id w:val="527069074"/>
                <w:placeholder>
                  <w:docPart w:val="82C40407F72247119E90F59EF48C361D"/>
                </w:placeholder>
                <w:comboBox>
                  <w:listItem w:value="Select the public here."/>
                  <w:listItem w:displayText="DG TAXUD internal" w:value="DG TAXUD internal"/>
                  <w:listItem w:displayText="DG TAXUD external" w:value="DG TAXUD external"/>
                </w:comboBox>
              </w:sdtPr>
              <w:sdtContent>
                <w:tc>
                  <w:tcPr>
                    <w:tcW w:w="4688" w:type="dxa"/>
                  </w:tcPr>
                  <w:p w14:paraId="72EC2D14" w14:textId="77777777" w:rsidR="00F32856" w:rsidRPr="00F32856" w:rsidRDefault="00F32856" w:rsidP="00F32856">
                    <w:pPr>
                      <w:spacing w:line="276" w:lineRule="auto"/>
                      <w:rPr>
                        <w:bCs/>
                        <w:sz w:val="22"/>
                        <w:szCs w:val="22"/>
                      </w:rPr>
                    </w:pPr>
                    <w:r w:rsidRPr="00F32856">
                      <w:rPr>
                        <w:bCs/>
                        <w:sz w:val="22"/>
                        <w:szCs w:val="22"/>
                      </w:rPr>
                      <w:t>DG TAXUD external</w:t>
                    </w:r>
                  </w:p>
                </w:tc>
              </w:sdtContent>
            </w:sdt>
          </w:tr>
          <w:tr w:rsidR="00F32856" w:rsidRPr="00F32856" w14:paraId="3E52E597" w14:textId="77777777" w:rsidTr="009971CE">
            <w:tc>
              <w:tcPr>
                <w:tcW w:w="2400" w:type="dxa"/>
              </w:tcPr>
              <w:p w14:paraId="7834EA95" w14:textId="77777777" w:rsidR="00F32856" w:rsidRPr="00F32856" w:rsidRDefault="00F32856" w:rsidP="00F32856">
                <w:pPr>
                  <w:jc w:val="both"/>
                  <w:rPr>
                    <w:sz w:val="22"/>
                    <w:szCs w:val="22"/>
                  </w:rPr>
                </w:pPr>
                <w:r w:rsidRPr="00F32856">
                  <w:rPr>
                    <w:sz w:val="22"/>
                    <w:szCs w:val="22"/>
                  </w:rPr>
                  <w:t>Confidentiality:</w:t>
                </w:r>
              </w:p>
            </w:tc>
            <w:tc>
              <w:tcPr>
                <w:tcW w:w="4688" w:type="dxa"/>
              </w:tcPr>
              <w:p w14:paraId="21185A74" w14:textId="4F66FBA0" w:rsidR="00F32856" w:rsidRPr="00F32856" w:rsidRDefault="00000000" w:rsidP="00F32856">
                <w:pPr>
                  <w:spacing w:line="276" w:lineRule="auto"/>
                  <w:rPr>
                    <w:bCs/>
                    <w:sz w:val="22"/>
                    <w:szCs w:val="22"/>
                  </w:rPr>
                </w:pPr>
                <w:sdt>
                  <w:sdtPr>
                    <w:rPr>
                      <w:bCs/>
                      <w:sz w:val="22"/>
                      <w:szCs w:val="22"/>
                    </w:rPr>
                    <w:alias w:val="Confidentiality"/>
                    <w:tag w:val="Confidentiality"/>
                    <w:id w:val="661121929"/>
                    <w:placeholder>
                      <w:docPart w:val="4BB09640F95D457E8ABB4AB84C8426E5"/>
                    </w:placeholder>
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<w:comboBox w:lastValue="Sensitive non-classified (SNC)">
                      <w:listItem w:value="Select the confidentiality classification level here."/>
                      <w:listItem w:displayText="Sensitive non-classified (SNC)" w:value="Sensitive non-classified (SNC)"/>
                      <w:listItem w:displayText="Commission use (CU)" w:value="Commission use (CU)"/>
                      <w:listItem w:displayText="Publicly available (PA)" w:value="Publicly available (PA)"/>
                    </w:comboBox>
                  </w:sdtPr>
                  <w:sdtContent>
                    <w:r w:rsidR="00872F36">
                      <w:rPr>
                        <w:bCs/>
                        <w:sz w:val="22"/>
                        <w:szCs w:val="22"/>
                      </w:rPr>
                      <w:t>Sensitive non-classified (SNC)</w:t>
                    </w:r>
                  </w:sdtContent>
                </w:sdt>
              </w:p>
            </w:tc>
          </w:tr>
        </w:tbl>
        <w:p w14:paraId="0D3E9658" w14:textId="77777777" w:rsidR="00F32856" w:rsidRPr="00F32856" w:rsidRDefault="00F32856" w:rsidP="00F32856">
          <w:pPr>
            <w:spacing w:after="120" w:line="264" w:lineRule="auto"/>
            <w:jc w:val="both"/>
            <w:rPr>
              <w:sz w:val="22"/>
              <w:lang w:eastAsia="en-GB"/>
            </w:rPr>
          </w:pPr>
          <w:r w:rsidRPr="00F32856">
            <w:rPr>
              <w:sz w:val="22"/>
              <w:lang w:eastAsia="en-GB"/>
            </w:rPr>
            <w:br w:type="page"/>
          </w:r>
        </w:p>
      </w:sdtContent>
    </w:sdt>
    <w:p w14:paraId="0D99E1AA" w14:textId="77777777" w:rsidR="009A29C1" w:rsidRPr="00F32856" w:rsidRDefault="009A29C1" w:rsidP="0013108C">
      <w:pPr>
        <w:sectPr w:rsidR="009A29C1" w:rsidRPr="00F32856" w:rsidSect="006B190F">
          <w:footerReference w:type="default" r:id="rId12"/>
          <w:pgSz w:w="11906" w:h="16838"/>
          <w:pgMar w:top="1418" w:right="1134" w:bottom="1418" w:left="1418" w:header="720" w:footer="720" w:gutter="0"/>
          <w:cols w:space="720"/>
          <w:docGrid w:linePitch="360"/>
        </w:sectPr>
      </w:pPr>
    </w:p>
    <w:p w14:paraId="11E5C7E8" w14:textId="77777777" w:rsidR="009971CE" w:rsidRPr="00546313" w:rsidRDefault="009971CE" w:rsidP="009971CE">
      <w:pPr>
        <w:spacing w:after="120"/>
        <w:jc w:val="center"/>
        <w:rPr>
          <w:b/>
          <w:sz w:val="32"/>
          <w:lang w:eastAsia="en-GB"/>
        </w:rPr>
      </w:pPr>
      <w:r w:rsidRPr="00546313">
        <w:rPr>
          <w:b/>
          <w:noProof/>
          <w:sz w:val="32"/>
          <w:lang w:val="pt-PT" w:eastAsia="pt-PT"/>
        </w:rPr>
        <w:lastRenderedPageBreak/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ACC6577" wp14:editId="2E5D447F">
                <wp:simplePos x="0" y="0"/>
                <wp:positionH relativeFrom="column">
                  <wp:posOffset>0</wp:posOffset>
                </wp:positionH>
                <wp:positionV relativeFrom="paragraph">
                  <wp:posOffset>10328275</wp:posOffset>
                </wp:positionV>
                <wp:extent cx="7553325" cy="45720"/>
                <wp:effectExtent l="0" t="0" r="28575" b="1143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3325" cy="45720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 w="9525">
                          <a:solidFill>
                            <a:srgbClr val="4F81B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05F7C8" w14:textId="77777777" w:rsidR="009971CE" w:rsidRDefault="009971CE" w:rsidP="009971C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CC6577" id="Rectangle 6" o:spid="_x0000_s1026" style="position:absolute;left:0;text-align:left;margin-left:0;margin-top:813.25pt;width:594.75pt;height:3.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" fillcolor="#4f81bc" strokecolor="#4f81bc">
                <v:textbox>
                  <w:txbxContent>
                    <w:p w14:paraId="7A05F7C8" w14:textId="77777777" w:rsidR="009971CE" w:rsidRDefault="009971CE" w:rsidP="009971C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546313">
        <w:rPr>
          <w:rFonts w:eastAsia="Calibri"/>
          <w:b/>
          <w:sz w:val="32"/>
          <w:lang w:eastAsia="en-GB"/>
        </w:rPr>
        <w:t>Document control information</w:t>
      </w:r>
    </w:p>
    <w:tbl>
      <w:tblPr>
        <w:tblStyle w:val="TableGrid1"/>
        <w:tblW w:w="5000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965"/>
        <w:gridCol w:w="6381"/>
      </w:tblGrid>
      <w:tr w:rsidR="009971CE" w:rsidRPr="00546313" w14:paraId="1FB06A36" w14:textId="77777777" w:rsidTr="009971CE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/>
            <w:hideMark/>
          </w:tcPr>
          <w:p w14:paraId="3732C36F" w14:textId="77777777" w:rsidR="009971CE" w:rsidRPr="00546313" w:rsidRDefault="009971CE" w:rsidP="009971CE">
            <w:pPr>
              <w:spacing w:line="276" w:lineRule="auto"/>
              <w:rPr>
                <w:rFonts w:eastAsia="PMingLiU"/>
                <w:b/>
                <w:sz w:val="20"/>
              </w:rPr>
            </w:pPr>
            <w:r w:rsidRPr="00546313">
              <w:rPr>
                <w:b/>
                <w:sz w:val="20"/>
              </w:rPr>
              <w:t>Property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/>
            <w:hideMark/>
          </w:tcPr>
          <w:p w14:paraId="31803CFC" w14:textId="77777777" w:rsidR="009971CE" w:rsidRPr="00546313" w:rsidRDefault="009971CE" w:rsidP="009971CE">
            <w:pPr>
              <w:spacing w:line="276" w:lineRule="auto"/>
              <w:rPr>
                <w:rFonts w:eastAsia="PMingLiU"/>
                <w:b/>
                <w:sz w:val="20"/>
              </w:rPr>
            </w:pPr>
            <w:r w:rsidRPr="00546313">
              <w:rPr>
                <w:b/>
                <w:sz w:val="20"/>
              </w:rPr>
              <w:t>Value</w:t>
            </w:r>
          </w:p>
        </w:tc>
      </w:tr>
      <w:tr w:rsidR="009971CE" w:rsidRPr="00546313" w14:paraId="6BD514C3" w14:textId="77777777" w:rsidTr="009971CE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4DE76B37" w14:textId="77777777" w:rsidR="009971CE" w:rsidRPr="00546313" w:rsidRDefault="009971CE" w:rsidP="009971CE">
            <w:pPr>
              <w:spacing w:line="276" w:lineRule="auto"/>
              <w:rPr>
                <w:rFonts w:eastAsia="PMingLiU"/>
                <w:b/>
                <w:sz w:val="20"/>
                <w:szCs w:val="22"/>
              </w:rPr>
            </w:pPr>
            <w:r w:rsidRPr="00546313">
              <w:rPr>
                <w:b/>
                <w:bCs/>
                <w:sz w:val="20"/>
                <w:szCs w:val="22"/>
              </w:rPr>
              <w:t>Title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4208EF67" w14:textId="77777777" w:rsidR="009971CE" w:rsidRPr="00546313" w:rsidRDefault="00000000" w:rsidP="009971CE">
            <w:pPr>
              <w:spacing w:line="276" w:lineRule="auto"/>
              <w:rPr>
                <w:rFonts w:eastAsia="PMingLiU"/>
                <w:sz w:val="20"/>
                <w:szCs w:val="22"/>
              </w:rPr>
            </w:pPr>
            <w:sdt>
              <w:sdtPr>
                <w:rPr>
                  <w:sz w:val="20"/>
                  <w:szCs w:val="22"/>
                  <w:lang w:val="en-US"/>
                </w:rPr>
                <w:alias w:val="Title"/>
                <w:tag w:val="Title"/>
                <w:id w:val="1713614540"/>
        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        <w:text w:multiLine="1"/>
              </w:sdtPr>
              <w:sdtContent>
                <w:r w:rsidR="009971CE">
                  <w:rPr>
                    <w:sz w:val="20"/>
                    <w:szCs w:val="22"/>
                    <w:lang w:val="en-US"/>
                  </w:rPr>
                  <w:t>DDNEA for EMCS Phase 4</w:t>
                </w:r>
              </w:sdtContent>
            </w:sdt>
          </w:p>
        </w:tc>
      </w:tr>
      <w:tr w:rsidR="009971CE" w:rsidRPr="00546313" w14:paraId="0806C45C" w14:textId="77777777" w:rsidTr="009971CE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688A6E94" w14:textId="77777777" w:rsidR="009971CE" w:rsidRPr="00546313" w:rsidRDefault="009971CE" w:rsidP="009971CE">
            <w:pPr>
              <w:spacing w:line="276" w:lineRule="auto"/>
              <w:rPr>
                <w:rFonts w:eastAsia="PMingLiU"/>
                <w:b/>
                <w:bCs/>
                <w:sz w:val="20"/>
                <w:szCs w:val="22"/>
              </w:rPr>
            </w:pPr>
            <w:r w:rsidRPr="00546313">
              <w:rPr>
                <w:b/>
                <w:bCs/>
                <w:sz w:val="20"/>
                <w:szCs w:val="22"/>
              </w:rPr>
              <w:t>Subtitle</w:t>
            </w:r>
          </w:p>
        </w:tc>
        <w:sdt>
          <w:sdtPr>
            <w:rPr>
              <w:sz w:val="20"/>
              <w:szCs w:val="20"/>
              <w:lang w:val="en-US"/>
            </w:rPr>
            <w:alias w:val="Subject"/>
            <w:id w:val="505097928"/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Content>
            <w:tc>
              <w:tcPr>
                <w:tcW w:w="3414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hideMark/>
              </w:tcPr>
              <w:p w14:paraId="21C119C8" w14:textId="40948072" w:rsidR="009971CE" w:rsidRPr="00546313" w:rsidRDefault="009971CE" w:rsidP="009971CE">
                <w:pPr>
                  <w:spacing w:line="276" w:lineRule="auto"/>
                  <w:rPr>
                    <w:color w:val="385623"/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APPENDIX G: DATA ITEMS</w:t>
                </w:r>
              </w:p>
            </w:tc>
          </w:sdtContent>
        </w:sdt>
      </w:tr>
      <w:tr w:rsidR="009971CE" w:rsidRPr="00546313" w14:paraId="1A0909FC" w14:textId="77777777" w:rsidTr="009971CE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06A7A177" w14:textId="77777777" w:rsidR="009971CE" w:rsidRPr="00546313" w:rsidRDefault="009971CE" w:rsidP="009971CE">
            <w:pPr>
              <w:spacing w:line="276" w:lineRule="auto"/>
              <w:rPr>
                <w:rFonts w:eastAsia="PMingLiU"/>
                <w:b/>
                <w:sz w:val="20"/>
                <w:szCs w:val="22"/>
              </w:rPr>
            </w:pPr>
            <w:r w:rsidRPr="00546313">
              <w:rPr>
                <w:b/>
                <w:sz w:val="20"/>
                <w:szCs w:val="22"/>
              </w:rPr>
              <w:t>Author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67EA13DE" w14:textId="24F2079C" w:rsidR="009971CE" w:rsidRPr="00546313" w:rsidRDefault="00000000" w:rsidP="009971CE">
            <w:pPr>
              <w:spacing w:line="276" w:lineRule="auto"/>
              <w:rPr>
                <w:rFonts w:eastAsia="PMingLiU"/>
                <w:sz w:val="20"/>
                <w:szCs w:val="22"/>
              </w:rPr>
            </w:pPr>
            <w:sdt>
              <w:sdtPr>
                <w:rPr>
                  <w:sz w:val="20"/>
                  <w:szCs w:val="22"/>
                  <w:lang w:val="en-US"/>
                </w:rPr>
                <w:alias w:val="Author"/>
                <w:tag w:val="Author"/>
                <w:id w:val="-2064014578"/>
                <w:dataBinding w:xpath="/Author/Names/DocumentScript/FullName" w:storeItemID="{EE044946-5330-43F7-8D16-AA78684F2938}"/>
                <w:text w:multiLine="1"/>
              </w:sdtPr>
              <w:sdtContent>
                <w:r w:rsidR="00614DD5">
                  <w:rPr>
                    <w:sz w:val="20"/>
                    <w:szCs w:val="22"/>
                    <w:lang w:val="en-US"/>
                  </w:rPr>
                  <w:t>SOFT-DEV</w:t>
                </w:r>
              </w:sdtContent>
            </w:sdt>
          </w:p>
        </w:tc>
      </w:tr>
      <w:tr w:rsidR="009971CE" w:rsidRPr="00546313" w14:paraId="0C8DCB36" w14:textId="77777777" w:rsidTr="009971CE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67D0D652" w14:textId="77777777" w:rsidR="009971CE" w:rsidRPr="00546313" w:rsidRDefault="009971CE" w:rsidP="009971CE">
            <w:pPr>
              <w:spacing w:line="276" w:lineRule="auto"/>
              <w:rPr>
                <w:rFonts w:eastAsia="PMingLiU"/>
                <w:b/>
                <w:sz w:val="20"/>
                <w:szCs w:val="22"/>
              </w:rPr>
            </w:pPr>
            <w:r w:rsidRPr="00546313">
              <w:rPr>
                <w:b/>
                <w:bCs/>
                <w:sz w:val="20"/>
                <w:szCs w:val="22"/>
              </w:rPr>
              <w:t>Project owner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51BAF675" w14:textId="77777777" w:rsidR="009971CE" w:rsidRPr="00546313" w:rsidRDefault="009971CE" w:rsidP="009971CE">
            <w:pPr>
              <w:spacing w:line="276" w:lineRule="auto"/>
              <w:rPr>
                <w:rFonts w:eastAsia="PMingLiU"/>
                <w:color w:val="385623"/>
                <w:sz w:val="20"/>
                <w:szCs w:val="22"/>
              </w:rPr>
            </w:pPr>
            <w:r w:rsidRPr="00546313">
              <w:rPr>
                <w:sz w:val="20"/>
                <w:szCs w:val="22"/>
                <w:lang w:val="en-US"/>
              </w:rPr>
              <w:t xml:space="preserve">Head of Unit of the DG TAXUD Unit </w:t>
            </w:r>
            <w:sdt>
              <w:sdtPr>
                <w:rPr>
                  <w:sz w:val="20"/>
                  <w:szCs w:val="22"/>
                  <w:lang w:val="en-US"/>
                </w:rPr>
                <w:alias w:val="Project owner"/>
                <w:tag w:val="Project owner"/>
                <w:id w:val="970941652"/>
                <w:placeholder>
                  <w:docPart w:val="341053EC3E5B4D9D888B8254C83AC8BB"/>
                </w:placeholder>
                <w:comboBox>
                  <w:listItem w:value="Select the business unit that owns the project here."/>
                  <w:listItem w:displayText="A1 Customs policy" w:value="A1 Customs policy"/>
                  <w:listItem w:displayText="A2 Customs legislation" w:value="A2 Customs legislation"/>
                  <w:listItem w:displayText="A3 Risk management and security" w:value="A3 Risk management and security"/>
                  <w:listItem w:displayText="A4 Customs tariff" w:value="A4 Customs tariff"/>
                  <w:listItem w:displayText="A5 Protection of citizens and enforcement of IPR" w:value="A5 Protection of citizens and enforcement of IPR"/>
                  <w:listItem w:displayText="C1 Value added tax" w:value="C1 Value added tax"/>
                  <w:listItem w:displayText="C2 Indirect taxes other than VAT" w:value="C2 Indirect taxes other than VAT"/>
                  <w:listItem w:displayText="C3 Legal affairs - indirect taxation" w:value="C3 Legal affairs - indirect taxation"/>
                  <w:listItem w:displayText="C4 Tax administration and fight against tax fraud" w:value="C4 Tax administration and fight against tax fraud"/>
                  <w:listItem w:displayText="D1 Company taxation initiatives" w:value="D1 Company taxation initiatives"/>
                  <w:listItem w:displayText="D2 Direct tax policy &amp; cooperation" w:value="D2 Direct tax policy &amp; cooperation"/>
                  <w:listItem w:displayText="D3 Legal affairs - direct taxation" w:value="D3 Legal affairs - direct taxation"/>
                  <w:listItem w:displayText="D4 Economic analysis, evaluation &amp; impact assessment support" w:value="D4 Economic analysis, evaluation &amp; impact assessment support"/>
                  <w:listItem w:displayText="E1 Finances &amp; HR business correspondent" w:value="E1 Finances &amp; HR business correspondent"/>
                  <w:listItem w:displayText="E2 Inter-institutional relations, coordination, communication and strategic planning" w:value="E2 Inter-institutional relations, coordination, communication and strategic planning"/>
                  <w:listItem w:displayText="E3 Management of programmes and EU training" w:value="E3 Management of programmes and EU training"/>
                  <w:listItem w:displayText="E4 Trade facilitation, rules of origin and international coordination: Europe and neighbouring countries &amp; International organisations" w:value="E4 Trade facilitation, rules of origin and international coordination: Europe and neighbouring countries &amp; International organisations"/>
                  <w:listItem w:displayText="E5 Trade facilitation, rules of origin and international coordination: Americas, Africa, Far East and South Asia, Oceania" w:value="E5 Trade facilitation, rules of origin and international coordination: Americas, Africa, Far East and South Asia, Oceania"/>
                </w:comboBox>
              </w:sdtPr>
              <w:sdtContent>
                <w:r w:rsidRPr="00546313">
                  <w:rPr>
                    <w:sz w:val="20"/>
                    <w:szCs w:val="22"/>
                    <w:lang w:val="en-US"/>
                  </w:rPr>
                  <w:t>C2 Indirect taxes other than VAT</w:t>
                </w:r>
              </w:sdtContent>
            </w:sdt>
          </w:p>
        </w:tc>
      </w:tr>
      <w:tr w:rsidR="009971CE" w:rsidRPr="00546313" w14:paraId="59F82AB8" w14:textId="77777777" w:rsidTr="009971CE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6B98EE4" w14:textId="77777777" w:rsidR="009971CE" w:rsidRPr="00546313" w:rsidRDefault="009971CE" w:rsidP="009971CE">
            <w:pPr>
              <w:spacing w:line="276" w:lineRule="auto"/>
              <w:rPr>
                <w:b/>
                <w:color w:val="000000"/>
                <w:sz w:val="20"/>
                <w:szCs w:val="22"/>
                <w:lang w:eastAsia="ar-SA"/>
              </w:rPr>
            </w:pPr>
            <w:r w:rsidRPr="00546313">
              <w:rPr>
                <w:b/>
                <w:color w:val="000000"/>
                <w:sz w:val="20"/>
                <w:szCs w:val="22"/>
                <w:lang w:eastAsia="ar-SA"/>
              </w:rPr>
              <w:t>Solution provider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7AB841E" w14:textId="77777777" w:rsidR="009971CE" w:rsidRPr="00546313" w:rsidRDefault="009971CE" w:rsidP="009971CE">
            <w:pPr>
              <w:spacing w:line="276" w:lineRule="auto"/>
              <w:rPr>
                <w:rFonts w:eastAsia="PMingLiU"/>
                <w:color w:val="984806"/>
                <w:sz w:val="20"/>
                <w:szCs w:val="22"/>
              </w:rPr>
            </w:pPr>
            <w:r w:rsidRPr="00546313">
              <w:rPr>
                <w:sz w:val="20"/>
                <w:szCs w:val="22"/>
                <w:lang w:val="en-US"/>
              </w:rPr>
              <w:t>DG TAXUD Unit</w:t>
            </w:r>
            <w:r w:rsidRPr="00546313">
              <w:rPr>
                <w:sz w:val="20"/>
                <w:lang w:val="en-US"/>
              </w:rPr>
              <w:t xml:space="preserve"> </w:t>
            </w:r>
            <w:sdt>
              <w:sdtPr>
                <w:rPr>
                  <w:sz w:val="20"/>
                  <w:lang w:val="en-US"/>
                </w:rPr>
                <w:alias w:val="Solution provider"/>
                <w:tag w:val="Solution provider"/>
                <w:id w:val="-1903902357"/>
                <w:placeholder>
                  <w:docPart w:val="731CC7922F1047F2965662C1A8A9C960"/>
                </w:placeholder>
                <w:dropDownList>
                  <w:listItem w:value="Select the DG TAXUD B Unit here."/>
                  <w:listItem w:displayText="B1 Process and Data, Customer Relationship and Planning" w:value="B1 Process and Data, Customer Relationship and Planning"/>
                  <w:listItem w:displayText="B2 Architecture &amp; Digital Operations" w:value="B2 Architecture &amp; Digital Operations"/>
                  <w:listItem w:displayText="B3 Customs Systems" w:value="B3 Customs Systems"/>
                  <w:listItem w:displayText="B4 Taxation Systems &amp; Digital Governance" w:value="B4 Taxation Systems &amp; Digital Governance"/>
                </w:dropDownList>
              </w:sdtPr>
              <w:sdtContent>
                <w:r w:rsidRPr="00546313">
                  <w:rPr>
                    <w:sz w:val="20"/>
                    <w:lang w:val="en-US"/>
                  </w:rPr>
                  <w:t>B4 Taxation Systems &amp; Digital Governance</w:t>
                </w:r>
              </w:sdtContent>
            </w:sdt>
          </w:p>
        </w:tc>
      </w:tr>
      <w:tr w:rsidR="009971CE" w:rsidRPr="00546313" w14:paraId="566B273C" w14:textId="77777777" w:rsidTr="009971CE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208BBB0C" w14:textId="77777777" w:rsidR="009971CE" w:rsidRPr="00546313" w:rsidRDefault="009971CE" w:rsidP="009971CE">
            <w:pPr>
              <w:spacing w:line="276" w:lineRule="auto"/>
              <w:rPr>
                <w:rFonts w:eastAsia="PMingLiU"/>
                <w:b/>
                <w:color w:val="808080"/>
                <w:sz w:val="20"/>
                <w:szCs w:val="22"/>
              </w:rPr>
            </w:pPr>
            <w:r w:rsidRPr="00546313">
              <w:rPr>
                <w:b/>
                <w:color w:val="000000"/>
                <w:sz w:val="20"/>
                <w:szCs w:val="22"/>
                <w:lang w:eastAsia="ar-SA"/>
              </w:rPr>
              <w:t>DG TAXUD Project Manager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2B938BE9" w14:textId="77777777" w:rsidR="009971CE" w:rsidRPr="00546313" w:rsidRDefault="009971CE" w:rsidP="009971CE">
            <w:pPr>
              <w:spacing w:line="276" w:lineRule="auto"/>
              <w:rPr>
                <w:rFonts w:eastAsia="PMingLiU"/>
                <w:color w:val="808080"/>
                <w:sz w:val="20"/>
                <w:szCs w:val="22"/>
              </w:rPr>
            </w:pPr>
            <w:r w:rsidRPr="00546313">
              <w:rPr>
                <w:sz w:val="20"/>
                <w:szCs w:val="22"/>
                <w:lang w:val="en-US"/>
              </w:rPr>
              <w:t>DG TAXUD Unit</w:t>
            </w:r>
            <w:r w:rsidRPr="00546313">
              <w:rPr>
                <w:sz w:val="20"/>
                <w:lang w:val="en-US"/>
              </w:rPr>
              <w:t xml:space="preserve"> </w:t>
            </w:r>
            <w:sdt>
              <w:sdtPr>
                <w:rPr>
                  <w:sz w:val="20"/>
                  <w:lang w:val="en-US"/>
                </w:rPr>
                <w:alias w:val="Solution provider"/>
                <w:tag w:val="Solution provider"/>
                <w:id w:val="-1283267680"/>
                <w:placeholder>
                  <w:docPart w:val="371DD8A0DE524EABB9CA58A0DAED39C4"/>
                </w:placeholder>
                <w:dropDownList>
                  <w:listItem w:value="Select the DG TAXUD B Unit here."/>
                  <w:listItem w:displayText="B1 Process and Data, Customer Relationship and Planning" w:value="B1 Process and Data, Customer Relationship and Planning"/>
                  <w:listItem w:displayText="B2 Architecture &amp; Digital Operations" w:value="B2 Architecture &amp; Digital Operations"/>
                  <w:listItem w:displayText="B3 Customs Systems" w:value="B3 Customs Systems"/>
                  <w:listItem w:displayText="B4 Taxation Systems &amp; Digital Governance" w:value="B4 Taxation Systems &amp; Digital Governance"/>
                </w:dropDownList>
              </w:sdtPr>
              <w:sdtContent>
                <w:r w:rsidRPr="00546313">
                  <w:rPr>
                    <w:sz w:val="20"/>
                    <w:lang w:val="en-US"/>
                  </w:rPr>
                  <w:t>B4 Taxation Systems &amp; Digital Governance</w:t>
                </w:r>
              </w:sdtContent>
            </w:sdt>
          </w:p>
        </w:tc>
      </w:tr>
      <w:tr w:rsidR="009971CE" w:rsidRPr="00546313" w14:paraId="66D05094" w14:textId="77777777" w:rsidTr="009971CE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67CD0E79" w14:textId="77777777" w:rsidR="009971CE" w:rsidRPr="00546313" w:rsidRDefault="009971CE" w:rsidP="009971CE">
            <w:pPr>
              <w:spacing w:line="276" w:lineRule="auto"/>
              <w:rPr>
                <w:rFonts w:eastAsia="PMingLiU"/>
                <w:b/>
                <w:sz w:val="20"/>
                <w:szCs w:val="22"/>
              </w:rPr>
            </w:pPr>
            <w:r w:rsidRPr="00546313">
              <w:rPr>
                <w:rFonts w:eastAsia="PMingLiU"/>
                <w:b/>
                <w:bCs/>
                <w:sz w:val="20"/>
                <w:szCs w:val="22"/>
              </w:rPr>
              <w:t>Version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40B12474" w14:textId="34D4A65A" w:rsidR="009971CE" w:rsidRPr="00546313" w:rsidRDefault="00000000" w:rsidP="009971CE">
            <w:pPr>
              <w:spacing w:line="276" w:lineRule="auto"/>
              <w:rPr>
                <w:sz w:val="20"/>
                <w:szCs w:val="22"/>
              </w:rPr>
            </w:pPr>
            <w:sdt>
              <w:sdtPr>
                <w:rPr>
                  <w:sz w:val="20"/>
                  <w:szCs w:val="22"/>
                  <w:lang w:val="en-US"/>
                </w:rPr>
                <w:alias w:val="Version"/>
                <w:id w:val="135308593"/>
                <w:dataBinding w:xpath="/EurolookProperties/DocumentVersion" w:storeItemID="{D3EA5527-7367-4268-9D83-5125C98D0ED2}"/>
                <w:text w:multiLine="1"/>
              </w:sdtPr>
              <w:sdtContent>
                <w:r w:rsidR="003E1FCA" w:rsidRPr="00546313">
                  <w:rPr>
                    <w:sz w:val="20"/>
                    <w:szCs w:val="22"/>
                    <w:lang w:val="en-US"/>
                  </w:rPr>
                  <w:t>3.</w:t>
                </w:r>
                <w:r w:rsidR="003E1FCA">
                  <w:rPr>
                    <w:sz w:val="20"/>
                    <w:szCs w:val="22"/>
                    <w:lang w:val="en-US"/>
                  </w:rPr>
                  <w:t>1</w:t>
                </w:r>
                <w:r w:rsidR="00DF0630">
                  <w:rPr>
                    <w:sz w:val="20"/>
                    <w:szCs w:val="22"/>
                    <w:lang w:val="en-US"/>
                  </w:rPr>
                  <w:t>2</w:t>
                </w:r>
              </w:sdtContent>
            </w:sdt>
          </w:p>
        </w:tc>
      </w:tr>
      <w:tr w:rsidR="009971CE" w:rsidRPr="00546313" w14:paraId="60FE651F" w14:textId="77777777" w:rsidTr="009971CE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60B020D2" w14:textId="77777777" w:rsidR="009971CE" w:rsidRPr="00546313" w:rsidRDefault="009971CE" w:rsidP="009971CE">
            <w:pPr>
              <w:spacing w:line="276" w:lineRule="auto"/>
              <w:rPr>
                <w:rFonts w:eastAsia="PMingLiU"/>
                <w:b/>
                <w:bCs/>
                <w:sz w:val="20"/>
                <w:szCs w:val="22"/>
              </w:rPr>
            </w:pPr>
            <w:r w:rsidRPr="00546313">
              <w:rPr>
                <w:b/>
                <w:bCs/>
                <w:sz w:val="20"/>
                <w:szCs w:val="22"/>
              </w:rPr>
              <w:t>Confidentiality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5FE7F712" w14:textId="77777777" w:rsidR="009971CE" w:rsidRPr="00546313" w:rsidRDefault="00000000" w:rsidP="009971CE">
            <w:pPr>
              <w:spacing w:line="276" w:lineRule="auto"/>
              <w:rPr>
                <w:bCs/>
                <w:sz w:val="20"/>
                <w:szCs w:val="20"/>
              </w:rPr>
            </w:pPr>
            <w:sdt>
              <w:sdtPr>
                <w:rPr>
                  <w:bCs/>
                  <w:sz w:val="20"/>
                  <w:szCs w:val="22"/>
                  <w:lang w:val="en-US"/>
                </w:rPr>
                <w:alias w:val="Confidentiality"/>
                <w:tag w:val="Confidentiality"/>
                <w:id w:val="1024136762"/>
                <w:placeholder>
                  <w:docPart w:val="66AFE0D927574599831287AF69EC2D2F"/>
                </w:placeholder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comboBox w:lastValue="Sensitive non-classified (SNC)">
                  <w:listItem w:value="Select the confidentiality classification level here."/>
                  <w:listItem w:displayText="Sensitive non-classified (SNC)" w:value="Sensitive non-classified (SNC)"/>
                  <w:listItem w:displayText="Commission use (CU)" w:value="Commission use (CU)"/>
                  <w:listItem w:displayText="Publicly available (PA)" w:value="Publicly available (PA)"/>
                </w:comboBox>
              </w:sdtPr>
              <w:sdtContent>
                <w:r w:rsidR="009971CE" w:rsidRPr="00430B42">
                  <w:rPr>
                    <w:bCs/>
                    <w:sz w:val="20"/>
                    <w:szCs w:val="22"/>
                    <w:lang w:val="en-US"/>
                  </w:rPr>
                  <w:t>Sensitive non-classified (SNC)</w:t>
                </w:r>
              </w:sdtContent>
            </w:sdt>
          </w:p>
        </w:tc>
      </w:tr>
      <w:tr w:rsidR="009971CE" w:rsidRPr="00546313" w14:paraId="6133C8FE" w14:textId="77777777" w:rsidTr="009971CE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1A7A5292" w14:textId="77777777" w:rsidR="009971CE" w:rsidRPr="00546313" w:rsidRDefault="009971CE" w:rsidP="009971CE">
            <w:pPr>
              <w:spacing w:line="276" w:lineRule="auto"/>
              <w:rPr>
                <w:rFonts w:eastAsia="PMingLiU"/>
                <w:b/>
                <w:bCs/>
                <w:sz w:val="20"/>
                <w:szCs w:val="22"/>
              </w:rPr>
            </w:pPr>
            <w:r w:rsidRPr="00546313">
              <w:rPr>
                <w:b/>
                <w:bCs/>
                <w:sz w:val="20"/>
                <w:szCs w:val="22"/>
              </w:rPr>
              <w:t>Date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61BE6BA0" w14:textId="4C733625" w:rsidR="009971CE" w:rsidRPr="00546313" w:rsidRDefault="00000000" w:rsidP="009971CE">
            <w:pPr>
              <w:spacing w:line="276" w:lineRule="auto"/>
              <w:rPr>
                <w:rFonts w:eastAsia="PMingLiU"/>
                <w:bCs/>
                <w:color w:val="385623"/>
                <w:sz w:val="20"/>
                <w:szCs w:val="22"/>
              </w:rPr>
            </w:pPr>
            <w:sdt>
              <w:sdtPr>
                <w:rPr>
                  <w:sz w:val="20"/>
                  <w:lang w:val="en-US"/>
                </w:rPr>
                <w:alias w:val="Date"/>
                <w:tag w:val="Date"/>
                <w:id w:val="-1823420915"/>
                <w:dataBinding w:xpath="/EurolookProperties/DocumentDate" w:storeItemID="{D3EA5527-7367-4268-9D83-5125C98D0ED2}"/>
                <w:date w:fullDate="2023-03-01T00:00:00Z">
                  <w:dateFormat w:val="dd/MM/yyyy"/>
                  <w:lid w:val="en-GB"/>
                  <w:storeMappedDataAs w:val="dateTime"/>
                  <w:calendar w:val="gregorian"/>
                </w:date>
              </w:sdtPr>
              <w:sdtContent>
                <w:r w:rsidR="00DF0630">
                  <w:rPr>
                    <w:sz w:val="20"/>
                  </w:rPr>
                  <w:t>01/03/2023</w:t>
                </w:r>
              </w:sdtContent>
            </w:sdt>
          </w:p>
        </w:tc>
      </w:tr>
    </w:tbl>
    <w:p w14:paraId="1AB29962" w14:textId="77777777" w:rsidR="009971CE" w:rsidRPr="00546313" w:rsidRDefault="009971CE" w:rsidP="009971CE">
      <w:pPr>
        <w:spacing w:after="120" w:line="264" w:lineRule="auto"/>
        <w:jc w:val="both"/>
        <w:rPr>
          <w:rFonts w:eastAsia="Calibri"/>
          <w:sz w:val="22"/>
          <w:lang w:eastAsia="en-GB"/>
        </w:rPr>
      </w:pPr>
    </w:p>
    <w:p w14:paraId="50B307A9" w14:textId="77777777" w:rsidR="009971CE" w:rsidRPr="00546313" w:rsidRDefault="009971CE" w:rsidP="009971CE">
      <w:pPr>
        <w:spacing w:after="120"/>
        <w:jc w:val="center"/>
        <w:rPr>
          <w:rFonts w:eastAsia="Calibri"/>
          <w:b/>
          <w:sz w:val="32"/>
          <w:lang w:eastAsia="en-GB"/>
        </w:rPr>
      </w:pPr>
      <w:r w:rsidRPr="00546313">
        <w:rPr>
          <w:b/>
          <w:noProof/>
          <w:sz w:val="32"/>
          <w:lang w:val="pt-PT" w:eastAsia="pt-PT"/>
        </w:rPr>
        <mc:AlternateContent>
          <mc:Choice Requires="wps">
            <w:drawing>
              <wp:anchor distT="0" distB="0" distL="114300" distR="114300" simplePos="0" relativeHeight="251658241" behindDoc="1" locked="0" layoutInCell="1" allowOverlap="1" wp14:anchorId="4B1993CD" wp14:editId="2F480D3E">
                <wp:simplePos x="0" y="0"/>
                <wp:positionH relativeFrom="column">
                  <wp:posOffset>0</wp:posOffset>
                </wp:positionH>
                <wp:positionV relativeFrom="paragraph">
                  <wp:posOffset>10328275</wp:posOffset>
                </wp:positionV>
                <wp:extent cx="7553325" cy="45720"/>
                <wp:effectExtent l="0" t="0" r="28575" b="1143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3325" cy="45720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 w="9525">
                          <a:solidFill>
                            <a:srgbClr val="4F81B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0BFA0D" w14:textId="77777777" w:rsidR="009971CE" w:rsidRDefault="009971CE" w:rsidP="009971C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1993CD" id="Rectangle 7" o:spid="_x0000_s1027" style="position:absolute;left:0;text-align:left;margin-left:0;margin-top:813.25pt;width:594.75pt;height:3.6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" fillcolor="#4f81bc" strokecolor="#4f81bc">
                <v:textbox>
                  <w:txbxContent>
                    <w:p w14:paraId="560BFA0D" w14:textId="77777777" w:rsidR="009971CE" w:rsidRDefault="009971CE" w:rsidP="009971C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546313">
        <w:rPr>
          <w:rFonts w:eastAsia="Calibri"/>
          <w:b/>
          <w:sz w:val="32"/>
          <w:lang w:eastAsia="en-GB"/>
        </w:rPr>
        <w:t>Contract information</w:t>
      </w:r>
    </w:p>
    <w:tbl>
      <w:tblPr>
        <w:tblStyle w:val="TableGrid1"/>
        <w:tblW w:w="5000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965"/>
        <w:gridCol w:w="6381"/>
      </w:tblGrid>
      <w:tr w:rsidR="009971CE" w:rsidRPr="00546313" w14:paraId="51F8DE3E" w14:textId="77777777" w:rsidTr="009971CE">
        <w:trPr>
          <w:tblHeader/>
        </w:trPr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/>
            <w:hideMark/>
          </w:tcPr>
          <w:p w14:paraId="7F39CE09" w14:textId="77777777" w:rsidR="009971CE" w:rsidRPr="00546313" w:rsidRDefault="009971CE" w:rsidP="009971CE">
            <w:pPr>
              <w:spacing w:line="276" w:lineRule="auto"/>
              <w:rPr>
                <w:rFonts w:eastAsia="PMingLiU"/>
                <w:b/>
                <w:sz w:val="20"/>
              </w:rPr>
            </w:pPr>
            <w:r w:rsidRPr="00546313">
              <w:rPr>
                <w:b/>
                <w:sz w:val="20"/>
              </w:rPr>
              <w:t>Property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/>
            <w:hideMark/>
          </w:tcPr>
          <w:p w14:paraId="67A221D5" w14:textId="77777777" w:rsidR="009971CE" w:rsidRPr="00546313" w:rsidRDefault="009971CE" w:rsidP="009971CE">
            <w:pPr>
              <w:spacing w:line="276" w:lineRule="auto"/>
              <w:rPr>
                <w:rFonts w:eastAsia="PMingLiU"/>
                <w:b/>
                <w:sz w:val="20"/>
              </w:rPr>
            </w:pPr>
            <w:r w:rsidRPr="00546313">
              <w:rPr>
                <w:b/>
                <w:sz w:val="20"/>
              </w:rPr>
              <w:t>Value</w:t>
            </w:r>
          </w:p>
        </w:tc>
      </w:tr>
      <w:tr w:rsidR="009971CE" w:rsidRPr="00546313" w14:paraId="4D69F287" w14:textId="77777777" w:rsidTr="009971CE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5372BFA6" w14:textId="77777777" w:rsidR="009971CE" w:rsidRPr="00546313" w:rsidRDefault="009971CE" w:rsidP="009971CE">
            <w:pPr>
              <w:spacing w:line="276" w:lineRule="auto"/>
              <w:rPr>
                <w:b/>
                <w:bCs/>
                <w:sz w:val="20"/>
              </w:rPr>
            </w:pPr>
            <w:r w:rsidRPr="00546313">
              <w:rPr>
                <w:b/>
                <w:bCs/>
                <w:sz w:val="20"/>
              </w:rPr>
              <w:t>Framework Contract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742F15F3" w14:textId="05C69386" w:rsidR="009971CE" w:rsidRPr="00546313" w:rsidRDefault="00614DD5" w:rsidP="009971CE">
            <w:pPr>
              <w:spacing w:line="276" w:lineRule="auto"/>
              <w:rPr>
                <w:rFonts w:eastAsia="PMingLiU"/>
                <w:color w:val="385623"/>
                <w:sz w:val="20"/>
              </w:rPr>
            </w:pPr>
            <w:r w:rsidRPr="00614DD5">
              <w:rPr>
                <w:sz w:val="20"/>
                <w:lang w:val="en-US"/>
              </w:rPr>
              <w:t>TAXUD/2021/CC/162</w:t>
            </w:r>
          </w:p>
        </w:tc>
      </w:tr>
      <w:tr w:rsidR="009971CE" w:rsidRPr="00546313" w14:paraId="7EE10D69" w14:textId="77777777" w:rsidTr="009971CE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48A0A91" w14:textId="4A98F6C1" w:rsidR="009971CE" w:rsidRPr="00546313" w:rsidRDefault="009971CE" w:rsidP="009971CE">
            <w:pPr>
              <w:spacing w:line="276" w:lineRule="auto"/>
              <w:rPr>
                <w:b/>
                <w:bCs/>
                <w:sz w:val="20"/>
              </w:rPr>
            </w:pPr>
            <w:r w:rsidRPr="00546313">
              <w:rPr>
                <w:b/>
                <w:bCs/>
                <w:sz w:val="20"/>
              </w:rPr>
              <w:t>Specific Contract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6EC46199" w14:textId="4B7977DE" w:rsidR="009971CE" w:rsidRPr="00546313" w:rsidRDefault="00316F1A" w:rsidP="009971CE">
            <w:pPr>
              <w:spacing w:line="276" w:lineRule="auto"/>
              <w:rPr>
                <w:color w:val="385623"/>
                <w:sz w:val="20"/>
              </w:rPr>
            </w:pPr>
            <w:r>
              <w:rPr>
                <w:sz w:val="20"/>
                <w:lang w:val="en-US"/>
              </w:rPr>
              <w:t>SC08</w:t>
            </w:r>
          </w:p>
        </w:tc>
      </w:tr>
    </w:tbl>
    <w:p w14:paraId="4D380477" w14:textId="77777777" w:rsidR="009971CE" w:rsidRDefault="009971CE">
      <w:pPr>
        <w:rPr>
          <w:b/>
          <w:bCs/>
          <w:kern w:val="32"/>
          <w:sz w:val="32"/>
          <w:szCs w:val="32"/>
        </w:rPr>
      </w:pPr>
      <w:r>
        <w:rPr>
          <w:sz w:val="32"/>
          <w:szCs w:val="32"/>
        </w:rPr>
        <w:br w:type="page"/>
      </w:r>
    </w:p>
    <w:p w14:paraId="6372E630" w14:textId="77777777" w:rsidR="009A29C1" w:rsidRPr="005E7DAA" w:rsidRDefault="009A29C1" w:rsidP="00820E2A">
      <w:pPr>
        <w:pStyle w:val="Heading1"/>
        <w:rPr>
          <w:rFonts w:ascii="Times New Roman" w:hAnsi="Times New Roman" w:cs="Times New Roman"/>
          <w:sz w:val="32"/>
          <w:szCs w:val="32"/>
        </w:rPr>
      </w:pPr>
      <w:r w:rsidRPr="005E7DAA">
        <w:rPr>
          <w:rFonts w:ascii="Times New Roman" w:hAnsi="Times New Roman" w:cs="Times New Roman"/>
          <w:sz w:val="32"/>
          <w:szCs w:val="32"/>
        </w:rPr>
        <w:lastRenderedPageBreak/>
        <w:t>Introduction</w:t>
      </w:r>
    </w:p>
    <w:p w14:paraId="6B21ACE2" w14:textId="77777777" w:rsidR="00C027A4" w:rsidRDefault="00820E2A" w:rsidP="0013108C">
      <w:pPr>
        <w:pStyle w:val="BodyText"/>
        <w:rPr>
          <w:rFonts w:ascii="Times New Roman" w:hAnsi="Times New Roman"/>
        </w:rPr>
      </w:pPr>
      <w:r w:rsidRPr="00F32856">
        <w:rPr>
          <w:rFonts w:ascii="Times New Roman" w:hAnsi="Times New Roman"/>
        </w:rPr>
        <w:t xml:space="preserve">This document presents </w:t>
      </w:r>
      <w:r w:rsidR="00CC31A8" w:rsidRPr="00F32856">
        <w:rPr>
          <w:rFonts w:ascii="Times New Roman" w:hAnsi="Times New Roman"/>
        </w:rPr>
        <w:t xml:space="preserve">a complete list of all Data Items and their format used in the messages for the Phase </w:t>
      </w:r>
      <w:r w:rsidR="00CC31A8" w:rsidRPr="00F32856">
        <w:rPr>
          <w:rFonts w:ascii="Times New Roman" w:hAnsi="Times New Roman"/>
        </w:rPr>
        <w:fldChar w:fldCharType="begin"/>
      </w:r>
      <w:r w:rsidR="00CC31A8" w:rsidRPr="00F32856">
        <w:rPr>
          <w:rFonts w:ascii="Times New Roman" w:hAnsi="Times New Roman"/>
        </w:rPr>
        <w:instrText xml:space="preserve"> DOCPROPERTY  Phase  \* MERGEFORMAT </w:instrText>
      </w:r>
      <w:r w:rsidR="00CC31A8" w:rsidRPr="00F32856">
        <w:rPr>
          <w:rFonts w:ascii="Times New Roman" w:hAnsi="Times New Roman"/>
        </w:rPr>
        <w:fldChar w:fldCharType="separate"/>
      </w:r>
      <w:r w:rsidR="00F32856">
        <w:rPr>
          <w:rFonts w:ascii="Times New Roman" w:hAnsi="Times New Roman"/>
        </w:rPr>
        <w:t>4</w:t>
      </w:r>
      <w:r w:rsidR="00CC31A8" w:rsidRPr="00F32856">
        <w:rPr>
          <w:rFonts w:ascii="Times New Roman" w:hAnsi="Times New Roman"/>
        </w:rPr>
        <w:fldChar w:fldCharType="end"/>
      </w:r>
      <w:r w:rsidR="00CC31A8" w:rsidRPr="00F32856">
        <w:rPr>
          <w:rFonts w:ascii="Times New Roman" w:hAnsi="Times New Roman"/>
        </w:rPr>
        <w:t>. The Data Items are listed in alphabetical order</w:t>
      </w:r>
    </w:p>
    <w:p w14:paraId="6DE66BE3" w14:textId="18E382E8" w:rsidR="0063055C" w:rsidRPr="00F32856" w:rsidRDefault="0063055C" w:rsidP="0013108C">
      <w:pPr>
        <w:pStyle w:val="BodyText"/>
        <w:rPr>
          <w:rFonts w:ascii="Times New Roman" w:hAnsi="Times New Roman"/>
        </w:rPr>
        <w:sectPr w:rsidR="0063055C" w:rsidRPr="00F32856" w:rsidSect="00DD490A">
          <w:headerReference w:type="default" r:id="rId13"/>
          <w:footerReference w:type="default" r:id="rId14"/>
          <w:pgSz w:w="11906" w:h="16838"/>
          <w:pgMar w:top="1417" w:right="1133" w:bottom="1417" w:left="1417" w:header="720" w:footer="720" w:gutter="0"/>
          <w:cols w:space="720"/>
          <w:docGrid w:linePitch="360"/>
        </w:sectPr>
      </w:pPr>
    </w:p>
    <w:p w14:paraId="12B4C12C" w14:textId="77777777" w:rsidR="00E11A0C" w:rsidRPr="00E94820" w:rsidRDefault="00E11A0C" w:rsidP="00E11A0C">
      <w:pPr>
        <w:pStyle w:val="Heading1"/>
        <w:rPr>
          <w:rFonts w:ascii="Times New Roman" w:hAnsi="Times New Roman" w:cs="Times New Roman"/>
          <w:sz w:val="32"/>
          <w:szCs w:val="32"/>
        </w:rPr>
      </w:pPr>
      <w:r w:rsidRPr="00E94820">
        <w:rPr>
          <w:rFonts w:ascii="Times New Roman" w:hAnsi="Times New Roman" w:cs="Times New Roman"/>
          <w:sz w:val="32"/>
          <w:szCs w:val="32"/>
        </w:rPr>
        <w:lastRenderedPageBreak/>
        <w:t>Data Items</w:t>
      </w:r>
    </w:p>
    <w:tbl>
      <w:tblPr>
        <w:tblW w:w="9582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027"/>
        <w:gridCol w:w="1555"/>
      </w:tblGrid>
      <w:tr w:rsidR="006E6299" w:rsidRPr="006E6299" w14:paraId="649C03AA" w14:textId="77777777" w:rsidTr="00193905">
        <w:trPr>
          <w:trHeight w:val="411"/>
          <w:tblHeader/>
        </w:trPr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D4BB532" w14:textId="77777777" w:rsidR="006E6299" w:rsidRPr="006E6299" w:rsidRDefault="006E6299" w:rsidP="006E6299">
            <w:pPr>
              <w:rPr>
                <w:b/>
              </w:rPr>
            </w:pPr>
            <w:r w:rsidRPr="006E6299">
              <w:rPr>
                <w:b/>
              </w:rPr>
              <w:t>Data item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C730BE3" w14:textId="77777777" w:rsidR="006E6299" w:rsidRPr="006E6299" w:rsidRDefault="006E6299" w:rsidP="006E6299">
            <w:pPr>
              <w:rPr>
                <w:b/>
              </w:rPr>
            </w:pPr>
            <w:r w:rsidRPr="006E6299">
              <w:rPr>
                <w:b/>
              </w:rPr>
              <w:t>Format</w:t>
            </w:r>
          </w:p>
        </w:tc>
      </w:tr>
      <w:tr w:rsidR="006E6299" w:rsidRPr="006E6299" w14:paraId="284E4FD5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4588DE" w14:textId="77777777" w:rsidR="006E6299" w:rsidRPr="006E6299" w:rsidRDefault="006E6299" w:rsidP="006E6299">
            <w:r w:rsidRPr="006E6299">
              <w:t>ACO Action Complement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A08D02" w14:textId="77777777" w:rsidR="006E6299" w:rsidRPr="006E6299" w:rsidRDefault="006E6299" w:rsidP="006E6299">
            <w:r w:rsidRPr="006E6299">
              <w:t>an..999</w:t>
            </w:r>
          </w:p>
        </w:tc>
      </w:tr>
      <w:tr w:rsidR="006E6299" w:rsidRPr="006E6299" w14:paraId="364796DA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596A81" w14:textId="77777777" w:rsidR="006E6299" w:rsidRPr="006E6299" w:rsidRDefault="006E6299" w:rsidP="006E6299">
            <w:r w:rsidRPr="006E6299">
              <w:t>ACO Action Complement_LNG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57C5B0" w14:textId="77777777" w:rsidR="006E6299" w:rsidRPr="006E6299" w:rsidRDefault="006E6299" w:rsidP="006E6299">
            <w:r w:rsidRPr="006E6299">
              <w:t>a2</w:t>
            </w:r>
          </w:p>
        </w:tc>
      </w:tr>
      <w:tr w:rsidR="006E6299" w:rsidRPr="006E6299" w14:paraId="046F8CF9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72FF96" w14:textId="77777777" w:rsidR="006E6299" w:rsidRPr="006E6299" w:rsidRDefault="006E6299" w:rsidP="006E6299">
            <w:r w:rsidRPr="006E6299">
              <w:t>ACO Action Not Possible Reason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C407E5" w14:textId="77777777" w:rsidR="006E6299" w:rsidRPr="006E6299" w:rsidRDefault="006E6299" w:rsidP="006E6299">
            <w:r w:rsidRPr="006E6299">
              <w:t>n..2</w:t>
            </w:r>
          </w:p>
        </w:tc>
      </w:tr>
      <w:tr w:rsidR="006E6299" w:rsidRPr="006E6299" w14:paraId="0BCE5AA5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7FE973" w14:textId="77777777" w:rsidR="006E6299" w:rsidRPr="006E6299" w:rsidRDefault="006E6299" w:rsidP="006E6299">
            <w:r w:rsidRPr="006E6299">
              <w:t>ACO Action Not Possible Reason Complement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2BB513" w14:textId="77777777" w:rsidR="006E6299" w:rsidRPr="006E6299" w:rsidRDefault="006E6299" w:rsidP="006E6299">
            <w:r w:rsidRPr="006E6299">
              <w:t>an..999</w:t>
            </w:r>
          </w:p>
        </w:tc>
      </w:tr>
      <w:tr w:rsidR="006E6299" w:rsidRPr="006E6299" w14:paraId="585EFA62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781D06" w14:textId="77777777" w:rsidR="006E6299" w:rsidRPr="006E6299" w:rsidRDefault="006E6299" w:rsidP="006E6299">
            <w:r w:rsidRPr="006E6299">
              <w:t>ACO Action Not Possible Reason Complement_LNG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FE21AE" w14:textId="77777777" w:rsidR="006E6299" w:rsidRPr="006E6299" w:rsidRDefault="006E6299" w:rsidP="006E6299">
            <w:r w:rsidRPr="006E6299">
              <w:t>a2</w:t>
            </w:r>
          </w:p>
        </w:tc>
      </w:tr>
      <w:tr w:rsidR="006E6299" w:rsidRPr="006E6299" w14:paraId="0A954210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B86A33" w14:textId="77777777" w:rsidR="006E6299" w:rsidRPr="006E6299" w:rsidRDefault="006E6299" w:rsidP="006E6299">
            <w:r w:rsidRPr="006E6299">
              <w:t>ACO Reminder Message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CF1640" w14:textId="77777777" w:rsidR="006E6299" w:rsidRPr="006E6299" w:rsidRDefault="006E6299" w:rsidP="006E6299">
            <w:r w:rsidRPr="006E6299">
              <w:t>n1</w:t>
            </w:r>
          </w:p>
        </w:tc>
      </w:tr>
      <w:tr w:rsidR="006E6299" w:rsidRPr="006E6299" w14:paraId="2FAF1530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1404C1" w14:textId="77777777" w:rsidR="006E6299" w:rsidRPr="006E6299" w:rsidRDefault="006E6299" w:rsidP="006E6299">
            <w:r w:rsidRPr="006E6299">
              <w:t>ACO Request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728A4" w14:textId="77777777" w:rsidR="006E6299" w:rsidRPr="006E6299" w:rsidRDefault="006E6299" w:rsidP="006E6299">
            <w:r w:rsidRPr="006E6299">
              <w:t>n1</w:t>
            </w:r>
          </w:p>
        </w:tc>
      </w:tr>
      <w:tr w:rsidR="006E6299" w:rsidRPr="006E6299" w14:paraId="35E974BD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CCA4B5" w14:textId="77777777" w:rsidR="006E6299" w:rsidRPr="006E6299" w:rsidRDefault="006E6299" w:rsidP="006E6299">
            <w:r w:rsidRPr="006E6299">
              <w:t>ACO_Complementary Information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D79E87" w14:textId="77777777" w:rsidR="006E6299" w:rsidRPr="006E6299" w:rsidRDefault="006E6299" w:rsidP="006E6299">
            <w:r w:rsidRPr="006E6299">
              <w:t>an..999</w:t>
            </w:r>
          </w:p>
        </w:tc>
      </w:tr>
      <w:tr w:rsidR="006E6299" w:rsidRPr="006E6299" w14:paraId="1D918164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304C61" w14:textId="77777777" w:rsidR="006E6299" w:rsidRPr="006E6299" w:rsidRDefault="006E6299" w:rsidP="006E6299">
            <w:r w:rsidRPr="006E6299">
              <w:t>ACO_Complementary Information_LNG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EEF749" w14:textId="77777777" w:rsidR="006E6299" w:rsidRPr="006E6299" w:rsidRDefault="006E6299" w:rsidP="006E6299">
            <w:r w:rsidRPr="006E6299">
              <w:t>a2</w:t>
            </w:r>
          </w:p>
        </w:tc>
      </w:tr>
      <w:tr w:rsidR="006E6299" w:rsidRPr="006E6299" w14:paraId="263C1BA7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D92F2" w14:textId="77777777" w:rsidR="006E6299" w:rsidRPr="006E6299" w:rsidRDefault="006E6299" w:rsidP="006E6299">
            <w:r w:rsidRPr="006E6299">
              <w:t>Action identification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9B41E6" w14:textId="77777777" w:rsidR="006E6299" w:rsidRPr="006E6299" w:rsidRDefault="006E6299" w:rsidP="006E6299">
            <w:r w:rsidRPr="006E6299">
              <w:t>an..20</w:t>
            </w:r>
          </w:p>
        </w:tc>
      </w:tr>
      <w:tr w:rsidR="006E6299" w:rsidRPr="006E6299" w14:paraId="572A7015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FD9C53" w14:textId="77777777" w:rsidR="006E6299" w:rsidRPr="006E6299" w:rsidRDefault="006E6299" w:rsidP="006E6299">
            <w:r w:rsidRPr="006E6299">
              <w:t>Activation Date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630102" w14:textId="77777777" w:rsidR="006E6299" w:rsidRPr="006E6299" w:rsidRDefault="006E6299" w:rsidP="006E6299">
            <w:r w:rsidRPr="006E6299">
              <w:t>date</w:t>
            </w:r>
          </w:p>
        </w:tc>
      </w:tr>
      <w:tr w:rsidR="006E6299" w:rsidRPr="006E6299" w14:paraId="23CCA0B7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1AC4FA" w14:textId="77777777" w:rsidR="006E6299" w:rsidRPr="006E6299" w:rsidRDefault="006E6299" w:rsidP="006E6299">
            <w:r w:rsidRPr="006E6299">
              <w:t>Actual Quantity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035B27" w14:textId="77777777" w:rsidR="006E6299" w:rsidRPr="006E6299" w:rsidRDefault="006E6299" w:rsidP="006E6299">
            <w:r w:rsidRPr="006E6299">
              <w:t>n..15,3</w:t>
            </w:r>
          </w:p>
        </w:tc>
      </w:tr>
      <w:tr w:rsidR="006E6299" w:rsidRPr="006E6299" w14:paraId="1F218966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3E5322" w14:textId="77777777" w:rsidR="006E6299" w:rsidRPr="006E6299" w:rsidRDefault="006E6299" w:rsidP="006E6299">
            <w:r w:rsidRPr="006E6299">
              <w:t>Additional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084A91" w14:textId="77777777" w:rsidR="006E6299" w:rsidRPr="006E6299" w:rsidRDefault="006E6299" w:rsidP="006E6299">
            <w:r w:rsidRPr="006E6299">
              <w:t>an..35</w:t>
            </w:r>
          </w:p>
        </w:tc>
      </w:tr>
      <w:tr w:rsidR="006E6299" w:rsidRPr="006E6299" w14:paraId="229D092B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A0D71C" w14:textId="77777777" w:rsidR="006E6299" w:rsidRPr="006E6299" w:rsidRDefault="006E6299" w:rsidP="006E6299">
            <w:r w:rsidRPr="006E6299">
              <w:t>Addressed Office Name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692AD6" w14:textId="77777777" w:rsidR="006E6299" w:rsidRPr="006E6299" w:rsidRDefault="006E6299" w:rsidP="006E6299">
            <w:r w:rsidRPr="006E6299">
              <w:t>an..35</w:t>
            </w:r>
          </w:p>
        </w:tc>
      </w:tr>
      <w:tr w:rsidR="006E6299" w:rsidRPr="006E6299" w14:paraId="19CA450B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757DA6" w14:textId="77777777" w:rsidR="006E6299" w:rsidRPr="006E6299" w:rsidRDefault="006E6299" w:rsidP="006E6299">
            <w:r w:rsidRPr="006E6299">
              <w:t>Addressed Office Reference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625101" w14:textId="77777777" w:rsidR="006E6299" w:rsidRPr="006E6299" w:rsidRDefault="006E6299" w:rsidP="006E6299">
            <w:r w:rsidRPr="006E6299">
              <w:t>an8</w:t>
            </w:r>
          </w:p>
        </w:tc>
      </w:tr>
      <w:tr w:rsidR="006E6299" w:rsidRPr="006E6299" w14:paraId="06861103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C77AE1" w14:textId="77777777" w:rsidR="006E6299" w:rsidRPr="006E6299" w:rsidRDefault="006E6299" w:rsidP="006E6299">
            <w:r w:rsidRPr="006E6299">
              <w:t>Addressee Member State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C1F94F" w14:textId="77777777" w:rsidR="006E6299" w:rsidRPr="006E6299" w:rsidRDefault="006E6299" w:rsidP="006E6299">
            <w:r w:rsidRPr="006E6299">
              <w:t>a2</w:t>
            </w:r>
          </w:p>
        </w:tc>
      </w:tr>
      <w:tr w:rsidR="006E6299" w:rsidRPr="006E6299" w14:paraId="252FEFBD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47543D" w14:textId="77777777" w:rsidR="006E6299" w:rsidRPr="006E6299" w:rsidRDefault="006E6299" w:rsidP="006E6299">
            <w:r w:rsidRPr="006E6299">
              <w:t>Addressee Office Reference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77922F" w14:textId="77777777" w:rsidR="006E6299" w:rsidRPr="006E6299" w:rsidRDefault="006E6299" w:rsidP="006E6299">
            <w:r w:rsidRPr="006E6299">
              <w:t>an8</w:t>
            </w:r>
          </w:p>
        </w:tc>
      </w:tr>
      <w:tr w:rsidR="006E6299" w:rsidRPr="006E6299" w14:paraId="09E92868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0CF742" w14:textId="77777777" w:rsidR="006E6299" w:rsidRPr="006E6299" w:rsidRDefault="006E6299" w:rsidP="006E6299">
            <w:r w:rsidRPr="006E6299">
              <w:t>Addressee Officer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767165" w14:textId="77777777" w:rsidR="006E6299" w:rsidRPr="006E6299" w:rsidRDefault="006E6299" w:rsidP="006E6299">
            <w:r w:rsidRPr="006E6299">
              <w:t>an..35</w:t>
            </w:r>
          </w:p>
        </w:tc>
      </w:tr>
      <w:tr w:rsidR="006E6299" w:rsidRPr="006E6299" w14:paraId="0F5C28B1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BFC2DF" w14:textId="77777777" w:rsidR="006E6299" w:rsidRPr="006E6299" w:rsidRDefault="006E6299" w:rsidP="006E6299">
            <w:r w:rsidRPr="006E6299">
              <w:t>Administrative Cooperation Action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A3BB7A" w14:textId="77777777" w:rsidR="006E6299" w:rsidRPr="006E6299" w:rsidRDefault="006E6299" w:rsidP="006E6299">
            <w:r w:rsidRPr="006E6299">
              <w:t>n..2</w:t>
            </w:r>
          </w:p>
        </w:tc>
      </w:tr>
      <w:tr w:rsidR="006E6299" w:rsidRPr="006E6299" w14:paraId="2CC6F912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91BAF5" w14:textId="77777777" w:rsidR="006E6299" w:rsidRPr="006E6299" w:rsidRDefault="006E6299" w:rsidP="006E6299">
            <w:r w:rsidRPr="006E6299">
              <w:t>Administrative Cooperation Action Not Possible Reason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BE2CBC" w14:textId="77777777" w:rsidR="006E6299" w:rsidRPr="006E6299" w:rsidRDefault="006E6299" w:rsidP="006E6299">
            <w:r w:rsidRPr="006E6299">
              <w:t>n..2</w:t>
            </w:r>
          </w:p>
        </w:tc>
      </w:tr>
      <w:tr w:rsidR="006E6299" w:rsidRPr="006E6299" w14:paraId="0782B5C1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4DFA08" w14:textId="77777777" w:rsidR="006E6299" w:rsidRPr="006E6299" w:rsidRDefault="006E6299" w:rsidP="006E6299">
            <w:r w:rsidRPr="006E6299">
              <w:t>Administrative Cooperation Request Information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7E0496" w14:textId="77777777" w:rsidR="006E6299" w:rsidRPr="006E6299" w:rsidRDefault="006E6299" w:rsidP="006E6299">
            <w:r w:rsidRPr="006E6299">
              <w:t>an..999</w:t>
            </w:r>
          </w:p>
        </w:tc>
      </w:tr>
      <w:tr w:rsidR="006E6299" w:rsidRPr="006E6299" w14:paraId="105EDAFA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8356A0" w14:textId="77777777" w:rsidR="006E6299" w:rsidRPr="006E6299" w:rsidRDefault="006E6299" w:rsidP="006E6299">
            <w:r w:rsidRPr="006E6299">
              <w:t>Administrative Cooperation Request Information_LNG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9F03BB" w14:textId="77777777" w:rsidR="006E6299" w:rsidRPr="006E6299" w:rsidRDefault="006E6299" w:rsidP="006E6299">
            <w:r w:rsidRPr="006E6299">
              <w:t>a2</w:t>
            </w:r>
          </w:p>
        </w:tc>
      </w:tr>
      <w:tr w:rsidR="006E6299" w:rsidRPr="006E6299" w14:paraId="3E6C823E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036B95" w14:textId="77777777" w:rsidR="006E6299" w:rsidRPr="006E6299" w:rsidRDefault="006E6299" w:rsidP="006E6299">
            <w:r w:rsidRPr="006E6299">
              <w:t>Administrative Cooperation Request Reason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306E5" w14:textId="77777777" w:rsidR="006E6299" w:rsidRPr="006E6299" w:rsidRDefault="006E6299" w:rsidP="006E6299">
            <w:r w:rsidRPr="006E6299">
              <w:t>n..2</w:t>
            </w:r>
          </w:p>
        </w:tc>
      </w:tr>
      <w:tr w:rsidR="006E6299" w:rsidRPr="006E6299" w14:paraId="79ABF22A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CD5286" w14:textId="77777777" w:rsidR="006E6299" w:rsidRPr="006E6299" w:rsidRDefault="006E6299" w:rsidP="006E6299">
            <w:r w:rsidRPr="006E6299">
              <w:t>Administrative Reference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E3BBE4" w14:textId="77777777" w:rsidR="006E6299" w:rsidRPr="006E6299" w:rsidRDefault="006E6299" w:rsidP="006E6299">
            <w:r w:rsidRPr="006E6299">
              <w:t>an21</w:t>
            </w:r>
          </w:p>
        </w:tc>
      </w:tr>
      <w:tr w:rsidR="006E6299" w:rsidRPr="006E6299" w14:paraId="24E711A1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763B61" w14:textId="77777777" w:rsidR="006E6299" w:rsidRPr="006E6299" w:rsidRDefault="006E6299" w:rsidP="006E6299">
            <w:r w:rsidRPr="006E6299">
              <w:t>Alcoholic Strength Applicability flag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D0D779" w14:textId="77777777" w:rsidR="006E6299" w:rsidRPr="006E6299" w:rsidRDefault="006E6299" w:rsidP="006E6299">
            <w:r w:rsidRPr="006E6299">
              <w:t>n1</w:t>
            </w:r>
          </w:p>
        </w:tc>
      </w:tr>
      <w:tr w:rsidR="006E6299" w:rsidRPr="006E6299" w14:paraId="0F126F99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9C0AB4" w14:textId="77777777" w:rsidR="006E6299" w:rsidRPr="006E6299" w:rsidRDefault="006E6299" w:rsidP="006E6299">
            <w:r w:rsidRPr="006E6299">
              <w:t>Alcoholic Strength by Volume in Percentage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538497" w14:textId="77777777" w:rsidR="006E6299" w:rsidRPr="006E6299" w:rsidRDefault="006E6299" w:rsidP="006E6299">
            <w:r w:rsidRPr="006E6299">
              <w:t>n..5,2</w:t>
            </w:r>
          </w:p>
        </w:tc>
      </w:tr>
      <w:tr w:rsidR="006E6299" w:rsidRPr="006E6299" w14:paraId="444E3783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4FF2C9" w14:textId="77777777" w:rsidR="006E6299" w:rsidRPr="006E6299" w:rsidRDefault="006E6299" w:rsidP="006E6299">
            <w:r w:rsidRPr="006E6299">
              <w:t>Alert or Rejection of Movement Reason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21D753" w14:textId="77777777" w:rsidR="006E6299" w:rsidRPr="006E6299" w:rsidRDefault="006E6299" w:rsidP="006E6299">
            <w:r w:rsidRPr="006E6299">
              <w:t>n..2</w:t>
            </w:r>
          </w:p>
        </w:tc>
      </w:tr>
      <w:tr w:rsidR="006E6299" w:rsidRPr="006E6299" w14:paraId="4175F1C7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B46474" w14:textId="77777777" w:rsidR="006E6299" w:rsidRPr="006E6299" w:rsidRDefault="006E6299" w:rsidP="006E6299">
            <w:r w:rsidRPr="006E6299">
              <w:t>Answer Message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7E61AD" w14:textId="77777777" w:rsidR="006E6299" w:rsidRPr="006E6299" w:rsidRDefault="006E6299" w:rsidP="006E6299">
            <w:r w:rsidRPr="006E6299">
              <w:t>n1</w:t>
            </w:r>
          </w:p>
        </w:tc>
      </w:tr>
      <w:tr w:rsidR="006E6299" w:rsidRPr="006E6299" w14:paraId="062DED95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94784" w14:textId="77777777" w:rsidR="006E6299" w:rsidRPr="006E6299" w:rsidRDefault="006E6299" w:rsidP="006E6299">
            <w:r w:rsidRPr="006E6299">
              <w:t>ARC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C98632" w14:textId="77777777" w:rsidR="006E6299" w:rsidRPr="006E6299" w:rsidRDefault="006E6299" w:rsidP="006E6299">
            <w:r w:rsidRPr="006E6299">
              <w:t>an21</w:t>
            </w:r>
          </w:p>
        </w:tc>
      </w:tr>
      <w:tr w:rsidR="006E6299" w:rsidRPr="006E6299" w14:paraId="3568FF85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001032" w14:textId="77777777" w:rsidR="006E6299" w:rsidRPr="006E6299" w:rsidRDefault="006E6299" w:rsidP="006E6299">
            <w:r w:rsidRPr="006E6299">
              <w:t>Associated Information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7A284E" w14:textId="77777777" w:rsidR="006E6299" w:rsidRPr="006E6299" w:rsidRDefault="006E6299" w:rsidP="006E6299">
            <w:r w:rsidRPr="006E6299">
              <w:t>an..350</w:t>
            </w:r>
          </w:p>
        </w:tc>
      </w:tr>
      <w:tr w:rsidR="006E6299" w:rsidRPr="006E6299" w14:paraId="594ABBFD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1F5A39" w14:textId="77777777" w:rsidR="006E6299" w:rsidRPr="006E6299" w:rsidRDefault="006E6299" w:rsidP="006E6299">
            <w:r w:rsidRPr="006E6299">
              <w:t>Associated Information_LNG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D50C6F" w14:textId="77777777" w:rsidR="006E6299" w:rsidRPr="006E6299" w:rsidRDefault="006E6299" w:rsidP="006E6299">
            <w:r w:rsidRPr="006E6299">
              <w:t>a2</w:t>
            </w:r>
          </w:p>
        </w:tc>
      </w:tr>
      <w:tr w:rsidR="006E6299" w:rsidRPr="006E6299" w14:paraId="580C782E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1AC58F" w14:textId="77777777" w:rsidR="006E6299" w:rsidRPr="006E6299" w:rsidRDefault="006E6299" w:rsidP="006E6299">
            <w:r w:rsidRPr="006E6299">
              <w:lastRenderedPageBreak/>
              <w:t>Authorisation Begin Date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19C0F6" w14:textId="77777777" w:rsidR="006E6299" w:rsidRPr="006E6299" w:rsidRDefault="006E6299" w:rsidP="006E6299">
            <w:r w:rsidRPr="006E6299">
              <w:t>date</w:t>
            </w:r>
          </w:p>
        </w:tc>
      </w:tr>
      <w:tr w:rsidR="006E6299" w:rsidRPr="006E6299" w14:paraId="331C0A6C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6B5C3E" w14:textId="77777777" w:rsidR="006E6299" w:rsidRPr="006E6299" w:rsidRDefault="006E6299" w:rsidP="006E6299">
            <w:r w:rsidRPr="006E6299">
              <w:t>Authorisation End Date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EA711" w14:textId="77777777" w:rsidR="006E6299" w:rsidRPr="006E6299" w:rsidRDefault="006E6299" w:rsidP="006E6299">
            <w:r w:rsidRPr="006E6299">
              <w:t>date</w:t>
            </w:r>
          </w:p>
        </w:tc>
      </w:tr>
      <w:tr w:rsidR="006E6299" w:rsidRPr="006E6299" w14:paraId="57151ED5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C8A381" w14:textId="77777777" w:rsidR="006E6299" w:rsidRPr="006E6299" w:rsidRDefault="006E6299" w:rsidP="006E6299">
            <w:r w:rsidRPr="006E6299">
              <w:t>Basis Quantity for Recovery of Duties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3576A4" w14:textId="77777777" w:rsidR="006E6299" w:rsidRPr="006E6299" w:rsidRDefault="006E6299" w:rsidP="006E6299">
            <w:r w:rsidRPr="006E6299">
              <w:t>n..15,3</w:t>
            </w:r>
          </w:p>
        </w:tc>
      </w:tr>
      <w:tr w:rsidR="006E6299" w:rsidRPr="006E6299" w14:paraId="2F55E40C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4CC67D" w14:textId="77777777" w:rsidR="006E6299" w:rsidRPr="006E6299" w:rsidRDefault="006E6299" w:rsidP="006E6299">
            <w:r w:rsidRPr="006E6299">
              <w:t>Body Record Unique Reference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67A5F0" w14:textId="77777777" w:rsidR="006E6299" w:rsidRPr="006E6299" w:rsidRDefault="006E6299" w:rsidP="006E6299">
            <w:r w:rsidRPr="006E6299">
              <w:t>n..3</w:t>
            </w:r>
          </w:p>
        </w:tc>
      </w:tr>
      <w:tr w:rsidR="006E6299" w:rsidRPr="006E6299" w14:paraId="49D123AF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1A5D94" w14:textId="77777777" w:rsidR="006E6299" w:rsidRPr="006E6299" w:rsidRDefault="006E6299" w:rsidP="006E6299">
            <w:r w:rsidRPr="006E6299">
              <w:t>Box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84B99A" w14:textId="77777777" w:rsidR="006E6299" w:rsidRPr="006E6299" w:rsidRDefault="006E6299" w:rsidP="006E6299">
            <w:r w:rsidRPr="006E6299">
              <w:t>an..11</w:t>
            </w:r>
          </w:p>
        </w:tc>
      </w:tr>
      <w:tr w:rsidR="006E6299" w:rsidRPr="006E6299" w14:paraId="69AEB408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52C923" w14:textId="77777777" w:rsidR="006E6299" w:rsidRPr="006E6299" w:rsidRDefault="006E6299" w:rsidP="006E6299">
            <w:r w:rsidRPr="006E6299">
              <w:t>Brand Name of Products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FB3861" w14:textId="77777777" w:rsidR="006E6299" w:rsidRPr="006E6299" w:rsidRDefault="006E6299" w:rsidP="006E6299">
            <w:r w:rsidRPr="006E6299">
              <w:t>an..350</w:t>
            </w:r>
          </w:p>
        </w:tc>
      </w:tr>
      <w:tr w:rsidR="006E6299" w:rsidRPr="006E6299" w14:paraId="54351001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3D8C17" w14:textId="77777777" w:rsidR="006E6299" w:rsidRPr="006E6299" w:rsidRDefault="006E6299" w:rsidP="006E6299">
            <w:r w:rsidRPr="006E6299">
              <w:t>Brand Name of Products_LNG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3451DB" w14:textId="77777777" w:rsidR="006E6299" w:rsidRPr="006E6299" w:rsidRDefault="006E6299" w:rsidP="006E6299">
            <w:r w:rsidRPr="006E6299">
              <w:t>a2</w:t>
            </w:r>
          </w:p>
        </w:tc>
      </w:tr>
      <w:tr w:rsidR="006E6299" w:rsidRPr="006E6299" w14:paraId="68F54EE1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B3E137" w14:textId="77777777" w:rsidR="006E6299" w:rsidRPr="006E6299" w:rsidRDefault="006E6299" w:rsidP="006E6299">
            <w:r w:rsidRPr="006E6299">
              <w:t>Business Process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D3AF35" w14:textId="77777777" w:rsidR="006E6299" w:rsidRPr="006E6299" w:rsidRDefault="006E6299" w:rsidP="006E6299">
            <w:r w:rsidRPr="006E6299">
              <w:t>n..2</w:t>
            </w:r>
          </w:p>
        </w:tc>
      </w:tr>
      <w:tr w:rsidR="006E6299" w:rsidRPr="006E6299" w14:paraId="24BF38E9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E00AA5" w14:textId="77777777" w:rsidR="006E6299" w:rsidRPr="006E6299" w:rsidRDefault="006E6299" w:rsidP="006E6299">
            <w:r w:rsidRPr="006E6299">
              <w:t>Cancellation Reason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052DEA" w14:textId="77777777" w:rsidR="006E6299" w:rsidRPr="006E6299" w:rsidRDefault="006E6299" w:rsidP="006E6299">
            <w:r w:rsidRPr="006E6299">
              <w:t>n1</w:t>
            </w:r>
          </w:p>
        </w:tc>
      </w:tr>
      <w:tr w:rsidR="006E6299" w:rsidRPr="006E6299" w14:paraId="3140593C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F70062" w14:textId="77777777" w:rsidR="006E6299" w:rsidRPr="006E6299" w:rsidRDefault="006E6299" w:rsidP="006E6299">
            <w:r w:rsidRPr="006E6299">
              <w:t>Changed Transport Arrangement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D6A337" w14:textId="77777777" w:rsidR="006E6299" w:rsidRPr="006E6299" w:rsidRDefault="006E6299" w:rsidP="006E6299">
            <w:r w:rsidRPr="006E6299">
              <w:t>n1</w:t>
            </w:r>
          </w:p>
        </w:tc>
      </w:tr>
      <w:tr w:rsidR="006E6299" w:rsidRPr="006E6299" w14:paraId="238861E3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AC2DFD" w14:textId="77777777" w:rsidR="006E6299" w:rsidRPr="006E6299" w:rsidRDefault="006E6299" w:rsidP="006E6299">
            <w:r w:rsidRPr="006E6299">
              <w:t>Checks Not Carried Out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6CF88F" w14:textId="77777777" w:rsidR="006E6299" w:rsidRPr="006E6299" w:rsidRDefault="006E6299" w:rsidP="006E6299">
            <w:r w:rsidRPr="006E6299">
              <w:t>n1</w:t>
            </w:r>
          </w:p>
        </w:tc>
      </w:tr>
      <w:tr w:rsidR="006E6299" w:rsidRPr="006E6299" w14:paraId="5A83B039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20166F" w14:textId="77777777" w:rsidR="006E6299" w:rsidRPr="006E6299" w:rsidRDefault="006E6299" w:rsidP="006E6299">
            <w:r w:rsidRPr="006E6299">
              <w:t>Checks Not Carried Out image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097969" w14:textId="77777777" w:rsidR="006E6299" w:rsidRPr="006E6299" w:rsidRDefault="006E6299" w:rsidP="006E6299">
            <w:r w:rsidRPr="006E6299">
              <w:t>Base64Binary</w:t>
            </w:r>
          </w:p>
        </w:tc>
      </w:tr>
      <w:tr w:rsidR="006E6299" w:rsidRPr="006E6299" w14:paraId="242F874D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0C56F3" w14:textId="77777777" w:rsidR="006E6299" w:rsidRPr="006E6299" w:rsidRDefault="006E6299" w:rsidP="006E6299">
            <w:r w:rsidRPr="006E6299">
              <w:t>City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704C65" w14:textId="77777777" w:rsidR="006E6299" w:rsidRPr="006E6299" w:rsidRDefault="006E6299" w:rsidP="006E6299">
            <w:r w:rsidRPr="006E6299">
              <w:t>an..50</w:t>
            </w:r>
          </w:p>
        </w:tc>
      </w:tr>
      <w:tr w:rsidR="006E6299" w:rsidRPr="006E6299" w14:paraId="5BCD679E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6648D3" w14:textId="77777777" w:rsidR="006E6299" w:rsidRPr="006E6299" w:rsidRDefault="006E6299" w:rsidP="006E6299">
            <w:r w:rsidRPr="006E6299">
              <w:t>CN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0494CD" w14:textId="77777777" w:rsidR="006E6299" w:rsidRPr="006E6299" w:rsidRDefault="006E6299" w:rsidP="006E6299">
            <w:r w:rsidRPr="006E6299">
              <w:t>n8</w:t>
            </w:r>
          </w:p>
        </w:tc>
      </w:tr>
      <w:tr w:rsidR="006E6299" w:rsidRPr="006E6299" w14:paraId="6A6ACA00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D0EDB" w14:textId="77777777" w:rsidR="006E6299" w:rsidRPr="006E6299" w:rsidRDefault="006E6299" w:rsidP="006E6299">
            <w:r w:rsidRPr="006E6299">
              <w:t>Comments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FFEE6D" w14:textId="77777777" w:rsidR="006E6299" w:rsidRPr="006E6299" w:rsidRDefault="006E6299" w:rsidP="006E6299">
            <w:r w:rsidRPr="006E6299">
              <w:t>an..350</w:t>
            </w:r>
          </w:p>
        </w:tc>
      </w:tr>
      <w:tr w:rsidR="006E6299" w:rsidRPr="006E6299" w14:paraId="0E9143A2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D44C53" w14:textId="77777777" w:rsidR="006E6299" w:rsidRPr="006E6299" w:rsidRDefault="006E6299" w:rsidP="006E6299">
            <w:r w:rsidRPr="006E6299">
              <w:t>Comments_LNG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80DC53" w14:textId="77777777" w:rsidR="006E6299" w:rsidRPr="006E6299" w:rsidRDefault="006E6299" w:rsidP="006E6299">
            <w:r w:rsidRPr="006E6299">
              <w:t>a2</w:t>
            </w:r>
          </w:p>
        </w:tc>
      </w:tr>
      <w:tr w:rsidR="006E6299" w:rsidRPr="006E6299" w14:paraId="4013285B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DC4B7B" w14:textId="77777777" w:rsidR="006E6299" w:rsidRPr="006E6299" w:rsidRDefault="006E6299" w:rsidP="006E6299">
            <w:r w:rsidRPr="006E6299">
              <w:t>Commercial Description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489F47" w14:textId="77777777" w:rsidR="006E6299" w:rsidRPr="006E6299" w:rsidRDefault="006E6299" w:rsidP="006E6299">
            <w:r w:rsidRPr="006E6299">
              <w:t>an..350</w:t>
            </w:r>
          </w:p>
        </w:tc>
      </w:tr>
      <w:tr w:rsidR="006E6299" w:rsidRPr="006E6299" w14:paraId="51FC8D11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00026D" w14:textId="77777777" w:rsidR="006E6299" w:rsidRPr="006E6299" w:rsidRDefault="006E6299" w:rsidP="006E6299">
            <w:r w:rsidRPr="006E6299">
              <w:t>Commercial Description of the Goods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69E17F" w14:textId="77777777" w:rsidR="006E6299" w:rsidRPr="006E6299" w:rsidRDefault="006E6299" w:rsidP="006E6299">
            <w:r w:rsidRPr="006E6299">
              <w:t>an..999</w:t>
            </w:r>
          </w:p>
        </w:tc>
      </w:tr>
      <w:tr w:rsidR="006E6299" w:rsidRPr="006E6299" w14:paraId="781EC605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BCAD66" w14:textId="77777777" w:rsidR="006E6299" w:rsidRPr="006E6299" w:rsidRDefault="006E6299" w:rsidP="006E6299">
            <w:r w:rsidRPr="006E6299">
              <w:t>Commercial Description_LNG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55154B" w14:textId="77777777" w:rsidR="006E6299" w:rsidRPr="006E6299" w:rsidRDefault="006E6299" w:rsidP="006E6299">
            <w:r w:rsidRPr="006E6299">
              <w:t>a2</w:t>
            </w:r>
          </w:p>
        </w:tc>
      </w:tr>
      <w:tr w:rsidR="006E6299" w:rsidRPr="006E6299" w14:paraId="562C49BE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9F9D9C" w14:textId="77777777" w:rsidR="006E6299" w:rsidRPr="006E6299" w:rsidRDefault="006E6299" w:rsidP="006E6299">
            <w:r w:rsidRPr="006E6299">
              <w:t>Commercial Seal Identification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E43D0" w14:textId="77777777" w:rsidR="006E6299" w:rsidRPr="006E6299" w:rsidRDefault="006E6299" w:rsidP="006E6299">
            <w:r w:rsidRPr="006E6299">
              <w:t>an..35</w:t>
            </w:r>
          </w:p>
        </w:tc>
      </w:tr>
      <w:tr w:rsidR="006E6299" w:rsidRPr="006E6299" w14:paraId="74E67F1F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15ED4A" w14:textId="77777777" w:rsidR="006E6299" w:rsidRPr="006E6299" w:rsidRDefault="006E6299" w:rsidP="006E6299">
            <w:r w:rsidRPr="006E6299">
              <w:t>Common Request Rejection Reason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3D25F8" w14:textId="77777777" w:rsidR="006E6299" w:rsidRPr="006E6299" w:rsidRDefault="006E6299" w:rsidP="006E6299">
            <w:r w:rsidRPr="006E6299">
              <w:t>n..3</w:t>
            </w:r>
          </w:p>
        </w:tc>
      </w:tr>
      <w:tr w:rsidR="006E6299" w:rsidRPr="006E6299" w14:paraId="6DD9219A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A7B4FB" w14:textId="77777777" w:rsidR="006E6299" w:rsidRPr="006E6299" w:rsidRDefault="006E6299" w:rsidP="006E6299">
            <w:r w:rsidRPr="006E6299">
              <w:t>Common Risk Assessment Criteria flag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D6F09A" w14:textId="77777777" w:rsidR="006E6299" w:rsidRPr="006E6299" w:rsidRDefault="006E6299" w:rsidP="006E6299">
            <w:r w:rsidRPr="006E6299">
              <w:t>n1</w:t>
            </w:r>
          </w:p>
        </w:tc>
      </w:tr>
      <w:tr w:rsidR="006E6299" w:rsidRPr="006E6299" w14:paraId="3B91B2BD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EB1319" w14:textId="77777777" w:rsidR="006E6299" w:rsidRPr="006E6299" w:rsidRDefault="006E6299" w:rsidP="006E6299">
            <w:r w:rsidRPr="006E6299">
              <w:t>Complementary Explanations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486D2F" w14:textId="77777777" w:rsidR="006E6299" w:rsidRPr="006E6299" w:rsidRDefault="006E6299" w:rsidP="006E6299">
            <w:r w:rsidRPr="006E6299">
              <w:t>an..999</w:t>
            </w:r>
          </w:p>
        </w:tc>
      </w:tr>
      <w:tr w:rsidR="006E6299" w:rsidRPr="006E6299" w14:paraId="7F6A601E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82D081" w14:textId="77777777" w:rsidR="006E6299" w:rsidRPr="006E6299" w:rsidRDefault="006E6299" w:rsidP="006E6299">
            <w:r w:rsidRPr="006E6299">
              <w:t>Complementary Explanations_LNG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85C885" w14:textId="77777777" w:rsidR="006E6299" w:rsidRPr="006E6299" w:rsidRDefault="006E6299" w:rsidP="006E6299">
            <w:r w:rsidRPr="006E6299">
              <w:t>a2</w:t>
            </w:r>
          </w:p>
        </w:tc>
      </w:tr>
      <w:tr w:rsidR="006E6299" w:rsidRPr="006E6299" w14:paraId="0A0DA0FE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F65BE1" w14:textId="77777777" w:rsidR="006E6299" w:rsidRPr="006E6299" w:rsidRDefault="006E6299" w:rsidP="006E6299">
            <w:r w:rsidRPr="006E6299">
              <w:t>Complementary Information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2F9FAE" w14:textId="77777777" w:rsidR="006E6299" w:rsidRPr="006E6299" w:rsidRDefault="006E6299" w:rsidP="006E6299">
            <w:r w:rsidRPr="006E6299">
              <w:t>an..350</w:t>
            </w:r>
          </w:p>
        </w:tc>
      </w:tr>
      <w:tr w:rsidR="006E6299" w:rsidRPr="006E6299" w14:paraId="59C7DB19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E5EE64" w14:textId="77777777" w:rsidR="006E6299" w:rsidRPr="006E6299" w:rsidRDefault="006E6299" w:rsidP="006E6299">
            <w:r w:rsidRPr="006E6299">
              <w:t>Complementary Information_LNG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F73C0E" w14:textId="77777777" w:rsidR="006E6299" w:rsidRPr="006E6299" w:rsidRDefault="006E6299" w:rsidP="006E6299">
            <w:r w:rsidRPr="006E6299">
              <w:t>a2</w:t>
            </w:r>
          </w:p>
        </w:tc>
      </w:tr>
      <w:tr w:rsidR="006E6299" w:rsidRPr="006E6299" w14:paraId="75A9EA77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2D2B24" w14:textId="77777777" w:rsidR="006E6299" w:rsidRPr="006E6299" w:rsidRDefault="006E6299" w:rsidP="006E6299">
            <w:r w:rsidRPr="006E6299">
              <w:t>Complementary Origin Reference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DCF4D8" w14:textId="77777777" w:rsidR="006E6299" w:rsidRPr="006E6299" w:rsidRDefault="006E6299" w:rsidP="006E6299">
            <w:r w:rsidRPr="006E6299">
              <w:t>an..350</w:t>
            </w:r>
          </w:p>
        </w:tc>
      </w:tr>
      <w:tr w:rsidR="006E6299" w:rsidRPr="006E6299" w14:paraId="0F135757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94DBEE" w14:textId="77777777" w:rsidR="006E6299" w:rsidRPr="006E6299" w:rsidRDefault="006E6299" w:rsidP="006E6299">
            <w:r w:rsidRPr="006E6299">
              <w:t>Complementary Origin Reference_LNG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C6074F" w14:textId="77777777" w:rsidR="006E6299" w:rsidRPr="006E6299" w:rsidRDefault="006E6299" w:rsidP="006E6299">
            <w:r w:rsidRPr="006E6299">
              <w:t>a2</w:t>
            </w:r>
          </w:p>
        </w:tc>
      </w:tr>
      <w:tr w:rsidR="006E6299" w:rsidRPr="006E6299" w14:paraId="56F44474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0A5EF9" w14:textId="77777777" w:rsidR="006E6299" w:rsidRPr="006E6299" w:rsidRDefault="006E6299" w:rsidP="006E6299">
            <w:r w:rsidRPr="006E6299">
              <w:t>Control at Arrival Required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EA6367" w14:textId="77777777" w:rsidR="006E6299" w:rsidRPr="006E6299" w:rsidRDefault="006E6299" w:rsidP="006E6299">
            <w:r w:rsidRPr="006E6299">
              <w:t>n1</w:t>
            </w:r>
          </w:p>
        </w:tc>
      </w:tr>
      <w:tr w:rsidR="006E6299" w:rsidRPr="006E6299" w14:paraId="223D9852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F2EE67" w14:textId="77777777" w:rsidR="006E6299" w:rsidRPr="006E6299" w:rsidRDefault="006E6299" w:rsidP="006E6299">
            <w:r w:rsidRPr="006E6299">
              <w:t>Control Office Name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B0E492" w14:textId="77777777" w:rsidR="006E6299" w:rsidRPr="006E6299" w:rsidRDefault="006E6299" w:rsidP="006E6299">
            <w:r w:rsidRPr="006E6299">
              <w:t>an..35</w:t>
            </w:r>
          </w:p>
        </w:tc>
      </w:tr>
      <w:tr w:rsidR="006E6299" w:rsidRPr="006E6299" w14:paraId="0803478C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094F1E" w14:textId="77777777" w:rsidR="006E6299" w:rsidRPr="006E6299" w:rsidRDefault="006E6299" w:rsidP="006E6299">
            <w:r w:rsidRPr="006E6299">
              <w:t>Control Officer Identity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2CF6C1" w14:textId="77777777" w:rsidR="006E6299" w:rsidRPr="006E6299" w:rsidRDefault="006E6299" w:rsidP="006E6299">
            <w:r w:rsidRPr="006E6299">
              <w:t>an..350</w:t>
            </w:r>
          </w:p>
        </w:tc>
      </w:tr>
      <w:tr w:rsidR="006E6299" w:rsidRPr="006E6299" w14:paraId="7F953375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DC7C09" w14:textId="77777777" w:rsidR="006E6299" w:rsidRPr="006E6299" w:rsidRDefault="006E6299" w:rsidP="006E6299">
            <w:r w:rsidRPr="006E6299">
              <w:t>Control Officer Identity_LNG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8F2543" w14:textId="77777777" w:rsidR="006E6299" w:rsidRPr="006E6299" w:rsidRDefault="006E6299" w:rsidP="006E6299">
            <w:r w:rsidRPr="006E6299">
              <w:t>a2</w:t>
            </w:r>
          </w:p>
        </w:tc>
      </w:tr>
      <w:tr w:rsidR="006E6299" w:rsidRPr="006E6299" w14:paraId="2EA2C868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E41D15" w14:textId="77777777" w:rsidR="006E6299" w:rsidRPr="006E6299" w:rsidRDefault="006E6299" w:rsidP="006E6299">
            <w:r w:rsidRPr="006E6299">
              <w:t>Control Report Message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3C7D61" w14:textId="77777777" w:rsidR="006E6299" w:rsidRPr="006E6299" w:rsidRDefault="006E6299" w:rsidP="006E6299">
            <w:r w:rsidRPr="006E6299">
              <w:t>n1</w:t>
            </w:r>
          </w:p>
        </w:tc>
      </w:tr>
      <w:tr w:rsidR="006E6299" w:rsidRPr="006E6299" w14:paraId="71AB7E0D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EF1346" w14:textId="77777777" w:rsidR="006E6299" w:rsidRPr="006E6299" w:rsidRDefault="006E6299" w:rsidP="006E6299">
            <w:r w:rsidRPr="006E6299">
              <w:t>Control Report Reference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C347F0" w14:textId="77777777" w:rsidR="006E6299" w:rsidRPr="006E6299" w:rsidRDefault="006E6299" w:rsidP="006E6299">
            <w:r w:rsidRPr="006E6299">
              <w:t>an16</w:t>
            </w:r>
          </w:p>
        </w:tc>
      </w:tr>
      <w:tr w:rsidR="006E6299" w:rsidRPr="006E6299" w14:paraId="66FA2E5F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0FBDF2" w14:textId="77777777" w:rsidR="006E6299" w:rsidRPr="006E6299" w:rsidRDefault="006E6299" w:rsidP="006E6299">
            <w:r w:rsidRPr="006E6299">
              <w:lastRenderedPageBreak/>
              <w:t>Control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F6C542" w14:textId="77777777" w:rsidR="006E6299" w:rsidRPr="006E6299" w:rsidRDefault="006E6299" w:rsidP="006E6299">
            <w:r w:rsidRPr="006E6299">
              <w:t>n1</w:t>
            </w:r>
          </w:p>
        </w:tc>
      </w:tr>
      <w:tr w:rsidR="006E6299" w:rsidRPr="006E6299" w14:paraId="14D365E3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1D199" w14:textId="77777777" w:rsidR="006E6299" w:rsidRPr="006E6299" w:rsidRDefault="006E6299" w:rsidP="006E6299">
            <w:r w:rsidRPr="006E6299">
              <w:t>Correlation Identifier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2A150" w14:textId="77777777" w:rsidR="006E6299" w:rsidRPr="006E6299" w:rsidRDefault="006E6299" w:rsidP="006E6299">
            <w:r w:rsidRPr="006E6299">
              <w:t>an..44</w:t>
            </w:r>
          </w:p>
        </w:tc>
      </w:tr>
      <w:tr w:rsidR="006E6299" w:rsidRPr="006E6299" w14:paraId="6ACA87C6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F8778E" w14:textId="77777777" w:rsidR="006E6299" w:rsidRPr="006E6299" w:rsidRDefault="006E6299" w:rsidP="006E6299">
            <w:r w:rsidRPr="006E6299">
              <w:t>Countable Flag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0F3E01" w14:textId="77777777" w:rsidR="006E6299" w:rsidRPr="006E6299" w:rsidRDefault="006E6299" w:rsidP="006E6299">
            <w:r w:rsidRPr="006E6299">
              <w:t>n1</w:t>
            </w:r>
          </w:p>
        </w:tc>
      </w:tr>
      <w:tr w:rsidR="006E6299" w:rsidRPr="006E6299" w14:paraId="771BEED1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C7A7D8" w14:textId="77777777" w:rsidR="006E6299" w:rsidRPr="006E6299" w:rsidRDefault="006E6299" w:rsidP="006E6299">
            <w:r w:rsidRPr="006E6299">
              <w:t>Country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7EFF7B" w14:textId="77777777" w:rsidR="006E6299" w:rsidRPr="006E6299" w:rsidRDefault="006E6299" w:rsidP="006E6299">
            <w:r w:rsidRPr="006E6299">
              <w:t>a2</w:t>
            </w:r>
          </w:p>
        </w:tc>
      </w:tr>
      <w:tr w:rsidR="006E6299" w:rsidRPr="006E6299" w14:paraId="724F0DE1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A5BFAA" w14:textId="77777777" w:rsidR="006E6299" w:rsidRPr="006E6299" w:rsidRDefault="006E6299" w:rsidP="006E6299">
            <w:r w:rsidRPr="006E6299">
              <w:t>Country of Registration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B69A6D" w14:textId="77777777" w:rsidR="006E6299" w:rsidRPr="006E6299" w:rsidRDefault="006E6299" w:rsidP="006E6299">
            <w:r w:rsidRPr="006E6299">
              <w:t>a2</w:t>
            </w:r>
          </w:p>
        </w:tc>
      </w:tr>
      <w:tr w:rsidR="006E6299" w:rsidRPr="006E6299" w14:paraId="565D7DBC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D4591D" w14:textId="77777777" w:rsidR="006E6299" w:rsidRPr="006E6299" w:rsidRDefault="006E6299" w:rsidP="006E6299">
            <w:r w:rsidRPr="006E6299">
              <w:t>Date and Time of Issuance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6B886D" w14:textId="77777777" w:rsidR="006E6299" w:rsidRPr="006E6299" w:rsidRDefault="006E6299" w:rsidP="006E6299">
            <w:r w:rsidRPr="006E6299">
              <w:t>dateTime</w:t>
            </w:r>
          </w:p>
        </w:tc>
      </w:tr>
      <w:tr w:rsidR="006E6299" w:rsidRPr="006E6299" w14:paraId="4A613B3D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AD81B7" w14:textId="77777777" w:rsidR="006E6299" w:rsidRPr="006E6299" w:rsidRDefault="006E6299" w:rsidP="006E6299">
            <w:r w:rsidRPr="006E6299">
              <w:t>Date and Time of Issuance of Reminder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564351" w14:textId="77777777" w:rsidR="006E6299" w:rsidRPr="006E6299" w:rsidRDefault="006E6299" w:rsidP="006E6299">
            <w:r w:rsidRPr="006E6299">
              <w:t>dateTime</w:t>
            </w:r>
          </w:p>
        </w:tc>
      </w:tr>
      <w:tr w:rsidR="006E6299" w:rsidRPr="006E6299" w14:paraId="2A645D35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2A7193" w14:textId="77777777" w:rsidR="006E6299" w:rsidRPr="006E6299" w:rsidRDefault="006E6299" w:rsidP="006E6299">
            <w:r w:rsidRPr="006E6299">
              <w:t>Date and Time of Update Validation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53C2C8" w14:textId="77777777" w:rsidR="006E6299" w:rsidRPr="006E6299" w:rsidRDefault="006E6299" w:rsidP="006E6299">
            <w:r w:rsidRPr="006E6299">
              <w:t>dateTime</w:t>
            </w:r>
          </w:p>
        </w:tc>
      </w:tr>
      <w:tr w:rsidR="006E6299" w:rsidRPr="006E6299" w14:paraId="660CCF4C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5878F8" w14:textId="77777777" w:rsidR="006E6299" w:rsidRPr="006E6299" w:rsidRDefault="006E6299" w:rsidP="006E6299">
            <w:r w:rsidRPr="006E6299">
              <w:t>Date and Time of Validation of Alert Rejection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259D35" w14:textId="77777777" w:rsidR="006E6299" w:rsidRPr="006E6299" w:rsidRDefault="006E6299" w:rsidP="006E6299">
            <w:r w:rsidRPr="006E6299">
              <w:t>dateTime</w:t>
            </w:r>
          </w:p>
        </w:tc>
      </w:tr>
      <w:tr w:rsidR="006E6299" w:rsidRPr="006E6299" w14:paraId="76D41317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7976AC" w14:textId="77777777" w:rsidR="006E6299" w:rsidRPr="006E6299" w:rsidRDefault="006E6299" w:rsidP="006E6299">
            <w:r w:rsidRPr="006E6299">
              <w:t>Date and Time of Validation of Cancellation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CA52B8" w14:textId="77777777" w:rsidR="006E6299" w:rsidRPr="006E6299" w:rsidRDefault="006E6299" w:rsidP="006E6299">
            <w:r w:rsidRPr="006E6299">
              <w:t>dateTime</w:t>
            </w:r>
          </w:p>
        </w:tc>
      </w:tr>
      <w:tr w:rsidR="006E6299" w:rsidRPr="006E6299" w14:paraId="1AB21494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ED46AD" w14:textId="77777777" w:rsidR="006E6299" w:rsidRPr="006E6299" w:rsidRDefault="006E6299" w:rsidP="006E6299">
            <w:r w:rsidRPr="006E6299">
              <w:t>Date and Time of Validation of Change of Destination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BD3549" w14:textId="77777777" w:rsidR="006E6299" w:rsidRPr="006E6299" w:rsidRDefault="006E6299" w:rsidP="006E6299">
            <w:r w:rsidRPr="006E6299">
              <w:t>dateTime</w:t>
            </w:r>
          </w:p>
        </w:tc>
      </w:tr>
      <w:tr w:rsidR="006E6299" w:rsidRPr="006E6299" w14:paraId="3705DD57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CC2A30" w14:textId="77777777" w:rsidR="006E6299" w:rsidRPr="006E6299" w:rsidRDefault="006E6299" w:rsidP="006E6299">
            <w:r w:rsidRPr="006E6299">
              <w:t>Date and Time of Validation of Control Report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7B44A8" w14:textId="77777777" w:rsidR="006E6299" w:rsidRPr="006E6299" w:rsidRDefault="006E6299" w:rsidP="006E6299">
            <w:r w:rsidRPr="006E6299">
              <w:t>dateTime</w:t>
            </w:r>
          </w:p>
        </w:tc>
      </w:tr>
      <w:tr w:rsidR="006E6299" w:rsidRPr="006E6299" w14:paraId="387BA145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091344" w14:textId="77777777" w:rsidR="006E6299" w:rsidRPr="006E6299" w:rsidRDefault="006E6299" w:rsidP="006E6299">
            <w:r w:rsidRPr="006E6299">
              <w:t>Date and Time of Validation of e-AD/e-SAD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350E8A" w14:textId="77777777" w:rsidR="006E6299" w:rsidRPr="006E6299" w:rsidRDefault="006E6299" w:rsidP="006E6299">
            <w:r w:rsidRPr="006E6299">
              <w:t>dateTime</w:t>
            </w:r>
          </w:p>
        </w:tc>
      </w:tr>
      <w:tr w:rsidR="006E6299" w:rsidRPr="006E6299" w14:paraId="755AA275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E6A56F" w14:textId="77777777" w:rsidR="006E6299" w:rsidRPr="006E6299" w:rsidRDefault="006E6299" w:rsidP="006E6299">
            <w:r w:rsidRPr="006E6299">
              <w:t>Date and Time of Validation of Event Report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659D92" w14:textId="77777777" w:rsidR="006E6299" w:rsidRPr="006E6299" w:rsidRDefault="006E6299" w:rsidP="006E6299">
            <w:r w:rsidRPr="006E6299">
              <w:t>dateTime</w:t>
            </w:r>
          </w:p>
        </w:tc>
      </w:tr>
      <w:tr w:rsidR="006E6299" w:rsidRPr="006E6299" w14:paraId="497A1C90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175A17" w14:textId="77777777" w:rsidR="006E6299" w:rsidRPr="006E6299" w:rsidRDefault="006E6299" w:rsidP="006E6299">
            <w:r w:rsidRPr="006E6299">
              <w:t>Date and Time of Validation of Explanation on Delay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E7FA4C" w14:textId="77777777" w:rsidR="006E6299" w:rsidRPr="006E6299" w:rsidRDefault="006E6299" w:rsidP="006E6299">
            <w:r w:rsidRPr="006E6299">
              <w:t>dateTime</w:t>
            </w:r>
          </w:p>
        </w:tc>
      </w:tr>
      <w:tr w:rsidR="006E6299" w:rsidRPr="006E6299" w14:paraId="02953456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A689D1" w14:textId="77777777" w:rsidR="006E6299" w:rsidRPr="006E6299" w:rsidRDefault="006E6299" w:rsidP="006E6299">
            <w:r w:rsidRPr="006E6299">
              <w:t>Date and Time of Validation of Explanation on Shortage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01F808" w14:textId="77777777" w:rsidR="006E6299" w:rsidRPr="006E6299" w:rsidRDefault="006E6299" w:rsidP="006E6299">
            <w:r w:rsidRPr="006E6299">
              <w:t>dateTime</w:t>
            </w:r>
          </w:p>
        </w:tc>
      </w:tr>
      <w:tr w:rsidR="006E6299" w:rsidRPr="006E6299" w14:paraId="533A6C82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056A29" w14:textId="77777777" w:rsidR="006E6299" w:rsidRPr="006E6299" w:rsidRDefault="006E6299" w:rsidP="006E6299">
            <w:r w:rsidRPr="006E6299">
              <w:t>Date and Time of Validation of Report of Receipt/Export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C6731A" w14:textId="77777777" w:rsidR="006E6299" w:rsidRPr="006E6299" w:rsidRDefault="006E6299" w:rsidP="006E6299">
            <w:r w:rsidRPr="006E6299">
              <w:t>dateTime</w:t>
            </w:r>
          </w:p>
        </w:tc>
      </w:tr>
      <w:tr w:rsidR="006E6299" w:rsidRPr="006E6299" w14:paraId="5ADA1D46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619CAF" w14:textId="77777777" w:rsidR="006E6299" w:rsidRPr="006E6299" w:rsidRDefault="006E6299" w:rsidP="006E6299">
            <w:r w:rsidRPr="006E6299">
              <w:t>Date for which Reply is Requested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C496CD" w14:textId="77777777" w:rsidR="006E6299" w:rsidRPr="006E6299" w:rsidRDefault="006E6299" w:rsidP="006E6299">
            <w:r w:rsidRPr="006E6299">
              <w:t>date</w:t>
            </w:r>
          </w:p>
        </w:tc>
      </w:tr>
      <w:tr w:rsidR="006E6299" w:rsidRPr="006E6299" w14:paraId="65B04064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A1E85C" w14:textId="77777777" w:rsidR="006E6299" w:rsidRPr="006E6299" w:rsidRDefault="006E6299" w:rsidP="006E6299">
            <w:r w:rsidRPr="006E6299">
              <w:t>Date of Acceptance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5BFAC5" w14:textId="77777777" w:rsidR="006E6299" w:rsidRPr="006E6299" w:rsidRDefault="006E6299" w:rsidP="006E6299">
            <w:r w:rsidRPr="006E6299">
              <w:t>date</w:t>
            </w:r>
          </w:p>
        </w:tc>
      </w:tr>
      <w:tr w:rsidR="006E6299" w:rsidRPr="006E6299" w14:paraId="258E1B30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A31A97" w14:textId="77777777" w:rsidR="006E6299" w:rsidRPr="006E6299" w:rsidRDefault="006E6299" w:rsidP="006E6299">
            <w:r w:rsidRPr="006E6299">
              <w:t>Date of Alert or Rejection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3FD9AA" w14:textId="77777777" w:rsidR="006E6299" w:rsidRPr="006E6299" w:rsidRDefault="006E6299" w:rsidP="006E6299">
            <w:r w:rsidRPr="006E6299">
              <w:t>date</w:t>
            </w:r>
          </w:p>
        </w:tc>
      </w:tr>
      <w:tr w:rsidR="006E6299" w:rsidRPr="006E6299" w14:paraId="756A7A4A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B5BE67" w14:textId="77777777" w:rsidR="006E6299" w:rsidRPr="006E6299" w:rsidRDefault="006E6299" w:rsidP="006E6299">
            <w:r w:rsidRPr="006E6299">
              <w:t>Date of Analysis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65792" w14:textId="77777777" w:rsidR="006E6299" w:rsidRPr="006E6299" w:rsidRDefault="006E6299" w:rsidP="006E6299">
            <w:r w:rsidRPr="006E6299">
              <w:t>date</w:t>
            </w:r>
          </w:p>
        </w:tc>
      </w:tr>
      <w:tr w:rsidR="006E6299" w:rsidRPr="006E6299" w14:paraId="39F53D4D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E26BA3" w14:textId="77777777" w:rsidR="006E6299" w:rsidRPr="006E6299" w:rsidRDefault="006E6299" w:rsidP="006E6299">
            <w:r w:rsidRPr="006E6299">
              <w:t>Date of Arrival of Excise Products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7FE57" w14:textId="77777777" w:rsidR="006E6299" w:rsidRPr="006E6299" w:rsidRDefault="006E6299" w:rsidP="006E6299">
            <w:r w:rsidRPr="006E6299">
              <w:t>date</w:t>
            </w:r>
          </w:p>
        </w:tc>
      </w:tr>
      <w:tr w:rsidR="006E6299" w:rsidRPr="006E6299" w14:paraId="6B4D208F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3D89D1" w14:textId="77777777" w:rsidR="006E6299" w:rsidRPr="006E6299" w:rsidRDefault="006E6299" w:rsidP="006E6299">
            <w:r w:rsidRPr="006E6299">
              <w:t>Date of Control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DCDE69" w14:textId="77777777" w:rsidR="006E6299" w:rsidRPr="006E6299" w:rsidRDefault="006E6299" w:rsidP="006E6299">
            <w:r w:rsidRPr="006E6299">
              <w:t>date</w:t>
            </w:r>
          </w:p>
        </w:tc>
      </w:tr>
      <w:tr w:rsidR="006E6299" w:rsidRPr="006E6299" w14:paraId="4F259D4F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E6F38E" w14:textId="77777777" w:rsidR="006E6299" w:rsidRPr="006E6299" w:rsidRDefault="006E6299" w:rsidP="006E6299">
            <w:r w:rsidRPr="006E6299">
              <w:t>Date of Dispatch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1A4DC1" w14:textId="77777777" w:rsidR="006E6299" w:rsidRPr="006E6299" w:rsidRDefault="006E6299" w:rsidP="006E6299">
            <w:r w:rsidRPr="006E6299">
              <w:t>date</w:t>
            </w:r>
          </w:p>
        </w:tc>
      </w:tr>
      <w:tr w:rsidR="006E6299" w:rsidRPr="006E6299" w14:paraId="695BEB52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10C261" w14:textId="77777777" w:rsidR="006E6299" w:rsidRPr="006E6299" w:rsidRDefault="006E6299" w:rsidP="006E6299">
            <w:r w:rsidRPr="006E6299">
              <w:t>Date of Event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FDE58C" w14:textId="77777777" w:rsidR="006E6299" w:rsidRPr="006E6299" w:rsidRDefault="006E6299" w:rsidP="006E6299">
            <w:r w:rsidRPr="006E6299">
              <w:t>date</w:t>
            </w:r>
          </w:p>
        </w:tc>
      </w:tr>
      <w:tr w:rsidR="006E6299" w:rsidRPr="006E6299" w14:paraId="5707E8B9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5FA33A" w14:textId="77777777" w:rsidR="006E6299" w:rsidRPr="006E6299" w:rsidRDefault="006E6299" w:rsidP="006E6299">
            <w:r w:rsidRPr="006E6299">
              <w:t>Date of Expiry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0593E8" w14:textId="77777777" w:rsidR="006E6299" w:rsidRPr="006E6299" w:rsidRDefault="006E6299" w:rsidP="006E6299">
            <w:r w:rsidRPr="006E6299">
              <w:t>date</w:t>
            </w:r>
          </w:p>
        </w:tc>
      </w:tr>
      <w:tr w:rsidR="006E6299" w:rsidRPr="006E6299" w14:paraId="17E7D05C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77D8F2" w14:textId="77777777" w:rsidR="006E6299" w:rsidRPr="006E6299" w:rsidRDefault="006E6299" w:rsidP="006E6299">
            <w:r w:rsidRPr="006E6299">
              <w:t>Date of Issuance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CAB0A7" w14:textId="77777777" w:rsidR="006E6299" w:rsidRPr="006E6299" w:rsidRDefault="006E6299" w:rsidP="006E6299">
            <w:r w:rsidRPr="006E6299">
              <w:t>date</w:t>
            </w:r>
          </w:p>
        </w:tc>
      </w:tr>
      <w:tr w:rsidR="006E6299" w:rsidRPr="006E6299" w14:paraId="55273DBC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311D28" w14:textId="77777777" w:rsidR="006E6299" w:rsidRPr="006E6299" w:rsidRDefault="006E6299" w:rsidP="006E6299">
            <w:r w:rsidRPr="006E6299">
              <w:t>Date of MV Request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386929" w14:textId="77777777" w:rsidR="006E6299" w:rsidRPr="006E6299" w:rsidRDefault="006E6299" w:rsidP="006E6299">
            <w:r w:rsidRPr="006E6299">
              <w:t>date</w:t>
            </w:r>
          </w:p>
        </w:tc>
      </w:tr>
      <w:tr w:rsidR="006E6299" w:rsidRPr="006E6299" w14:paraId="2CCD586A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78283E" w14:textId="77777777" w:rsidR="006E6299" w:rsidRPr="006E6299" w:rsidRDefault="006E6299" w:rsidP="006E6299">
            <w:r w:rsidRPr="006E6299">
              <w:t>Date of preparation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ACAF48" w14:textId="77777777" w:rsidR="006E6299" w:rsidRPr="006E6299" w:rsidRDefault="006E6299" w:rsidP="006E6299">
            <w:r w:rsidRPr="006E6299">
              <w:t>date</w:t>
            </w:r>
          </w:p>
        </w:tc>
      </w:tr>
      <w:tr w:rsidR="006E6299" w:rsidRPr="006E6299" w14:paraId="10474105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C5ACA1" w14:textId="77777777" w:rsidR="006E6299" w:rsidRPr="006E6299" w:rsidRDefault="006E6299" w:rsidP="006E6299">
            <w:r w:rsidRPr="006E6299">
              <w:t>Date of Release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7C7954" w14:textId="77777777" w:rsidR="006E6299" w:rsidRPr="006E6299" w:rsidRDefault="006E6299" w:rsidP="006E6299">
            <w:r w:rsidRPr="006E6299">
              <w:t>date</w:t>
            </w:r>
          </w:p>
        </w:tc>
      </w:tr>
      <w:tr w:rsidR="006E6299" w:rsidRPr="006E6299" w14:paraId="7D2E5C08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960475" w14:textId="77777777" w:rsidR="006E6299" w:rsidRPr="006E6299" w:rsidRDefault="006E6299" w:rsidP="006E6299">
            <w:r w:rsidRPr="006E6299">
              <w:t>Date of sending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35B35A" w14:textId="77777777" w:rsidR="006E6299" w:rsidRPr="006E6299" w:rsidRDefault="006E6299" w:rsidP="006E6299">
            <w:r w:rsidRPr="006E6299">
              <w:t>date</w:t>
            </w:r>
          </w:p>
        </w:tc>
      </w:tr>
      <w:tr w:rsidR="006E6299" w:rsidRPr="006E6299" w14:paraId="43229309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8DA506" w14:textId="77777777" w:rsidR="006E6299" w:rsidRPr="006E6299" w:rsidRDefault="006E6299" w:rsidP="006E6299">
            <w:r w:rsidRPr="006E6299">
              <w:t>Date of Shortage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00DCC7" w14:textId="77777777" w:rsidR="006E6299" w:rsidRPr="006E6299" w:rsidRDefault="006E6299" w:rsidP="006E6299">
            <w:r w:rsidRPr="006E6299">
              <w:t>date</w:t>
            </w:r>
          </w:p>
        </w:tc>
      </w:tr>
      <w:tr w:rsidR="006E6299" w:rsidRPr="006E6299" w14:paraId="4875767A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6FAAD2" w14:textId="77777777" w:rsidR="006E6299" w:rsidRPr="006E6299" w:rsidRDefault="006E6299" w:rsidP="006E6299">
            <w:r w:rsidRPr="006E6299">
              <w:t>Deadline for Results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F8F900" w14:textId="77777777" w:rsidR="006E6299" w:rsidRPr="006E6299" w:rsidRDefault="006E6299" w:rsidP="006E6299">
            <w:r w:rsidRPr="006E6299">
              <w:t>dateTime</w:t>
            </w:r>
          </w:p>
        </w:tc>
      </w:tr>
      <w:tr w:rsidR="006E6299" w:rsidRPr="006E6299" w14:paraId="45F67910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4EFB5D" w14:textId="77777777" w:rsidR="006E6299" w:rsidRPr="006E6299" w:rsidRDefault="006E6299" w:rsidP="006E6299">
            <w:r w:rsidRPr="006E6299">
              <w:t>Deferred submission flag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0DFED8" w14:textId="77777777" w:rsidR="006E6299" w:rsidRPr="006E6299" w:rsidRDefault="006E6299" w:rsidP="006E6299">
            <w:r w:rsidRPr="006E6299">
              <w:t>n1</w:t>
            </w:r>
          </w:p>
        </w:tc>
      </w:tr>
      <w:tr w:rsidR="006E6299" w:rsidRPr="006E6299" w14:paraId="2EEA7CF3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8F376D" w14:textId="77777777" w:rsidR="006E6299" w:rsidRPr="006E6299" w:rsidRDefault="006E6299" w:rsidP="006E6299">
            <w:r w:rsidRPr="006E6299">
              <w:lastRenderedPageBreak/>
              <w:t>Degree Plato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4E178E" w14:textId="77777777" w:rsidR="006E6299" w:rsidRPr="006E6299" w:rsidRDefault="006E6299" w:rsidP="006E6299">
            <w:r w:rsidRPr="006E6299">
              <w:t>n..5,2</w:t>
            </w:r>
          </w:p>
        </w:tc>
      </w:tr>
      <w:tr w:rsidR="006E6299" w:rsidRPr="006E6299" w14:paraId="32E40326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C8525C" w14:textId="77777777" w:rsidR="006E6299" w:rsidRPr="006E6299" w:rsidRDefault="006E6299" w:rsidP="006E6299">
            <w:r w:rsidRPr="006E6299">
              <w:t>Degree Plato Applicability flag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0C9CB1" w14:textId="77777777" w:rsidR="006E6299" w:rsidRPr="006E6299" w:rsidRDefault="006E6299" w:rsidP="006E6299">
            <w:r w:rsidRPr="006E6299">
              <w:t>n1</w:t>
            </w:r>
          </w:p>
        </w:tc>
      </w:tr>
      <w:tr w:rsidR="006E6299" w:rsidRPr="006E6299" w14:paraId="2404000C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59A244" w14:textId="77777777" w:rsidR="006E6299" w:rsidRPr="006E6299" w:rsidRDefault="006E6299" w:rsidP="006E6299">
            <w:r w:rsidRPr="006E6299">
              <w:t>Delay Explanation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B30643" w14:textId="77777777" w:rsidR="006E6299" w:rsidRPr="006E6299" w:rsidRDefault="006E6299" w:rsidP="006E6299">
            <w:r w:rsidRPr="006E6299">
              <w:t>n..2</w:t>
            </w:r>
          </w:p>
        </w:tc>
      </w:tr>
      <w:tr w:rsidR="006E6299" w:rsidRPr="006E6299" w14:paraId="3E3BB56E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829FAE" w14:textId="77777777" w:rsidR="006E6299" w:rsidRPr="006E6299" w:rsidRDefault="006E6299" w:rsidP="006E6299">
            <w:r w:rsidRPr="006E6299">
              <w:t>Delayed Result Reason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34AF73" w14:textId="77777777" w:rsidR="006E6299" w:rsidRPr="006E6299" w:rsidRDefault="006E6299" w:rsidP="006E6299">
            <w:r w:rsidRPr="006E6299">
              <w:t>n..2</w:t>
            </w:r>
          </w:p>
        </w:tc>
      </w:tr>
      <w:tr w:rsidR="006E6299" w:rsidRPr="006E6299" w14:paraId="3F46895C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AC10F5" w14:textId="77777777" w:rsidR="006E6299" w:rsidRPr="006E6299" w:rsidRDefault="006E6299" w:rsidP="006E6299">
            <w:r w:rsidRPr="006E6299">
              <w:t>Density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13523B" w14:textId="77777777" w:rsidR="006E6299" w:rsidRPr="006E6299" w:rsidRDefault="006E6299" w:rsidP="006E6299">
            <w:r w:rsidRPr="006E6299">
              <w:t>n..5,2</w:t>
            </w:r>
          </w:p>
        </w:tc>
      </w:tr>
      <w:tr w:rsidR="006E6299" w:rsidRPr="006E6299" w14:paraId="71993A16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1065CB" w14:textId="77777777" w:rsidR="006E6299" w:rsidRPr="006E6299" w:rsidRDefault="006E6299" w:rsidP="006E6299">
            <w:r w:rsidRPr="006E6299">
              <w:t>Density Applicability flag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1DC847" w14:textId="77777777" w:rsidR="006E6299" w:rsidRPr="006E6299" w:rsidRDefault="006E6299" w:rsidP="006E6299">
            <w:r w:rsidRPr="006E6299">
              <w:t>n1</w:t>
            </w:r>
          </w:p>
        </w:tc>
      </w:tr>
      <w:tr w:rsidR="006E6299" w:rsidRPr="006E6299" w14:paraId="547BEEFD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564638" w14:textId="77777777" w:rsidR="006E6299" w:rsidRPr="006E6299" w:rsidRDefault="006E6299" w:rsidP="006E6299">
            <w:r w:rsidRPr="006E6299">
              <w:t>Description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D09F4B" w14:textId="77777777" w:rsidR="006E6299" w:rsidRPr="006E6299" w:rsidRDefault="006E6299" w:rsidP="006E6299">
            <w:r w:rsidRPr="006E6299">
              <w:t>an..999</w:t>
            </w:r>
          </w:p>
        </w:tc>
      </w:tr>
      <w:tr w:rsidR="006E6299" w:rsidRPr="006E6299" w14:paraId="7BD3EA61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8C4BBC" w14:textId="77777777" w:rsidR="006E6299" w:rsidRPr="006E6299" w:rsidRDefault="006E6299" w:rsidP="006E6299">
            <w:r w:rsidRPr="006E6299">
              <w:t>Description of the Goods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422D62" w14:textId="77777777" w:rsidR="006E6299" w:rsidRPr="006E6299" w:rsidRDefault="006E6299" w:rsidP="006E6299">
            <w:r w:rsidRPr="006E6299">
              <w:t>an..55</w:t>
            </w:r>
          </w:p>
        </w:tc>
      </w:tr>
      <w:tr w:rsidR="006E6299" w:rsidRPr="006E6299" w14:paraId="053E6F11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D38D18" w14:textId="77777777" w:rsidR="006E6299" w:rsidRPr="006E6299" w:rsidRDefault="006E6299" w:rsidP="006E6299">
            <w:r w:rsidRPr="006E6299">
              <w:t>Designation of Origin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D87CF4" w14:textId="77777777" w:rsidR="006E6299" w:rsidRPr="006E6299" w:rsidRDefault="006E6299" w:rsidP="006E6299">
            <w:r w:rsidRPr="006E6299">
              <w:t>an..350</w:t>
            </w:r>
          </w:p>
        </w:tc>
      </w:tr>
      <w:tr w:rsidR="006E6299" w:rsidRPr="006E6299" w14:paraId="61D39FED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378B29" w14:textId="77777777" w:rsidR="006E6299" w:rsidRPr="006E6299" w:rsidRDefault="006E6299" w:rsidP="006E6299">
            <w:r w:rsidRPr="006E6299">
              <w:t>Designation of Origin_LNG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E26F46" w14:textId="77777777" w:rsidR="006E6299" w:rsidRPr="006E6299" w:rsidRDefault="006E6299" w:rsidP="006E6299">
            <w:r w:rsidRPr="006E6299">
              <w:t>a2</w:t>
            </w:r>
          </w:p>
        </w:tc>
      </w:tr>
      <w:tr w:rsidR="006E6299" w:rsidRPr="006E6299" w14:paraId="68113AF7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AB3C97" w14:textId="77777777" w:rsidR="006E6299" w:rsidRPr="006E6299" w:rsidRDefault="006E6299" w:rsidP="006E6299">
            <w:r w:rsidRPr="006E6299">
              <w:t>Destination Type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401923" w14:textId="77777777" w:rsidR="006E6299" w:rsidRPr="006E6299" w:rsidRDefault="006E6299" w:rsidP="006E6299">
            <w:r w:rsidRPr="006E6299">
              <w:t>n..2</w:t>
            </w:r>
          </w:p>
        </w:tc>
      </w:tr>
      <w:tr w:rsidR="006E6299" w:rsidRPr="006E6299" w14:paraId="4C8023AB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0FFB1B" w14:textId="77777777" w:rsidR="006E6299" w:rsidRPr="006E6299" w:rsidRDefault="006E6299" w:rsidP="006E6299">
            <w:r w:rsidRPr="006E6299">
              <w:t>Diagnosis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2131CC" w14:textId="77777777" w:rsidR="006E6299" w:rsidRPr="006E6299" w:rsidRDefault="006E6299" w:rsidP="006E6299">
            <w:r w:rsidRPr="006E6299">
              <w:t>n1</w:t>
            </w:r>
          </w:p>
        </w:tc>
      </w:tr>
      <w:tr w:rsidR="006E6299" w:rsidRPr="006E6299" w14:paraId="2CCC36D6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E538AD" w14:textId="77777777" w:rsidR="006E6299" w:rsidRPr="006E6299" w:rsidRDefault="006E6299" w:rsidP="006E6299">
            <w:r w:rsidRPr="006E6299">
              <w:t>Document Description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BC31B7" w14:textId="77777777" w:rsidR="006E6299" w:rsidRPr="006E6299" w:rsidRDefault="006E6299" w:rsidP="006E6299">
            <w:r w:rsidRPr="006E6299">
              <w:t>an..350</w:t>
            </w:r>
          </w:p>
        </w:tc>
      </w:tr>
      <w:tr w:rsidR="006E6299" w:rsidRPr="006E6299" w14:paraId="736A9633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60853D" w14:textId="77777777" w:rsidR="006E6299" w:rsidRPr="006E6299" w:rsidRDefault="006E6299" w:rsidP="006E6299">
            <w:r w:rsidRPr="006E6299">
              <w:t>Document Description_LNG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E4324D" w14:textId="77777777" w:rsidR="006E6299" w:rsidRPr="006E6299" w:rsidRDefault="006E6299" w:rsidP="006E6299">
            <w:r w:rsidRPr="006E6299">
              <w:t>a2</w:t>
            </w:r>
          </w:p>
        </w:tc>
      </w:tr>
      <w:tr w:rsidR="006E6299" w:rsidRPr="006E6299" w14:paraId="69E5571D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1127C0" w14:textId="77777777" w:rsidR="006E6299" w:rsidRPr="006E6299" w:rsidRDefault="006E6299" w:rsidP="006E6299">
            <w:r w:rsidRPr="006E6299">
              <w:t>Document Reference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2EC917" w14:textId="77777777" w:rsidR="006E6299" w:rsidRPr="006E6299" w:rsidRDefault="006E6299" w:rsidP="006E6299">
            <w:r w:rsidRPr="006E6299">
              <w:t>an..35</w:t>
            </w:r>
          </w:p>
        </w:tc>
      </w:tr>
      <w:tr w:rsidR="006E6299" w:rsidRPr="006E6299" w14:paraId="57D9A198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4BD29F" w14:textId="77777777" w:rsidR="006E6299" w:rsidRPr="006E6299" w:rsidRDefault="006E6299" w:rsidP="006E6299">
            <w:r w:rsidRPr="006E6299">
              <w:t>Document Reference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DBE47E" w14:textId="77777777" w:rsidR="006E6299" w:rsidRPr="006E6299" w:rsidRDefault="006E6299" w:rsidP="006E6299">
            <w:r w:rsidRPr="006E6299">
              <w:t>an..21</w:t>
            </w:r>
          </w:p>
        </w:tc>
      </w:tr>
      <w:tr w:rsidR="006E6299" w:rsidRPr="006E6299" w14:paraId="5791E254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92CAB" w14:textId="77777777" w:rsidR="006E6299" w:rsidRPr="006E6299" w:rsidRDefault="006E6299" w:rsidP="006E6299">
            <w:r w:rsidRPr="006E6299">
              <w:t>Document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D37DE8" w14:textId="77777777" w:rsidR="006E6299" w:rsidRPr="006E6299" w:rsidRDefault="006E6299" w:rsidP="006E6299">
            <w:r w:rsidRPr="006E6299">
              <w:t>an..4</w:t>
            </w:r>
          </w:p>
        </w:tc>
      </w:tr>
      <w:tr w:rsidR="006E6299" w:rsidRPr="006E6299" w14:paraId="20C6C3A6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A4A170" w14:textId="77777777" w:rsidR="006E6299" w:rsidRPr="006E6299" w:rsidRDefault="006E6299" w:rsidP="006E6299">
            <w:r w:rsidRPr="006E6299">
              <w:t>Downtime End Date and Time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D1EEE6" w14:textId="77777777" w:rsidR="006E6299" w:rsidRPr="006E6299" w:rsidRDefault="006E6299" w:rsidP="006E6299">
            <w:r w:rsidRPr="006E6299">
              <w:t>dateTime</w:t>
            </w:r>
          </w:p>
        </w:tc>
      </w:tr>
      <w:tr w:rsidR="006E6299" w:rsidRPr="006E6299" w14:paraId="352D5E6F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4C85D5" w14:textId="77777777" w:rsidR="006E6299" w:rsidRPr="006E6299" w:rsidRDefault="006E6299" w:rsidP="006E6299">
            <w:r w:rsidRPr="006E6299">
              <w:t>Downtime Start Date and Time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B6FDA5" w14:textId="77777777" w:rsidR="006E6299" w:rsidRPr="006E6299" w:rsidRDefault="006E6299" w:rsidP="006E6299">
            <w:r w:rsidRPr="006E6299">
              <w:t>dateTime</w:t>
            </w:r>
          </w:p>
        </w:tc>
      </w:tr>
      <w:tr w:rsidR="006E6299" w:rsidRPr="006E6299" w14:paraId="6AAA0962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8CAAB5" w14:textId="77777777" w:rsidR="006E6299" w:rsidRPr="006E6299" w:rsidRDefault="006E6299" w:rsidP="006E6299">
            <w:r w:rsidRPr="006E6299">
              <w:t>E-AD/E-SAD Rejected flag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7DA830" w14:textId="77777777" w:rsidR="006E6299" w:rsidRPr="006E6299" w:rsidRDefault="006E6299" w:rsidP="006E6299">
            <w:r w:rsidRPr="006E6299">
              <w:t>n1</w:t>
            </w:r>
          </w:p>
        </w:tc>
      </w:tr>
      <w:tr w:rsidR="006E6299" w:rsidRPr="006E6299" w14:paraId="4EBAB939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36ED8A" w14:textId="77777777" w:rsidR="006E6299" w:rsidRPr="006E6299" w:rsidRDefault="006E6299" w:rsidP="006E6299">
            <w:r w:rsidRPr="006E6299">
              <w:t>E-mail Address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43810E" w14:textId="77777777" w:rsidR="006E6299" w:rsidRPr="006E6299" w:rsidRDefault="006E6299" w:rsidP="006E6299">
            <w:r w:rsidRPr="006E6299">
              <w:t>an..70</w:t>
            </w:r>
          </w:p>
        </w:tc>
      </w:tr>
      <w:tr w:rsidR="006E6299" w:rsidRPr="006E6299" w14:paraId="674885F0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608FF4" w14:textId="77777777" w:rsidR="006E6299" w:rsidRPr="006E6299" w:rsidRDefault="006E6299" w:rsidP="006E6299">
            <w:r w:rsidRPr="006E6299">
              <w:t>EORI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F7216" w14:textId="77777777" w:rsidR="006E6299" w:rsidRPr="006E6299" w:rsidRDefault="006E6299" w:rsidP="006E6299">
            <w:r w:rsidRPr="006E6299">
              <w:t>an..17</w:t>
            </w:r>
          </w:p>
        </w:tc>
      </w:tr>
      <w:tr w:rsidR="006E6299" w:rsidRPr="006E6299" w14:paraId="602C17FE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47411F" w14:textId="77777777" w:rsidR="006E6299" w:rsidRPr="006E6299" w:rsidRDefault="006E6299" w:rsidP="006E6299">
            <w:r w:rsidRPr="006E6299">
              <w:t>Error Column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9A228C" w14:textId="77777777" w:rsidR="006E6299" w:rsidRPr="006E6299" w:rsidRDefault="006E6299" w:rsidP="006E6299">
            <w:r w:rsidRPr="006E6299">
              <w:t>n..9</w:t>
            </w:r>
          </w:p>
        </w:tc>
      </w:tr>
      <w:tr w:rsidR="006E6299" w:rsidRPr="006E6299" w14:paraId="35BC0FA9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A161E3" w14:textId="77777777" w:rsidR="006E6299" w:rsidRPr="006E6299" w:rsidRDefault="006E6299" w:rsidP="006E6299">
            <w:r w:rsidRPr="006E6299">
              <w:t>Error Line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35098C" w14:textId="77777777" w:rsidR="006E6299" w:rsidRPr="006E6299" w:rsidRDefault="006E6299" w:rsidP="006E6299">
            <w:r w:rsidRPr="006E6299">
              <w:t>n..9</w:t>
            </w:r>
          </w:p>
        </w:tc>
      </w:tr>
      <w:tr w:rsidR="006E6299" w:rsidRPr="006E6299" w14:paraId="2F8498ED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18B08" w14:textId="77777777" w:rsidR="006E6299" w:rsidRPr="006E6299" w:rsidRDefault="006E6299" w:rsidP="006E6299">
            <w:r w:rsidRPr="006E6299">
              <w:t>Error Location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2F7411" w14:textId="77777777" w:rsidR="006E6299" w:rsidRPr="006E6299" w:rsidRDefault="006E6299" w:rsidP="006E6299">
            <w:r w:rsidRPr="006E6299">
              <w:t>an..350</w:t>
            </w:r>
          </w:p>
        </w:tc>
      </w:tr>
      <w:tr w:rsidR="006E6299" w:rsidRPr="006E6299" w14:paraId="51356607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EB9364" w14:textId="77777777" w:rsidR="006E6299" w:rsidRPr="006E6299" w:rsidRDefault="006E6299" w:rsidP="006E6299">
            <w:r w:rsidRPr="006E6299">
              <w:t>Error Reason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822E42" w14:textId="77777777" w:rsidR="006E6299" w:rsidRPr="006E6299" w:rsidRDefault="006E6299" w:rsidP="006E6299">
            <w:r w:rsidRPr="006E6299">
              <w:t>an..350</w:t>
            </w:r>
          </w:p>
        </w:tc>
      </w:tr>
      <w:tr w:rsidR="006E6299" w:rsidRPr="006E6299" w14:paraId="111D2160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980266" w14:textId="77777777" w:rsidR="006E6299" w:rsidRPr="006E6299" w:rsidRDefault="006E6299" w:rsidP="006E6299">
            <w:r w:rsidRPr="006E6299">
              <w:t>Error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A0AD17" w14:textId="77777777" w:rsidR="006E6299" w:rsidRPr="006E6299" w:rsidRDefault="006E6299" w:rsidP="006E6299">
            <w:r w:rsidRPr="006E6299">
              <w:t>n..5</w:t>
            </w:r>
          </w:p>
        </w:tc>
      </w:tr>
      <w:tr w:rsidR="006E6299" w:rsidRPr="006E6299" w14:paraId="48D00B3C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96276F" w14:textId="77777777" w:rsidR="006E6299" w:rsidRPr="006E6299" w:rsidRDefault="006E6299" w:rsidP="006E6299">
            <w:r w:rsidRPr="006E6299">
              <w:t>Event Report Message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7392B6" w14:textId="77777777" w:rsidR="006E6299" w:rsidRPr="006E6299" w:rsidRDefault="006E6299" w:rsidP="006E6299">
            <w:r w:rsidRPr="006E6299">
              <w:t>n1</w:t>
            </w:r>
          </w:p>
        </w:tc>
      </w:tr>
      <w:tr w:rsidR="006E6299" w:rsidRPr="006E6299" w14:paraId="2BBC0254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4BE2B2" w14:textId="77777777" w:rsidR="006E6299" w:rsidRPr="006E6299" w:rsidRDefault="006E6299" w:rsidP="006E6299">
            <w:r w:rsidRPr="006E6299">
              <w:t>Event Report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44C811" w14:textId="77777777" w:rsidR="006E6299" w:rsidRPr="006E6299" w:rsidRDefault="006E6299" w:rsidP="006E6299">
            <w:r w:rsidRPr="006E6299">
              <w:t>an16</w:t>
            </w:r>
          </w:p>
        </w:tc>
      </w:tr>
      <w:tr w:rsidR="006E6299" w:rsidRPr="006E6299" w14:paraId="5697C20C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B2154C" w14:textId="77777777" w:rsidR="006E6299" w:rsidRPr="006E6299" w:rsidRDefault="006E6299" w:rsidP="006E6299">
            <w:r w:rsidRPr="006E6299">
              <w:t>Event Type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E7FB12" w14:textId="77777777" w:rsidR="006E6299" w:rsidRPr="006E6299" w:rsidRDefault="006E6299" w:rsidP="006E6299">
            <w:r w:rsidRPr="006E6299">
              <w:t>n..2</w:t>
            </w:r>
          </w:p>
        </w:tc>
      </w:tr>
      <w:tr w:rsidR="006E6299" w:rsidRPr="006E6299" w14:paraId="34028E8B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FC1E67" w14:textId="77777777" w:rsidR="006E6299" w:rsidRPr="006E6299" w:rsidRDefault="006E6299" w:rsidP="006E6299">
            <w:r w:rsidRPr="006E6299">
              <w:t>Evidence Type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27194D" w14:textId="77777777" w:rsidR="006E6299" w:rsidRPr="006E6299" w:rsidRDefault="006E6299" w:rsidP="006E6299">
            <w:r w:rsidRPr="006E6299">
              <w:t>n..2</w:t>
            </w:r>
          </w:p>
        </w:tc>
      </w:tr>
      <w:tr w:rsidR="006E6299" w:rsidRPr="006E6299" w14:paraId="587EF277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232FBA" w14:textId="77777777" w:rsidR="006E6299" w:rsidRPr="006E6299" w:rsidRDefault="006E6299" w:rsidP="006E6299">
            <w:r w:rsidRPr="006E6299">
              <w:t>Evidence Type Complement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EAEC7B" w14:textId="77777777" w:rsidR="006E6299" w:rsidRPr="006E6299" w:rsidRDefault="006E6299" w:rsidP="006E6299">
            <w:r w:rsidRPr="006E6299">
              <w:t>an..350</w:t>
            </w:r>
          </w:p>
        </w:tc>
      </w:tr>
      <w:tr w:rsidR="006E6299" w:rsidRPr="006E6299" w14:paraId="33CB815A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289986" w14:textId="77777777" w:rsidR="006E6299" w:rsidRPr="006E6299" w:rsidRDefault="006E6299" w:rsidP="006E6299">
            <w:r w:rsidRPr="006E6299">
              <w:t>Evidence Type Complement_LNG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96586F" w14:textId="77777777" w:rsidR="006E6299" w:rsidRPr="006E6299" w:rsidRDefault="006E6299" w:rsidP="006E6299">
            <w:r w:rsidRPr="006E6299">
              <w:t>a2</w:t>
            </w:r>
          </w:p>
        </w:tc>
      </w:tr>
      <w:tr w:rsidR="006E6299" w:rsidRPr="006E6299" w14:paraId="46FC741B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2E2A2C" w14:textId="77777777" w:rsidR="006E6299" w:rsidRPr="006E6299" w:rsidRDefault="006E6299" w:rsidP="006E6299">
            <w:r w:rsidRPr="006E6299">
              <w:t>Excise Officer Identification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14909C" w14:textId="77777777" w:rsidR="006E6299" w:rsidRPr="006E6299" w:rsidRDefault="006E6299" w:rsidP="006E6299">
            <w:r w:rsidRPr="006E6299">
              <w:t>an..35</w:t>
            </w:r>
          </w:p>
        </w:tc>
      </w:tr>
      <w:tr w:rsidR="006E6299" w:rsidRPr="006E6299" w14:paraId="7C9C13D3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FF1BEE" w14:textId="77777777" w:rsidR="006E6299" w:rsidRPr="006E6299" w:rsidRDefault="006E6299" w:rsidP="006E6299">
            <w:r w:rsidRPr="006E6299">
              <w:lastRenderedPageBreak/>
              <w:t>Excise Product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DF6E6D" w14:textId="77777777" w:rsidR="006E6299" w:rsidRPr="006E6299" w:rsidRDefault="006E6299" w:rsidP="006E6299">
            <w:r w:rsidRPr="006E6299">
              <w:t>an4</w:t>
            </w:r>
          </w:p>
        </w:tc>
      </w:tr>
      <w:tr w:rsidR="006E6299" w:rsidRPr="006E6299" w14:paraId="56BEB702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189C1" w14:textId="77777777" w:rsidR="006E6299" w:rsidRPr="006E6299" w:rsidRDefault="006E6299" w:rsidP="006E6299">
            <w:r w:rsidRPr="006E6299">
              <w:t>Excise Products Category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FE6D94" w14:textId="77777777" w:rsidR="006E6299" w:rsidRPr="006E6299" w:rsidRDefault="006E6299" w:rsidP="006E6299">
            <w:r w:rsidRPr="006E6299">
              <w:t>a1</w:t>
            </w:r>
          </w:p>
        </w:tc>
      </w:tr>
      <w:tr w:rsidR="006E6299" w:rsidRPr="006E6299" w14:paraId="73422340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7FA54F" w14:textId="77777777" w:rsidR="006E6299" w:rsidRPr="006E6299" w:rsidRDefault="006E6299" w:rsidP="006E6299">
            <w:r w:rsidRPr="006E6299">
              <w:t>Explanation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F5C2E1" w14:textId="77777777" w:rsidR="006E6299" w:rsidRPr="006E6299" w:rsidRDefault="006E6299" w:rsidP="006E6299">
            <w:r w:rsidRPr="006E6299">
              <w:t>an..350</w:t>
            </w:r>
          </w:p>
        </w:tc>
      </w:tr>
      <w:tr w:rsidR="006E6299" w:rsidRPr="006E6299" w14:paraId="3CB7D54F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4F5592" w14:textId="77777777" w:rsidR="006E6299" w:rsidRPr="006E6299" w:rsidRDefault="006E6299" w:rsidP="006E6299">
            <w:r w:rsidRPr="006E6299">
              <w:t>Explanation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929DAD" w14:textId="77777777" w:rsidR="006E6299" w:rsidRPr="006E6299" w:rsidRDefault="006E6299" w:rsidP="006E6299">
            <w:r w:rsidRPr="006E6299">
              <w:t>n..2</w:t>
            </w:r>
          </w:p>
        </w:tc>
      </w:tr>
      <w:tr w:rsidR="006E6299" w:rsidRPr="006E6299" w14:paraId="05714940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7EFAE8" w14:textId="77777777" w:rsidR="006E6299" w:rsidRPr="006E6299" w:rsidRDefault="006E6299" w:rsidP="006E6299">
            <w:r w:rsidRPr="006E6299">
              <w:t>Explanation_LNG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6C93DC" w14:textId="77777777" w:rsidR="006E6299" w:rsidRPr="006E6299" w:rsidRDefault="006E6299" w:rsidP="006E6299">
            <w:r w:rsidRPr="006E6299">
              <w:t>a2</w:t>
            </w:r>
          </w:p>
        </w:tc>
      </w:tr>
      <w:tr w:rsidR="006E6299" w:rsidRPr="006E6299" w14:paraId="28099C05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13C60F" w14:textId="77777777" w:rsidR="006E6299" w:rsidRPr="006E6299" w:rsidRDefault="006E6299" w:rsidP="006E6299">
            <w:r w:rsidRPr="006E6299">
              <w:t>Export Declaration Acceptance or Goods Released for Export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A214ED" w14:textId="77777777" w:rsidR="006E6299" w:rsidRPr="006E6299" w:rsidRDefault="006E6299" w:rsidP="006E6299">
            <w:r w:rsidRPr="006E6299">
              <w:t>n1</w:t>
            </w:r>
          </w:p>
        </w:tc>
      </w:tr>
      <w:tr w:rsidR="006E6299" w:rsidRPr="006E6299" w14:paraId="59242545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B33014" w14:textId="77777777" w:rsidR="006E6299" w:rsidRPr="006E6299" w:rsidRDefault="006E6299" w:rsidP="006E6299">
            <w:r w:rsidRPr="006E6299">
              <w:t>Extraction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4834F3" w14:textId="77777777" w:rsidR="006E6299" w:rsidRPr="006E6299" w:rsidRDefault="006E6299" w:rsidP="006E6299">
            <w:r w:rsidRPr="006E6299">
              <w:t>n1</w:t>
            </w:r>
          </w:p>
        </w:tc>
      </w:tr>
      <w:tr w:rsidR="006E6299" w:rsidRPr="006E6299" w14:paraId="4E9F8C7B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B69D7C" w14:textId="77777777" w:rsidR="006E6299" w:rsidRPr="006E6299" w:rsidRDefault="006E6299" w:rsidP="006E6299">
            <w:r w:rsidRPr="006E6299">
              <w:t>Fax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C47A96" w14:textId="77777777" w:rsidR="006E6299" w:rsidRPr="006E6299" w:rsidRDefault="006E6299" w:rsidP="006E6299">
            <w:r w:rsidRPr="006E6299">
              <w:t>an..35</w:t>
            </w:r>
          </w:p>
        </w:tc>
      </w:tr>
      <w:tr w:rsidR="006E6299" w:rsidRPr="006E6299" w14:paraId="3B74CD4E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DD292B" w14:textId="77777777" w:rsidR="006E6299" w:rsidRPr="006E6299" w:rsidRDefault="006E6299" w:rsidP="006E6299">
            <w:r w:rsidRPr="006E6299">
              <w:t>Feedback Requested or Provided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813256" w14:textId="77777777" w:rsidR="006E6299" w:rsidRPr="006E6299" w:rsidRDefault="006E6299" w:rsidP="006E6299">
            <w:r w:rsidRPr="006E6299">
              <w:t>n1</w:t>
            </w:r>
          </w:p>
        </w:tc>
      </w:tr>
      <w:tr w:rsidR="006E6299" w:rsidRPr="006E6299" w14:paraId="57C16142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F50ECB" w14:textId="77777777" w:rsidR="006E6299" w:rsidRPr="006E6299" w:rsidRDefault="006E6299" w:rsidP="006E6299">
            <w:r w:rsidRPr="006E6299">
              <w:t>Finding at Destination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532F9" w14:textId="77777777" w:rsidR="006E6299" w:rsidRPr="006E6299" w:rsidRDefault="006E6299" w:rsidP="006E6299">
            <w:r w:rsidRPr="006E6299">
              <w:t>n..2</w:t>
            </w:r>
          </w:p>
        </w:tc>
      </w:tr>
      <w:tr w:rsidR="006E6299" w:rsidRPr="006E6299" w14:paraId="5C057429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BD02E9" w14:textId="77777777" w:rsidR="006E6299" w:rsidRPr="006E6299" w:rsidRDefault="006E6299" w:rsidP="006E6299">
            <w:r w:rsidRPr="006E6299">
              <w:t>Fiscal Mark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2567A1" w14:textId="77777777" w:rsidR="006E6299" w:rsidRPr="006E6299" w:rsidRDefault="006E6299" w:rsidP="006E6299">
            <w:r w:rsidRPr="006E6299">
              <w:t>an..350</w:t>
            </w:r>
          </w:p>
        </w:tc>
      </w:tr>
      <w:tr w:rsidR="006E6299" w:rsidRPr="006E6299" w14:paraId="5AB3DE63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463F94" w14:textId="77777777" w:rsidR="006E6299" w:rsidRPr="006E6299" w:rsidRDefault="006E6299" w:rsidP="006E6299">
            <w:r w:rsidRPr="006E6299">
              <w:t>Fiscal Mark Used flag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02062E" w14:textId="77777777" w:rsidR="006E6299" w:rsidRPr="006E6299" w:rsidRDefault="006E6299" w:rsidP="006E6299">
            <w:r w:rsidRPr="006E6299">
              <w:t>n1</w:t>
            </w:r>
          </w:p>
        </w:tc>
      </w:tr>
      <w:tr w:rsidR="006E6299" w:rsidRPr="006E6299" w14:paraId="515ECC08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676756" w14:textId="77777777" w:rsidR="006E6299" w:rsidRPr="006E6299" w:rsidRDefault="006E6299" w:rsidP="006E6299">
            <w:r w:rsidRPr="006E6299">
              <w:t>Fiscal Mark_LNG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F4333F" w14:textId="77777777" w:rsidR="006E6299" w:rsidRPr="006E6299" w:rsidRDefault="006E6299" w:rsidP="006E6299">
            <w:r w:rsidRPr="006E6299">
              <w:t>a2</w:t>
            </w:r>
          </w:p>
        </w:tc>
      </w:tr>
      <w:tr w:rsidR="006E6299" w:rsidRPr="006E6299" w14:paraId="1A86D4D3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C62812" w14:textId="77777777" w:rsidR="006E6299" w:rsidRPr="006E6299" w:rsidRDefault="006E6299" w:rsidP="006E6299">
            <w:r w:rsidRPr="006E6299">
              <w:t>Flag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FC1A3A" w14:textId="77777777" w:rsidR="006E6299" w:rsidRPr="006E6299" w:rsidRDefault="006E6299" w:rsidP="006E6299">
            <w:r w:rsidRPr="006E6299">
              <w:t>n1</w:t>
            </w:r>
          </w:p>
        </w:tc>
      </w:tr>
      <w:tr w:rsidR="006E6299" w:rsidRPr="006E6299" w14:paraId="4BF597AC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9F6D82" w14:textId="77777777" w:rsidR="006E6299" w:rsidRPr="006E6299" w:rsidRDefault="006E6299" w:rsidP="006E6299">
            <w:r w:rsidRPr="006E6299">
              <w:t>Follow up Actions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38D950" w14:textId="77777777" w:rsidR="006E6299" w:rsidRPr="006E6299" w:rsidRDefault="006E6299" w:rsidP="006E6299">
            <w:r w:rsidRPr="006E6299">
              <w:t>an..999</w:t>
            </w:r>
          </w:p>
        </w:tc>
      </w:tr>
      <w:tr w:rsidR="006E6299" w:rsidRPr="006E6299" w14:paraId="492E785D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C87182" w14:textId="77777777" w:rsidR="006E6299" w:rsidRPr="006E6299" w:rsidRDefault="006E6299" w:rsidP="006E6299">
            <w:r w:rsidRPr="006E6299">
              <w:t>Follow up Actions_LNG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B761C4" w14:textId="77777777" w:rsidR="006E6299" w:rsidRPr="006E6299" w:rsidRDefault="006E6299" w:rsidP="006E6299">
            <w:r w:rsidRPr="006E6299">
              <w:t>a2</w:t>
            </w:r>
          </w:p>
        </w:tc>
      </w:tr>
      <w:tr w:rsidR="006E6299" w:rsidRPr="006E6299" w14:paraId="459CD81A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CC71A9" w14:textId="77777777" w:rsidR="006E6299" w:rsidRPr="006E6299" w:rsidRDefault="006E6299" w:rsidP="006E6299">
            <w:r w:rsidRPr="006E6299">
              <w:t>Follow Up Correlation ID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312D1F" w14:textId="77777777" w:rsidR="006E6299" w:rsidRPr="006E6299" w:rsidRDefault="006E6299" w:rsidP="006E6299">
            <w:r w:rsidRPr="006E6299">
              <w:t>an28</w:t>
            </w:r>
          </w:p>
        </w:tc>
      </w:tr>
      <w:tr w:rsidR="006E6299" w:rsidRPr="006E6299" w14:paraId="107FC41C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1B2F1E" w14:textId="77777777" w:rsidR="006E6299" w:rsidRPr="006E6299" w:rsidRDefault="006E6299" w:rsidP="006E6299">
            <w:r w:rsidRPr="006E6299">
              <w:t>Further information requested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EB6B4B" w14:textId="77777777" w:rsidR="006E6299" w:rsidRPr="006E6299" w:rsidRDefault="006E6299" w:rsidP="006E6299">
            <w:r w:rsidRPr="006E6299">
              <w:t>n1</w:t>
            </w:r>
          </w:p>
        </w:tc>
      </w:tr>
      <w:tr w:rsidR="006E6299" w:rsidRPr="006E6299" w14:paraId="653B42C8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9331ED" w14:textId="77777777" w:rsidR="006E6299" w:rsidRPr="006E6299" w:rsidRDefault="006E6299" w:rsidP="006E6299">
            <w:r w:rsidRPr="006E6299">
              <w:t>Further information requested image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EF1D12" w14:textId="77777777" w:rsidR="006E6299" w:rsidRPr="006E6299" w:rsidRDefault="006E6299" w:rsidP="006E6299">
            <w:r w:rsidRPr="006E6299">
              <w:t>Base64Binary</w:t>
            </w:r>
          </w:p>
        </w:tc>
      </w:tr>
      <w:tr w:rsidR="006E6299" w:rsidRPr="006E6299" w14:paraId="60E7B343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7DED9D" w14:textId="77777777" w:rsidR="006E6299" w:rsidRPr="006E6299" w:rsidRDefault="006E6299" w:rsidP="006E6299">
            <w:r w:rsidRPr="006E6299">
              <w:t>Global Conclusion of Receipt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17CA5" w14:textId="77777777" w:rsidR="006E6299" w:rsidRPr="006E6299" w:rsidRDefault="006E6299" w:rsidP="006E6299">
            <w:r w:rsidRPr="006E6299">
              <w:t>n..2</w:t>
            </w:r>
          </w:p>
        </w:tc>
      </w:tr>
      <w:tr w:rsidR="006E6299" w:rsidRPr="006E6299" w14:paraId="1AE10F3A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D4EBB4" w14:textId="77777777" w:rsidR="006E6299" w:rsidRPr="006E6299" w:rsidRDefault="006E6299" w:rsidP="006E6299">
            <w:r w:rsidRPr="006E6299">
              <w:t>Global Control Conclusion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63347B" w14:textId="77777777" w:rsidR="006E6299" w:rsidRPr="006E6299" w:rsidRDefault="006E6299" w:rsidP="006E6299">
            <w:r w:rsidRPr="006E6299">
              <w:t>n1</w:t>
            </w:r>
          </w:p>
        </w:tc>
      </w:tr>
      <w:tr w:rsidR="006E6299" w:rsidRPr="006E6299" w14:paraId="383F4AF0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11F4EB" w14:textId="77777777" w:rsidR="006E6299" w:rsidRPr="006E6299" w:rsidRDefault="006E6299" w:rsidP="006E6299">
            <w:r w:rsidRPr="006E6299">
              <w:t>Global Excise Trader Identifier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EDB4D7" w14:textId="77777777" w:rsidR="006E6299" w:rsidRPr="006E6299" w:rsidRDefault="006E6299" w:rsidP="006E6299">
            <w:r w:rsidRPr="006E6299">
              <w:t>an22</w:t>
            </w:r>
          </w:p>
        </w:tc>
      </w:tr>
      <w:tr w:rsidR="006E6299" w:rsidRPr="006E6299" w14:paraId="2CE9C504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2AA0D1" w14:textId="77777777" w:rsidR="006E6299" w:rsidRPr="006E6299" w:rsidRDefault="006E6299" w:rsidP="006E6299">
            <w:r w:rsidRPr="006E6299">
              <w:t>Global Explanation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6864A4" w14:textId="77777777" w:rsidR="006E6299" w:rsidRPr="006E6299" w:rsidRDefault="006E6299" w:rsidP="006E6299">
            <w:r w:rsidRPr="006E6299">
              <w:t>an..350</w:t>
            </w:r>
          </w:p>
        </w:tc>
      </w:tr>
      <w:tr w:rsidR="006E6299" w:rsidRPr="006E6299" w14:paraId="6359A46C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37F156" w14:textId="77777777" w:rsidR="006E6299" w:rsidRPr="006E6299" w:rsidRDefault="006E6299" w:rsidP="006E6299">
            <w:r w:rsidRPr="006E6299">
              <w:t>Global Explanation_LNG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3243A3" w14:textId="77777777" w:rsidR="006E6299" w:rsidRPr="006E6299" w:rsidRDefault="006E6299" w:rsidP="006E6299">
            <w:r w:rsidRPr="006E6299">
              <w:t>a2</w:t>
            </w:r>
          </w:p>
        </w:tc>
      </w:tr>
      <w:tr w:rsidR="006E6299" w:rsidRPr="006E6299" w14:paraId="5048E31C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05A5C5" w14:textId="77777777" w:rsidR="006E6299" w:rsidRPr="006E6299" w:rsidRDefault="006E6299" w:rsidP="006E6299">
            <w:r w:rsidRPr="006E6299">
              <w:t>Gross Mass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B52492" w14:textId="77777777" w:rsidR="006E6299" w:rsidRPr="006E6299" w:rsidRDefault="006E6299" w:rsidP="006E6299">
            <w:r w:rsidRPr="006E6299">
              <w:t>n..16,6</w:t>
            </w:r>
          </w:p>
        </w:tc>
      </w:tr>
      <w:tr w:rsidR="006E6299" w:rsidRPr="006E6299" w14:paraId="3B3DEE04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3D87F5" w14:textId="77777777" w:rsidR="006E6299" w:rsidRPr="006E6299" w:rsidRDefault="006E6299" w:rsidP="006E6299">
            <w:r w:rsidRPr="006E6299">
              <w:t>Guarantor Exemption flag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95933A" w14:textId="77777777" w:rsidR="006E6299" w:rsidRPr="006E6299" w:rsidRDefault="006E6299" w:rsidP="006E6299">
            <w:r w:rsidRPr="006E6299">
              <w:t>n1</w:t>
            </w:r>
          </w:p>
        </w:tc>
      </w:tr>
      <w:tr w:rsidR="006E6299" w:rsidRPr="006E6299" w14:paraId="06EBB29C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E0D00A" w14:textId="77777777" w:rsidR="006E6299" w:rsidRPr="006E6299" w:rsidRDefault="006E6299" w:rsidP="006E6299">
            <w:r w:rsidRPr="006E6299">
              <w:t>Guarantor type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99FF80" w14:textId="77777777" w:rsidR="006E6299" w:rsidRPr="006E6299" w:rsidRDefault="006E6299" w:rsidP="006E6299">
            <w:r w:rsidRPr="006E6299">
              <w:t>n..4</w:t>
            </w:r>
          </w:p>
        </w:tc>
      </w:tr>
      <w:tr w:rsidR="006E6299" w:rsidRPr="006E6299" w14:paraId="2342EFF8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2FCDBC" w14:textId="77777777" w:rsidR="006E6299" w:rsidRPr="006E6299" w:rsidRDefault="006E6299" w:rsidP="006E6299">
            <w:r w:rsidRPr="006E6299">
              <w:t>Identification of Sender Customs Officer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F46E94" w14:textId="77777777" w:rsidR="006E6299" w:rsidRPr="006E6299" w:rsidRDefault="006E6299" w:rsidP="006E6299">
            <w:r w:rsidRPr="006E6299">
              <w:t>an..35</w:t>
            </w:r>
          </w:p>
        </w:tc>
      </w:tr>
      <w:tr w:rsidR="006E6299" w:rsidRPr="006E6299" w14:paraId="4F1D42B9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FCCC84" w14:textId="77777777" w:rsidR="006E6299" w:rsidRPr="006E6299" w:rsidRDefault="006E6299" w:rsidP="006E6299">
            <w:r w:rsidRPr="006E6299">
              <w:t>Identity of Transport Units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3ED279" w14:textId="77777777" w:rsidR="006E6299" w:rsidRPr="006E6299" w:rsidRDefault="006E6299" w:rsidP="006E6299">
            <w:r w:rsidRPr="006E6299">
              <w:t>an..35</w:t>
            </w:r>
          </w:p>
        </w:tc>
      </w:tr>
      <w:tr w:rsidR="006E6299" w:rsidRPr="006E6299" w14:paraId="50322045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59A16" w14:textId="77777777" w:rsidR="006E6299" w:rsidRPr="006E6299" w:rsidRDefault="006E6299" w:rsidP="006E6299">
            <w:r w:rsidRPr="006E6299">
              <w:t>Image of Document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50087" w14:textId="77777777" w:rsidR="006E6299" w:rsidRPr="006E6299" w:rsidRDefault="006E6299" w:rsidP="006E6299">
            <w:r w:rsidRPr="006E6299">
              <w:t>Base64Binary</w:t>
            </w:r>
          </w:p>
        </w:tc>
      </w:tr>
      <w:tr w:rsidR="006E6299" w:rsidRPr="006E6299" w14:paraId="39543CBA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0CE031" w14:textId="77777777" w:rsidR="006E6299" w:rsidRPr="006E6299" w:rsidRDefault="006E6299" w:rsidP="006E6299">
            <w:r w:rsidRPr="006E6299">
              <w:t>Image of Evidence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018B92" w14:textId="77777777" w:rsidR="006E6299" w:rsidRPr="006E6299" w:rsidRDefault="006E6299" w:rsidP="006E6299">
            <w:r w:rsidRPr="006E6299">
              <w:t>Base64Binary</w:t>
            </w:r>
          </w:p>
        </w:tc>
      </w:tr>
      <w:tr w:rsidR="006E6299" w:rsidRPr="006E6299" w14:paraId="7FD10CC5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AA797E" w14:textId="77777777" w:rsidR="006E6299" w:rsidRPr="006E6299" w:rsidRDefault="006E6299" w:rsidP="006E6299">
            <w:r w:rsidRPr="006E6299">
              <w:t>Image of Other Accompanying Document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03D360" w14:textId="77777777" w:rsidR="006E6299" w:rsidRPr="006E6299" w:rsidRDefault="006E6299" w:rsidP="006E6299">
            <w:r w:rsidRPr="006E6299">
              <w:t>Base64Binary</w:t>
            </w:r>
          </w:p>
        </w:tc>
      </w:tr>
      <w:tr w:rsidR="006E6299" w:rsidRPr="006E6299" w14:paraId="48A29F0D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E3EE5C" w14:textId="77777777" w:rsidR="006E6299" w:rsidRPr="006E6299" w:rsidRDefault="006E6299" w:rsidP="006E6299">
            <w:r w:rsidRPr="006E6299">
              <w:t>Import SAD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3BFE95" w14:textId="77777777" w:rsidR="006E6299" w:rsidRPr="006E6299" w:rsidRDefault="006E6299" w:rsidP="006E6299">
            <w:r w:rsidRPr="006E6299">
              <w:t>an..21</w:t>
            </w:r>
          </w:p>
        </w:tc>
      </w:tr>
      <w:tr w:rsidR="006E6299" w:rsidRPr="006E6299" w14:paraId="265037D1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BC988E" w14:textId="77777777" w:rsidR="006E6299" w:rsidRPr="006E6299" w:rsidRDefault="006E6299" w:rsidP="006E6299">
            <w:r w:rsidRPr="006E6299">
              <w:t>Incremental Message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354977" w14:textId="77777777" w:rsidR="006E6299" w:rsidRPr="006E6299" w:rsidRDefault="006E6299" w:rsidP="006E6299">
            <w:r w:rsidRPr="006E6299">
              <w:t>n1</w:t>
            </w:r>
          </w:p>
        </w:tc>
      </w:tr>
      <w:tr w:rsidR="006E6299" w:rsidRPr="006E6299" w14:paraId="2629FA2B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7A21BE" w14:textId="77777777" w:rsidR="006E6299" w:rsidRPr="006E6299" w:rsidRDefault="006E6299" w:rsidP="006E6299">
            <w:r w:rsidRPr="006E6299">
              <w:lastRenderedPageBreak/>
              <w:t>Independent Small Producers Declaration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6D678A" w14:textId="77777777" w:rsidR="006E6299" w:rsidRPr="006E6299" w:rsidRDefault="006E6299" w:rsidP="006E6299">
            <w:r w:rsidRPr="006E6299">
              <w:t>an..350</w:t>
            </w:r>
          </w:p>
        </w:tc>
      </w:tr>
      <w:tr w:rsidR="006E6299" w:rsidRPr="006E6299" w14:paraId="06AA95EF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6EFFB7" w14:textId="77777777" w:rsidR="006E6299" w:rsidRPr="006E6299" w:rsidRDefault="006E6299" w:rsidP="006E6299">
            <w:r w:rsidRPr="006E6299">
              <w:t>Indicator of Shortage or Excess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54DCE2" w14:textId="77777777" w:rsidR="006E6299" w:rsidRPr="006E6299" w:rsidRDefault="006E6299" w:rsidP="006E6299">
            <w:r w:rsidRPr="006E6299">
              <w:t>a1</w:t>
            </w:r>
          </w:p>
        </w:tc>
      </w:tr>
      <w:tr w:rsidR="006E6299" w:rsidRPr="006E6299" w14:paraId="4A7B2164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69E68" w14:textId="77777777" w:rsidR="006E6299" w:rsidRPr="006E6299" w:rsidRDefault="006E6299" w:rsidP="006E6299">
            <w:r w:rsidRPr="006E6299">
              <w:t>Invalidation date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37D88C" w14:textId="77777777" w:rsidR="006E6299" w:rsidRPr="006E6299" w:rsidRDefault="006E6299" w:rsidP="006E6299">
            <w:r w:rsidRPr="006E6299">
              <w:t>an10</w:t>
            </w:r>
          </w:p>
        </w:tc>
      </w:tr>
      <w:tr w:rsidR="006E6299" w:rsidRPr="006E6299" w14:paraId="47BD7DF9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BCCB72" w14:textId="77777777" w:rsidR="006E6299" w:rsidRPr="006E6299" w:rsidRDefault="006E6299" w:rsidP="006E6299">
            <w:r w:rsidRPr="006E6299">
              <w:t>Invoice Date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D5D79E" w14:textId="77777777" w:rsidR="006E6299" w:rsidRPr="006E6299" w:rsidRDefault="006E6299" w:rsidP="006E6299">
            <w:r w:rsidRPr="006E6299">
              <w:t>date</w:t>
            </w:r>
          </w:p>
        </w:tc>
      </w:tr>
      <w:tr w:rsidR="006E6299" w:rsidRPr="006E6299" w14:paraId="3BA06CA7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968E6D" w14:textId="77777777" w:rsidR="006E6299" w:rsidRPr="006E6299" w:rsidRDefault="006E6299" w:rsidP="006E6299">
            <w:r w:rsidRPr="006E6299">
              <w:t>Invoice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E2C4AF" w14:textId="77777777" w:rsidR="006E6299" w:rsidRPr="006E6299" w:rsidRDefault="006E6299" w:rsidP="006E6299">
            <w:r w:rsidRPr="006E6299">
              <w:t>an..35</w:t>
            </w:r>
          </w:p>
        </w:tc>
      </w:tr>
      <w:tr w:rsidR="006E6299" w:rsidRPr="006E6299" w14:paraId="739F2571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751EE8" w14:textId="77777777" w:rsidR="006E6299" w:rsidRPr="006E6299" w:rsidRDefault="006E6299" w:rsidP="006E6299">
            <w:r w:rsidRPr="006E6299">
              <w:t>Irregularities Found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F74C2" w14:textId="77777777" w:rsidR="006E6299" w:rsidRPr="006E6299" w:rsidRDefault="006E6299" w:rsidP="006E6299">
            <w:r w:rsidRPr="006E6299">
              <w:t>n1</w:t>
            </w:r>
          </w:p>
        </w:tc>
      </w:tr>
      <w:tr w:rsidR="006E6299" w:rsidRPr="006E6299" w14:paraId="2C247820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6C60B4" w14:textId="77777777" w:rsidR="006E6299" w:rsidRPr="006E6299" w:rsidRDefault="006E6299" w:rsidP="006E6299">
            <w:r w:rsidRPr="006E6299">
              <w:t>Irregularities Found image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C6AE95" w14:textId="77777777" w:rsidR="006E6299" w:rsidRPr="006E6299" w:rsidRDefault="006E6299" w:rsidP="006E6299">
            <w:r w:rsidRPr="006E6299">
              <w:t>Base64Binary</w:t>
            </w:r>
          </w:p>
        </w:tc>
      </w:tr>
      <w:tr w:rsidR="006E6299" w:rsidRPr="006E6299" w14:paraId="1D9535FE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212FFB" w14:textId="77777777" w:rsidR="006E6299" w:rsidRPr="006E6299" w:rsidRDefault="006E6299" w:rsidP="006E6299">
            <w:r w:rsidRPr="006E6299">
              <w:t>Issuing Authority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3A672F" w14:textId="77777777" w:rsidR="006E6299" w:rsidRPr="006E6299" w:rsidRDefault="006E6299" w:rsidP="006E6299">
            <w:r w:rsidRPr="006E6299">
              <w:t>an..35</w:t>
            </w:r>
          </w:p>
        </w:tc>
      </w:tr>
      <w:tr w:rsidR="006E6299" w:rsidRPr="006E6299" w14:paraId="71403503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45026E" w14:textId="77777777" w:rsidR="006E6299" w:rsidRPr="006E6299" w:rsidRDefault="006E6299" w:rsidP="006E6299">
            <w:r w:rsidRPr="006E6299">
              <w:t>Issuing Authority_LNG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7AEF6E" w14:textId="77777777" w:rsidR="006E6299" w:rsidRPr="006E6299" w:rsidRDefault="006E6299" w:rsidP="006E6299">
            <w:r w:rsidRPr="006E6299">
              <w:t>a2</w:t>
            </w:r>
          </w:p>
        </w:tc>
      </w:tr>
      <w:tr w:rsidR="006E6299" w:rsidRPr="006E6299" w14:paraId="37AE8B89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3EAB73" w14:textId="77777777" w:rsidR="006E6299" w:rsidRPr="006E6299" w:rsidRDefault="006E6299" w:rsidP="006E6299">
            <w:r w:rsidRPr="006E6299">
              <w:t>Journey Time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444241" w14:textId="77777777" w:rsidR="006E6299" w:rsidRPr="006E6299" w:rsidRDefault="006E6299" w:rsidP="006E6299">
            <w:r w:rsidRPr="006E6299">
              <w:t>an3</w:t>
            </w:r>
          </w:p>
        </w:tc>
      </w:tr>
      <w:tr w:rsidR="006E6299" w:rsidRPr="006E6299" w14:paraId="1C47F2DA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2BCB08" w14:textId="77777777" w:rsidR="006E6299" w:rsidRPr="006E6299" w:rsidRDefault="006E6299" w:rsidP="006E6299">
            <w:r w:rsidRPr="006E6299">
              <w:t>Kind of packages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18B797" w14:textId="77777777" w:rsidR="006E6299" w:rsidRPr="006E6299" w:rsidRDefault="006E6299" w:rsidP="006E6299">
            <w:r w:rsidRPr="006E6299">
              <w:t>an2</w:t>
            </w:r>
          </w:p>
        </w:tc>
      </w:tr>
      <w:tr w:rsidR="006E6299" w:rsidRPr="006E6299" w14:paraId="77EA305E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3C4441" w14:textId="77777777" w:rsidR="006E6299" w:rsidRPr="006E6299" w:rsidRDefault="006E6299" w:rsidP="006E6299">
            <w:r w:rsidRPr="006E6299">
              <w:t>Language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1327CA" w14:textId="77777777" w:rsidR="006E6299" w:rsidRPr="006E6299" w:rsidRDefault="006E6299" w:rsidP="006E6299">
            <w:r w:rsidRPr="006E6299">
              <w:t>a2</w:t>
            </w:r>
          </w:p>
        </w:tc>
      </w:tr>
      <w:tr w:rsidR="006E6299" w:rsidRPr="006E6299" w14:paraId="1EE300B5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4E8AFE" w14:textId="77777777" w:rsidR="006E6299" w:rsidRPr="006E6299" w:rsidRDefault="006E6299" w:rsidP="006E6299">
            <w:r w:rsidRPr="006E6299">
              <w:t>Last Received Message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37346C" w14:textId="77777777" w:rsidR="006E6299" w:rsidRPr="006E6299" w:rsidRDefault="006E6299" w:rsidP="006E6299">
            <w:r w:rsidRPr="006E6299">
              <w:t>an..5</w:t>
            </w:r>
          </w:p>
        </w:tc>
      </w:tr>
      <w:tr w:rsidR="006E6299" w:rsidRPr="006E6299" w14:paraId="6495CA18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9EE1B2" w14:textId="77777777" w:rsidR="006E6299" w:rsidRPr="006E6299" w:rsidRDefault="006E6299" w:rsidP="006E6299">
            <w:r w:rsidRPr="006E6299">
              <w:t>Limit Date and Time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451725" w14:textId="77777777" w:rsidR="006E6299" w:rsidRPr="006E6299" w:rsidRDefault="006E6299" w:rsidP="006E6299">
            <w:r w:rsidRPr="006E6299">
              <w:t>dateTime</w:t>
            </w:r>
          </w:p>
        </w:tc>
      </w:tr>
      <w:tr w:rsidR="006E6299" w:rsidRPr="006E6299" w14:paraId="56B74791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76EAE2" w14:textId="77777777" w:rsidR="006E6299" w:rsidRPr="006E6299" w:rsidRDefault="006E6299" w:rsidP="006E6299">
            <w:r w:rsidRPr="006E6299">
              <w:t>Local Reference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1DDD15" w14:textId="77777777" w:rsidR="006E6299" w:rsidRPr="006E6299" w:rsidRDefault="006E6299" w:rsidP="006E6299">
            <w:r w:rsidRPr="006E6299">
              <w:t>an..22</w:t>
            </w:r>
          </w:p>
        </w:tc>
      </w:tr>
      <w:tr w:rsidR="006E6299" w:rsidRPr="006E6299" w14:paraId="6BB3A382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4176D1" w14:textId="77777777" w:rsidR="006E6299" w:rsidRPr="006E6299" w:rsidRDefault="006E6299" w:rsidP="006E6299">
            <w:r w:rsidRPr="006E6299">
              <w:t>LRN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781467" w14:textId="77777777" w:rsidR="006E6299" w:rsidRPr="006E6299" w:rsidRDefault="006E6299" w:rsidP="006E6299">
            <w:r w:rsidRPr="006E6299">
              <w:t>an..22</w:t>
            </w:r>
          </w:p>
        </w:tc>
      </w:tr>
      <w:tr w:rsidR="006E6299" w:rsidRPr="006E6299" w14:paraId="0FFC79FC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94A83D" w14:textId="77777777" w:rsidR="006E6299" w:rsidRPr="006E6299" w:rsidRDefault="006E6299" w:rsidP="006E6299">
            <w:r w:rsidRPr="006E6299">
              <w:t>Manual Closure Rejection Complement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07094D" w14:textId="77777777" w:rsidR="006E6299" w:rsidRPr="006E6299" w:rsidRDefault="006E6299" w:rsidP="006E6299">
            <w:r w:rsidRPr="006E6299">
              <w:t>an..999</w:t>
            </w:r>
          </w:p>
        </w:tc>
      </w:tr>
      <w:tr w:rsidR="006E6299" w:rsidRPr="006E6299" w14:paraId="601F38EF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E07610" w14:textId="77777777" w:rsidR="006E6299" w:rsidRPr="006E6299" w:rsidRDefault="006E6299" w:rsidP="006E6299">
            <w:r w:rsidRPr="006E6299">
              <w:t>Manual Closure Rejection Complement_LNG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1E2286" w14:textId="77777777" w:rsidR="006E6299" w:rsidRPr="006E6299" w:rsidRDefault="006E6299" w:rsidP="006E6299">
            <w:r w:rsidRPr="006E6299">
              <w:t>a2</w:t>
            </w:r>
          </w:p>
        </w:tc>
      </w:tr>
      <w:tr w:rsidR="006E6299" w:rsidRPr="006E6299" w14:paraId="7B0F6405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D802E4" w14:textId="77777777" w:rsidR="006E6299" w:rsidRPr="006E6299" w:rsidRDefault="006E6299" w:rsidP="006E6299">
            <w:r w:rsidRPr="006E6299">
              <w:t>Manual Closure Rejection Reason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F3A50C" w14:textId="77777777" w:rsidR="006E6299" w:rsidRPr="006E6299" w:rsidRDefault="006E6299" w:rsidP="006E6299">
            <w:r w:rsidRPr="006E6299">
              <w:t>n1</w:t>
            </w:r>
          </w:p>
        </w:tc>
      </w:tr>
      <w:tr w:rsidR="006E6299" w:rsidRPr="006E6299" w14:paraId="257C8568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7D0989" w14:textId="77777777" w:rsidR="006E6299" w:rsidRPr="006E6299" w:rsidRDefault="006E6299" w:rsidP="006E6299">
            <w:r w:rsidRPr="006E6299">
              <w:t>Manual Closure Request Accepted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E37E9A" w14:textId="77777777" w:rsidR="006E6299" w:rsidRPr="006E6299" w:rsidRDefault="006E6299" w:rsidP="006E6299">
            <w:r w:rsidRPr="006E6299">
              <w:t>n1</w:t>
            </w:r>
          </w:p>
        </w:tc>
      </w:tr>
      <w:tr w:rsidR="006E6299" w:rsidRPr="006E6299" w14:paraId="1F36D904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16A7BF" w14:textId="77777777" w:rsidR="006E6299" w:rsidRPr="006E6299" w:rsidRDefault="006E6299" w:rsidP="006E6299">
            <w:r w:rsidRPr="006E6299">
              <w:t>Manual Closure Request Reason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2E105F" w14:textId="77777777" w:rsidR="006E6299" w:rsidRPr="006E6299" w:rsidRDefault="006E6299" w:rsidP="006E6299">
            <w:r w:rsidRPr="006E6299">
              <w:t>n1</w:t>
            </w:r>
          </w:p>
        </w:tc>
      </w:tr>
      <w:tr w:rsidR="006E6299" w:rsidRPr="006E6299" w14:paraId="1F544745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303364" w14:textId="77777777" w:rsidR="006E6299" w:rsidRPr="006E6299" w:rsidRDefault="006E6299" w:rsidP="006E6299">
            <w:r w:rsidRPr="006E6299">
              <w:t>Manual Closure Request Reason Code Complement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303B00" w14:textId="77777777" w:rsidR="006E6299" w:rsidRPr="006E6299" w:rsidRDefault="006E6299" w:rsidP="006E6299">
            <w:r w:rsidRPr="006E6299">
              <w:t>an..999</w:t>
            </w:r>
          </w:p>
        </w:tc>
      </w:tr>
      <w:tr w:rsidR="006E6299" w:rsidRPr="006E6299" w14:paraId="23AD0B8B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3ED47D" w14:textId="77777777" w:rsidR="006E6299" w:rsidRPr="006E6299" w:rsidRDefault="006E6299" w:rsidP="006E6299">
            <w:r w:rsidRPr="006E6299">
              <w:t>Manual Closure Request Reason Code Complement_LNG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6AC8FB" w14:textId="77777777" w:rsidR="006E6299" w:rsidRPr="006E6299" w:rsidRDefault="006E6299" w:rsidP="006E6299">
            <w:r w:rsidRPr="006E6299">
              <w:t>a2</w:t>
            </w:r>
          </w:p>
        </w:tc>
      </w:tr>
      <w:tr w:rsidR="006E6299" w:rsidRPr="006E6299" w14:paraId="493C11FF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A09C7A" w14:textId="77777777" w:rsidR="006E6299" w:rsidRPr="006E6299" w:rsidRDefault="006E6299" w:rsidP="006E6299">
            <w:r w:rsidRPr="006E6299">
              <w:t>Maturation Period or Age of Products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9FCB03" w14:textId="77777777" w:rsidR="006E6299" w:rsidRPr="006E6299" w:rsidRDefault="006E6299" w:rsidP="006E6299">
            <w:r w:rsidRPr="006E6299">
              <w:t>an..350</w:t>
            </w:r>
          </w:p>
        </w:tc>
      </w:tr>
      <w:tr w:rsidR="006E6299" w:rsidRPr="006E6299" w14:paraId="35FAC7AC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8B50A9" w14:textId="77777777" w:rsidR="006E6299" w:rsidRPr="006E6299" w:rsidRDefault="006E6299" w:rsidP="006E6299">
            <w:r w:rsidRPr="006E6299">
              <w:t>Maturation Period or Age of Products_LNG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A221E3" w14:textId="77777777" w:rsidR="006E6299" w:rsidRPr="006E6299" w:rsidRDefault="006E6299" w:rsidP="006E6299">
            <w:r w:rsidRPr="006E6299">
              <w:t>a2</w:t>
            </w:r>
          </w:p>
        </w:tc>
      </w:tr>
      <w:tr w:rsidR="006E6299" w:rsidRPr="006E6299" w14:paraId="68985F12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CAF2E3" w14:textId="77777777" w:rsidR="006E6299" w:rsidRPr="006E6299" w:rsidRDefault="006E6299" w:rsidP="006E6299">
            <w:r w:rsidRPr="006E6299">
              <w:t>Maximum Duration of Temporary Authorisation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D4F3C3" w14:textId="77777777" w:rsidR="006E6299" w:rsidRPr="006E6299" w:rsidRDefault="006E6299" w:rsidP="006E6299">
            <w:r w:rsidRPr="006E6299">
              <w:t>an4</w:t>
            </w:r>
          </w:p>
        </w:tc>
      </w:tr>
      <w:tr w:rsidR="006E6299" w:rsidRPr="006E6299" w14:paraId="67177A98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843092" w14:textId="77777777" w:rsidR="006E6299" w:rsidRPr="006E6299" w:rsidRDefault="006E6299" w:rsidP="006E6299">
            <w:r w:rsidRPr="006E6299">
              <w:t>Maximum Duration of TIM_ACO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48349E" w14:textId="77777777" w:rsidR="006E6299" w:rsidRPr="006E6299" w:rsidRDefault="006E6299" w:rsidP="006E6299">
            <w:r w:rsidRPr="006E6299">
              <w:t>an4</w:t>
            </w:r>
          </w:p>
        </w:tc>
      </w:tr>
      <w:tr w:rsidR="006E6299" w:rsidRPr="006E6299" w14:paraId="08CD355D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C71A53" w14:textId="77777777" w:rsidR="006E6299" w:rsidRPr="006E6299" w:rsidRDefault="006E6299" w:rsidP="006E6299">
            <w:r w:rsidRPr="006E6299">
              <w:t>Maximum Duration of TIM_CHS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49945B" w14:textId="77777777" w:rsidR="006E6299" w:rsidRPr="006E6299" w:rsidRDefault="006E6299" w:rsidP="006E6299">
            <w:r w:rsidRPr="006E6299">
              <w:t>an4</w:t>
            </w:r>
          </w:p>
        </w:tc>
      </w:tr>
      <w:tr w:rsidR="006E6299" w:rsidRPr="006E6299" w14:paraId="268CF0DE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84DD25" w14:textId="77777777" w:rsidR="006E6299" w:rsidRPr="006E6299" w:rsidRDefault="006E6299" w:rsidP="006E6299">
            <w:r w:rsidRPr="006E6299">
              <w:t>Maximum Duration of TIM_EAD_ESAD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249C4C" w14:textId="77777777" w:rsidR="006E6299" w:rsidRPr="006E6299" w:rsidRDefault="006E6299" w:rsidP="006E6299">
            <w:r w:rsidRPr="006E6299">
              <w:t>an4</w:t>
            </w:r>
          </w:p>
        </w:tc>
      </w:tr>
      <w:tr w:rsidR="006E6299" w:rsidRPr="006E6299" w14:paraId="419BA6EC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0145A6" w14:textId="77777777" w:rsidR="006E6299" w:rsidRPr="006E6299" w:rsidRDefault="006E6299" w:rsidP="006E6299">
            <w:r w:rsidRPr="006E6299">
              <w:t>Maximum Duration of TIM_FDF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D9B258" w14:textId="77777777" w:rsidR="006E6299" w:rsidRPr="006E6299" w:rsidRDefault="006E6299" w:rsidP="006E6299">
            <w:r w:rsidRPr="006E6299">
              <w:t>an4</w:t>
            </w:r>
          </w:p>
        </w:tc>
      </w:tr>
      <w:tr w:rsidR="006E6299" w:rsidRPr="006E6299" w14:paraId="730893C4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5F741E" w14:textId="77777777" w:rsidR="006E6299" w:rsidRPr="006E6299" w:rsidRDefault="006E6299" w:rsidP="006E6299">
            <w:r w:rsidRPr="006E6299">
              <w:t>Maximum Duration of TIM_HIS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F66834" w14:textId="77777777" w:rsidR="006E6299" w:rsidRPr="006E6299" w:rsidRDefault="006E6299" w:rsidP="006E6299">
            <w:r w:rsidRPr="006E6299">
              <w:t>an4</w:t>
            </w:r>
          </w:p>
        </w:tc>
      </w:tr>
      <w:tr w:rsidR="006E6299" w:rsidRPr="006E6299" w14:paraId="42BC8CC4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19B03A" w14:textId="77777777" w:rsidR="006E6299" w:rsidRPr="006E6299" w:rsidRDefault="006E6299" w:rsidP="006E6299">
            <w:r w:rsidRPr="006E6299">
              <w:t>Maximum Journey Time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8A7BD0" w14:textId="77777777" w:rsidR="006E6299" w:rsidRPr="006E6299" w:rsidRDefault="006E6299" w:rsidP="006E6299">
            <w:r w:rsidRPr="006E6299">
              <w:t>an3</w:t>
            </w:r>
          </w:p>
        </w:tc>
      </w:tr>
      <w:tr w:rsidR="006E6299" w:rsidRPr="006E6299" w14:paraId="45007E59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710981" w14:textId="77777777" w:rsidR="006E6299" w:rsidRPr="006E6299" w:rsidRDefault="006E6299" w:rsidP="006E6299">
            <w:r w:rsidRPr="006E6299">
              <w:t>Member State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866C95" w14:textId="77777777" w:rsidR="006E6299" w:rsidRPr="006E6299" w:rsidRDefault="006E6299" w:rsidP="006E6299">
            <w:r w:rsidRPr="006E6299">
              <w:t>a2</w:t>
            </w:r>
          </w:p>
        </w:tc>
      </w:tr>
      <w:tr w:rsidR="006E6299" w:rsidRPr="006E6299" w14:paraId="7A764498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FBFD97" w14:textId="77777777" w:rsidR="006E6299" w:rsidRPr="006E6299" w:rsidRDefault="006E6299" w:rsidP="006E6299">
            <w:r w:rsidRPr="006E6299">
              <w:t>Member State Code Incredit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3C5ADA" w14:textId="77777777" w:rsidR="006E6299" w:rsidRPr="006E6299" w:rsidRDefault="006E6299" w:rsidP="006E6299">
            <w:r w:rsidRPr="006E6299">
              <w:t>a2</w:t>
            </w:r>
          </w:p>
        </w:tc>
      </w:tr>
      <w:tr w:rsidR="006E6299" w:rsidRPr="006E6299" w14:paraId="32DDEB59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26E89" w14:textId="77777777" w:rsidR="006E6299" w:rsidRPr="006E6299" w:rsidRDefault="006E6299" w:rsidP="006E6299">
            <w:r w:rsidRPr="006E6299">
              <w:lastRenderedPageBreak/>
              <w:t>Member State of Destination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C74639" w14:textId="77777777" w:rsidR="006E6299" w:rsidRPr="006E6299" w:rsidRDefault="006E6299" w:rsidP="006E6299">
            <w:r w:rsidRPr="006E6299">
              <w:t>a2</w:t>
            </w:r>
          </w:p>
        </w:tc>
      </w:tr>
      <w:tr w:rsidR="006E6299" w:rsidRPr="006E6299" w14:paraId="5A9C3F3B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9A8BE1" w14:textId="77777777" w:rsidR="006E6299" w:rsidRPr="006E6299" w:rsidRDefault="006E6299" w:rsidP="006E6299">
            <w:r w:rsidRPr="006E6299">
              <w:t>Member State of Dispatch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F4E258" w14:textId="77777777" w:rsidR="006E6299" w:rsidRPr="006E6299" w:rsidRDefault="006E6299" w:rsidP="006E6299">
            <w:r w:rsidRPr="006E6299">
              <w:t>a2</w:t>
            </w:r>
          </w:p>
        </w:tc>
      </w:tr>
      <w:tr w:rsidR="006E6299" w:rsidRPr="006E6299" w14:paraId="7431BABE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329E9D" w14:textId="77777777" w:rsidR="006E6299" w:rsidRPr="006E6299" w:rsidRDefault="006E6299" w:rsidP="006E6299">
            <w:r w:rsidRPr="006E6299">
              <w:t>Member State of Event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BC142" w14:textId="77777777" w:rsidR="006E6299" w:rsidRPr="006E6299" w:rsidRDefault="006E6299" w:rsidP="006E6299">
            <w:r w:rsidRPr="006E6299">
              <w:t>a2</w:t>
            </w:r>
          </w:p>
        </w:tc>
      </w:tr>
      <w:tr w:rsidR="006E6299" w:rsidRPr="006E6299" w14:paraId="30CC72A4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D60CF3" w14:textId="77777777" w:rsidR="006E6299" w:rsidRPr="006E6299" w:rsidRDefault="006E6299" w:rsidP="006E6299">
            <w:r w:rsidRPr="006E6299">
              <w:t>Message Data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B9EEB" w14:textId="77777777" w:rsidR="006E6299" w:rsidRPr="006E6299" w:rsidRDefault="006E6299" w:rsidP="006E6299">
            <w:r w:rsidRPr="006E6299">
              <w:t>Base64Binary</w:t>
            </w:r>
          </w:p>
        </w:tc>
      </w:tr>
      <w:tr w:rsidR="006E6299" w:rsidRPr="006E6299" w14:paraId="07A0A34A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56CC2E" w14:textId="77777777" w:rsidR="006E6299" w:rsidRPr="006E6299" w:rsidRDefault="006E6299" w:rsidP="006E6299">
            <w:r w:rsidRPr="006E6299">
              <w:t>Message identifier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E3C8F1" w14:textId="77777777" w:rsidR="006E6299" w:rsidRPr="006E6299" w:rsidRDefault="006E6299" w:rsidP="006E6299">
            <w:r w:rsidRPr="006E6299">
              <w:t>an..44</w:t>
            </w:r>
          </w:p>
        </w:tc>
      </w:tr>
      <w:tr w:rsidR="006E6299" w:rsidRPr="006E6299" w14:paraId="33C2C319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A50A47" w14:textId="77777777" w:rsidR="006E6299" w:rsidRPr="006E6299" w:rsidRDefault="006E6299" w:rsidP="006E6299">
            <w:r w:rsidRPr="006E6299">
              <w:t>Message recipient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8808B5" w14:textId="77777777" w:rsidR="006E6299" w:rsidRPr="006E6299" w:rsidRDefault="006E6299" w:rsidP="006E6299">
            <w:r w:rsidRPr="006E6299">
              <w:t>an..36</w:t>
            </w:r>
          </w:p>
        </w:tc>
      </w:tr>
      <w:tr w:rsidR="006E6299" w:rsidRPr="006E6299" w14:paraId="6B2EE10A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C36A87" w14:textId="77777777" w:rsidR="006E6299" w:rsidRPr="006E6299" w:rsidRDefault="006E6299" w:rsidP="006E6299">
            <w:r w:rsidRPr="006E6299">
              <w:t>Message Role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DA8BB8" w14:textId="77777777" w:rsidR="006E6299" w:rsidRPr="006E6299" w:rsidRDefault="006E6299" w:rsidP="006E6299">
            <w:r w:rsidRPr="006E6299">
              <w:t>n1</w:t>
            </w:r>
          </w:p>
        </w:tc>
      </w:tr>
      <w:tr w:rsidR="006E6299" w:rsidRPr="006E6299" w14:paraId="3721113A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7C3C9D" w14:textId="77777777" w:rsidR="006E6299" w:rsidRPr="006E6299" w:rsidRDefault="006E6299" w:rsidP="006E6299">
            <w:r w:rsidRPr="006E6299">
              <w:t>Message Sender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2E0FCE" w14:textId="77777777" w:rsidR="006E6299" w:rsidRPr="006E6299" w:rsidRDefault="006E6299" w:rsidP="006E6299">
            <w:r w:rsidRPr="006E6299">
              <w:t>an..36</w:t>
            </w:r>
          </w:p>
        </w:tc>
      </w:tr>
      <w:tr w:rsidR="006E6299" w:rsidRPr="006E6299" w14:paraId="4B63EFAC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9EB6A4" w14:textId="77777777" w:rsidR="006E6299" w:rsidRPr="006E6299" w:rsidRDefault="006E6299" w:rsidP="006E6299">
            <w:r w:rsidRPr="006E6299">
              <w:t>Modification Date and Time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D15985" w14:textId="77777777" w:rsidR="006E6299" w:rsidRPr="006E6299" w:rsidRDefault="006E6299" w:rsidP="006E6299">
            <w:r w:rsidRPr="006E6299">
              <w:t>dateTime</w:t>
            </w:r>
          </w:p>
        </w:tc>
      </w:tr>
      <w:tr w:rsidR="006E6299" w:rsidRPr="006E6299" w14:paraId="1BEEE24E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EE87B4" w14:textId="77777777" w:rsidR="006E6299" w:rsidRPr="006E6299" w:rsidRDefault="006E6299" w:rsidP="006E6299">
            <w:r w:rsidRPr="006E6299">
              <w:t>Month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D8E5A7" w14:textId="77777777" w:rsidR="006E6299" w:rsidRPr="006E6299" w:rsidRDefault="006E6299" w:rsidP="006E6299">
            <w:r w:rsidRPr="006E6299">
              <w:t>n..2</w:t>
            </w:r>
          </w:p>
        </w:tc>
      </w:tr>
      <w:tr w:rsidR="006E6299" w:rsidRPr="006E6299" w14:paraId="1197FF96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6C8B60" w14:textId="77777777" w:rsidR="006E6299" w:rsidRPr="006E6299" w:rsidRDefault="006E6299" w:rsidP="006E6299">
            <w:r w:rsidRPr="006E6299">
              <w:t>Movement Verification Action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2BBA53" w14:textId="77777777" w:rsidR="006E6299" w:rsidRPr="006E6299" w:rsidRDefault="006E6299" w:rsidP="006E6299">
            <w:r w:rsidRPr="006E6299">
              <w:t>n..2</w:t>
            </w:r>
          </w:p>
        </w:tc>
      </w:tr>
      <w:tr w:rsidR="006E6299" w:rsidRPr="006E6299" w14:paraId="07829BA9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34D3AB" w14:textId="77777777" w:rsidR="006E6299" w:rsidRPr="006E6299" w:rsidRDefault="006E6299" w:rsidP="006E6299">
            <w:r w:rsidRPr="006E6299">
              <w:t>Movement Verification Request Reason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A9071B" w14:textId="77777777" w:rsidR="006E6299" w:rsidRPr="006E6299" w:rsidRDefault="006E6299" w:rsidP="006E6299">
            <w:r w:rsidRPr="006E6299">
              <w:t>n..2</w:t>
            </w:r>
          </w:p>
        </w:tc>
      </w:tr>
      <w:tr w:rsidR="006E6299" w:rsidRPr="006E6299" w14:paraId="57EF5D1F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9A57D2" w14:textId="77777777" w:rsidR="006E6299" w:rsidRPr="006E6299" w:rsidRDefault="006E6299" w:rsidP="006E6299">
            <w:r w:rsidRPr="006E6299">
              <w:t>MRN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27DA53" w14:textId="77777777" w:rsidR="006E6299" w:rsidRPr="006E6299" w:rsidRDefault="006E6299" w:rsidP="006E6299">
            <w:r w:rsidRPr="006E6299">
              <w:t>an18</w:t>
            </w:r>
          </w:p>
        </w:tc>
      </w:tr>
      <w:tr w:rsidR="006E6299" w:rsidRPr="006E6299" w14:paraId="72420405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D4463B" w14:textId="77777777" w:rsidR="006E6299" w:rsidRPr="006E6299" w:rsidRDefault="006E6299" w:rsidP="006E6299">
            <w:r w:rsidRPr="006E6299">
              <w:t>MS of Submission Event Report Reference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97025A" w14:textId="77777777" w:rsidR="006E6299" w:rsidRPr="006E6299" w:rsidRDefault="006E6299" w:rsidP="006E6299">
            <w:r w:rsidRPr="006E6299">
              <w:t>an..35</w:t>
            </w:r>
          </w:p>
        </w:tc>
      </w:tr>
      <w:tr w:rsidR="006E6299" w:rsidRPr="006E6299" w14:paraId="1488244A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A11F09" w14:textId="77777777" w:rsidR="006E6299" w:rsidRPr="006E6299" w:rsidRDefault="006E6299" w:rsidP="006E6299">
            <w:r w:rsidRPr="006E6299">
              <w:t>MV Correlation ID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3099C6" w14:textId="77777777" w:rsidR="006E6299" w:rsidRPr="006E6299" w:rsidRDefault="006E6299" w:rsidP="006E6299">
            <w:r w:rsidRPr="006E6299">
              <w:t>an28</w:t>
            </w:r>
          </w:p>
        </w:tc>
      </w:tr>
      <w:tr w:rsidR="006E6299" w:rsidRPr="006E6299" w14:paraId="00FA7334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E4D8D0" w14:textId="77777777" w:rsidR="006E6299" w:rsidRPr="006E6299" w:rsidRDefault="006E6299" w:rsidP="006E6299">
            <w:r w:rsidRPr="006E6299">
              <w:t>MV Request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5E8AA9" w14:textId="77777777" w:rsidR="006E6299" w:rsidRPr="006E6299" w:rsidRDefault="006E6299" w:rsidP="006E6299">
            <w:r w:rsidRPr="006E6299">
              <w:t>n1</w:t>
            </w:r>
          </w:p>
        </w:tc>
      </w:tr>
      <w:tr w:rsidR="006E6299" w:rsidRPr="006E6299" w14:paraId="24C87E7E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224478" w14:textId="77777777" w:rsidR="006E6299" w:rsidRPr="006E6299" w:rsidRDefault="006E6299" w:rsidP="006E6299">
            <w:r w:rsidRPr="006E6299">
              <w:t>NAD_LNG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A97A5F" w14:textId="77777777" w:rsidR="006E6299" w:rsidRPr="006E6299" w:rsidRDefault="006E6299" w:rsidP="006E6299">
            <w:r w:rsidRPr="006E6299">
              <w:t>a2</w:t>
            </w:r>
          </w:p>
        </w:tc>
      </w:tr>
      <w:tr w:rsidR="006E6299" w:rsidRPr="006E6299" w14:paraId="0DCBC81D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A98044" w14:textId="77777777" w:rsidR="006E6299" w:rsidRPr="006E6299" w:rsidRDefault="006E6299" w:rsidP="006E6299">
            <w:r w:rsidRPr="006E6299">
              <w:t>Name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AA780A" w14:textId="77777777" w:rsidR="006E6299" w:rsidRPr="006E6299" w:rsidRDefault="006E6299" w:rsidP="006E6299">
            <w:r w:rsidRPr="006E6299">
              <w:t>an..182</w:t>
            </w:r>
          </w:p>
        </w:tc>
      </w:tr>
      <w:tr w:rsidR="006E6299" w:rsidRPr="006E6299" w14:paraId="05FD8B0A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C8C804" w14:textId="77777777" w:rsidR="006E6299" w:rsidRPr="006E6299" w:rsidRDefault="006E6299" w:rsidP="006E6299">
            <w:r w:rsidRPr="006E6299">
              <w:t>National Administration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AE263A" w14:textId="77777777" w:rsidR="006E6299" w:rsidRPr="006E6299" w:rsidRDefault="006E6299" w:rsidP="006E6299">
            <w:r w:rsidRPr="006E6299">
              <w:t>a2</w:t>
            </w:r>
          </w:p>
        </w:tc>
      </w:tr>
      <w:tr w:rsidR="006E6299" w:rsidRPr="006E6299" w14:paraId="340E97F4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CBBDCC" w14:textId="77777777" w:rsidR="006E6299" w:rsidRPr="006E6299" w:rsidRDefault="006E6299" w:rsidP="006E6299">
            <w:r w:rsidRPr="006E6299">
              <w:t>National Administration-Degree Plato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3D19AC" w14:textId="77777777" w:rsidR="006E6299" w:rsidRPr="006E6299" w:rsidRDefault="006E6299" w:rsidP="006E6299">
            <w:r w:rsidRPr="006E6299">
              <w:t>a2</w:t>
            </w:r>
          </w:p>
        </w:tc>
      </w:tr>
      <w:tr w:rsidR="006E6299" w:rsidRPr="006E6299" w14:paraId="22ADCEBD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E83585" w14:textId="77777777" w:rsidR="006E6299" w:rsidRPr="006E6299" w:rsidRDefault="006E6299" w:rsidP="006E6299">
            <w:r w:rsidRPr="006E6299">
              <w:t>National Case Reference Identifier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5A0CE7" w14:textId="77777777" w:rsidR="006E6299" w:rsidRPr="006E6299" w:rsidRDefault="006E6299" w:rsidP="006E6299">
            <w:r w:rsidRPr="006E6299">
              <w:t>an..99</w:t>
            </w:r>
          </w:p>
        </w:tc>
      </w:tr>
      <w:tr w:rsidR="006E6299" w:rsidRPr="006E6299" w14:paraId="14EEF0CF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E0F3D1" w14:textId="77777777" w:rsidR="006E6299" w:rsidRPr="006E6299" w:rsidRDefault="006E6299" w:rsidP="006E6299">
            <w:r w:rsidRPr="006E6299">
              <w:t>National Movement Information Requested flag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F65385" w14:textId="77777777" w:rsidR="006E6299" w:rsidRPr="006E6299" w:rsidRDefault="006E6299" w:rsidP="006E6299">
            <w:r w:rsidRPr="006E6299">
              <w:t>n1</w:t>
            </w:r>
          </w:p>
        </w:tc>
      </w:tr>
      <w:tr w:rsidR="006E6299" w:rsidRPr="006E6299" w14:paraId="184B551E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98EBD3" w14:textId="77777777" w:rsidR="006E6299" w:rsidRPr="006E6299" w:rsidRDefault="006E6299" w:rsidP="006E6299">
            <w:r w:rsidRPr="006E6299">
              <w:t>Net Mass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9BC116" w14:textId="77777777" w:rsidR="006E6299" w:rsidRPr="006E6299" w:rsidRDefault="006E6299" w:rsidP="006E6299">
            <w:r w:rsidRPr="006E6299">
              <w:t>n..16,6</w:t>
            </w:r>
          </w:p>
        </w:tc>
      </w:tr>
      <w:tr w:rsidR="006E6299" w:rsidRPr="006E6299" w14:paraId="5227633C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0D177F" w14:textId="77777777" w:rsidR="006E6299" w:rsidRPr="006E6299" w:rsidRDefault="006E6299" w:rsidP="006E6299">
            <w:r w:rsidRPr="006E6299">
              <w:t>Notes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4B3470" w14:textId="77777777" w:rsidR="006E6299" w:rsidRPr="006E6299" w:rsidRDefault="006E6299" w:rsidP="006E6299">
            <w:r w:rsidRPr="006E6299">
              <w:t>an..999</w:t>
            </w:r>
          </w:p>
        </w:tc>
      </w:tr>
      <w:tr w:rsidR="006E6299" w:rsidRPr="006E6299" w14:paraId="75E9C4BB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6D7A0" w14:textId="77777777" w:rsidR="006E6299" w:rsidRPr="006E6299" w:rsidRDefault="006E6299" w:rsidP="006E6299">
            <w:r w:rsidRPr="006E6299">
              <w:t>Notification Date and Time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B055F" w14:textId="77777777" w:rsidR="006E6299" w:rsidRPr="006E6299" w:rsidRDefault="006E6299" w:rsidP="006E6299">
            <w:r w:rsidRPr="006E6299">
              <w:t>dateTime</w:t>
            </w:r>
          </w:p>
        </w:tc>
      </w:tr>
      <w:tr w:rsidR="006E6299" w:rsidRPr="006E6299" w14:paraId="53F252AE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2D351E" w14:textId="77777777" w:rsidR="006E6299" w:rsidRPr="006E6299" w:rsidRDefault="006E6299" w:rsidP="006E6299">
            <w:r w:rsidRPr="006E6299">
              <w:t>Notification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5B8B0C" w14:textId="77777777" w:rsidR="006E6299" w:rsidRPr="006E6299" w:rsidRDefault="006E6299" w:rsidP="006E6299">
            <w:r w:rsidRPr="006E6299">
              <w:t>n1</w:t>
            </w:r>
          </w:p>
        </w:tc>
      </w:tr>
      <w:tr w:rsidR="006E6299" w:rsidRPr="006E6299" w14:paraId="627FCC74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5AB8DA" w14:textId="77777777" w:rsidR="006E6299" w:rsidRPr="006E6299" w:rsidRDefault="006E6299" w:rsidP="006E6299">
            <w:r w:rsidRPr="006E6299">
              <w:t>Number of Active Economic Operators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723C4B" w14:textId="77777777" w:rsidR="006E6299" w:rsidRPr="006E6299" w:rsidRDefault="006E6299" w:rsidP="006E6299">
            <w:r w:rsidRPr="006E6299">
              <w:t>n..15</w:t>
            </w:r>
          </w:p>
        </w:tc>
      </w:tr>
      <w:tr w:rsidR="006E6299" w:rsidRPr="006E6299" w14:paraId="7B313DCB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D37BB8" w14:textId="77777777" w:rsidR="006E6299" w:rsidRPr="006E6299" w:rsidRDefault="006E6299" w:rsidP="006E6299">
            <w:r w:rsidRPr="006E6299">
              <w:t>Number of Deleted Economic Operators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3E2C2A" w14:textId="77777777" w:rsidR="006E6299" w:rsidRPr="006E6299" w:rsidRDefault="006E6299" w:rsidP="006E6299">
            <w:r w:rsidRPr="006E6299">
              <w:t>n..15</w:t>
            </w:r>
          </w:p>
        </w:tc>
      </w:tr>
      <w:tr w:rsidR="006E6299" w:rsidRPr="006E6299" w14:paraId="02C8469F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1C7C39" w14:textId="77777777" w:rsidR="006E6299" w:rsidRPr="006E6299" w:rsidRDefault="006E6299" w:rsidP="006E6299">
            <w:r w:rsidRPr="006E6299">
              <w:t>Number of Economic Operators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D66AB3" w14:textId="77777777" w:rsidR="006E6299" w:rsidRPr="006E6299" w:rsidRDefault="006E6299" w:rsidP="006E6299">
            <w:r w:rsidRPr="006E6299">
              <w:t>n..15</w:t>
            </w:r>
          </w:p>
        </w:tc>
      </w:tr>
      <w:tr w:rsidR="006E6299" w:rsidRPr="006E6299" w14:paraId="672CFD37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4A0353" w14:textId="77777777" w:rsidR="006E6299" w:rsidRPr="006E6299" w:rsidRDefault="006E6299" w:rsidP="006E6299">
            <w:r w:rsidRPr="006E6299">
              <w:t>Number of Excise Authorisation Changes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6E5E86" w14:textId="77777777" w:rsidR="006E6299" w:rsidRPr="006E6299" w:rsidRDefault="006E6299" w:rsidP="006E6299">
            <w:r w:rsidRPr="006E6299">
              <w:t>n..15</w:t>
            </w:r>
          </w:p>
        </w:tc>
      </w:tr>
      <w:tr w:rsidR="006E6299" w:rsidRPr="006E6299" w14:paraId="36001B23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FB0C35" w14:textId="77777777" w:rsidR="006E6299" w:rsidRPr="006E6299" w:rsidRDefault="006E6299" w:rsidP="006E6299">
            <w:r w:rsidRPr="006E6299">
              <w:t>Number of Inactive Economic Operators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10364E" w14:textId="77777777" w:rsidR="006E6299" w:rsidRPr="006E6299" w:rsidRDefault="006E6299" w:rsidP="006E6299">
            <w:r w:rsidRPr="006E6299">
              <w:t>n..15</w:t>
            </w:r>
          </w:p>
        </w:tc>
      </w:tr>
      <w:tr w:rsidR="006E6299" w:rsidRPr="006E6299" w14:paraId="7EC9A932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1DEE86" w14:textId="77777777" w:rsidR="006E6299" w:rsidRPr="006E6299" w:rsidRDefault="006E6299" w:rsidP="006E6299">
            <w:r w:rsidRPr="006E6299">
              <w:t>Number of packages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54583B" w14:textId="77777777" w:rsidR="006E6299" w:rsidRPr="006E6299" w:rsidRDefault="006E6299" w:rsidP="006E6299">
            <w:r w:rsidRPr="006E6299">
              <w:t>n..15</w:t>
            </w:r>
          </w:p>
        </w:tc>
      </w:tr>
      <w:tr w:rsidR="006E6299" w:rsidRPr="006E6299" w14:paraId="25C4C9A3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CD43C" w14:textId="77777777" w:rsidR="006E6299" w:rsidRPr="006E6299" w:rsidRDefault="006E6299" w:rsidP="006E6299">
            <w:r w:rsidRPr="006E6299">
              <w:t>Number of Pending Expirations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16B904" w14:textId="77777777" w:rsidR="006E6299" w:rsidRPr="006E6299" w:rsidRDefault="006E6299" w:rsidP="006E6299">
            <w:r w:rsidRPr="006E6299">
              <w:t>n..15</w:t>
            </w:r>
          </w:p>
        </w:tc>
      </w:tr>
      <w:tr w:rsidR="006E6299" w:rsidRPr="006E6299" w14:paraId="2BF7874C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783D5F" w14:textId="77777777" w:rsidR="006E6299" w:rsidRPr="006E6299" w:rsidRDefault="006E6299" w:rsidP="006E6299">
            <w:r w:rsidRPr="006E6299">
              <w:t>Number of Tax Warehouses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D7201B" w14:textId="77777777" w:rsidR="006E6299" w:rsidRPr="006E6299" w:rsidRDefault="006E6299" w:rsidP="006E6299">
            <w:r w:rsidRPr="006E6299">
              <w:t>n..15</w:t>
            </w:r>
          </w:p>
        </w:tc>
      </w:tr>
      <w:tr w:rsidR="006E6299" w:rsidRPr="006E6299" w14:paraId="4ACD6C4E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0E4021" w14:textId="77777777" w:rsidR="006E6299" w:rsidRPr="006E6299" w:rsidRDefault="006E6299" w:rsidP="006E6299">
            <w:r w:rsidRPr="006E6299">
              <w:lastRenderedPageBreak/>
              <w:t>Observed Shortage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BF23CF" w14:textId="77777777" w:rsidR="006E6299" w:rsidRPr="006E6299" w:rsidRDefault="006E6299" w:rsidP="006E6299">
            <w:r w:rsidRPr="006E6299">
              <w:t>n..15,3</w:t>
            </w:r>
          </w:p>
        </w:tc>
      </w:tr>
      <w:tr w:rsidR="006E6299" w:rsidRPr="006E6299" w14:paraId="5E9C78DA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C0B757" w14:textId="77777777" w:rsidR="006E6299" w:rsidRPr="006E6299" w:rsidRDefault="006E6299" w:rsidP="006E6299">
            <w:r w:rsidRPr="006E6299">
              <w:t>Observed Shortage or Excess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4657A1" w14:textId="77777777" w:rsidR="006E6299" w:rsidRPr="006E6299" w:rsidRDefault="006E6299" w:rsidP="006E6299">
            <w:r w:rsidRPr="006E6299">
              <w:t>n..15,3</w:t>
            </w:r>
          </w:p>
        </w:tc>
      </w:tr>
      <w:tr w:rsidR="006E6299" w:rsidRPr="006E6299" w14:paraId="22DAB931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D53A55" w14:textId="77777777" w:rsidR="006E6299" w:rsidRPr="006E6299" w:rsidRDefault="006E6299" w:rsidP="006E6299">
            <w:r w:rsidRPr="006E6299">
              <w:t>Opening of Inquiry Planned flag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2BA161" w14:textId="77777777" w:rsidR="006E6299" w:rsidRPr="006E6299" w:rsidRDefault="006E6299" w:rsidP="006E6299">
            <w:r w:rsidRPr="006E6299">
              <w:t>n1</w:t>
            </w:r>
          </w:p>
        </w:tc>
      </w:tr>
      <w:tr w:rsidR="006E6299" w:rsidRPr="006E6299" w14:paraId="7448A2C1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FF540F" w14:textId="77777777" w:rsidR="006E6299" w:rsidRPr="006E6299" w:rsidRDefault="006E6299" w:rsidP="006E6299">
            <w:r w:rsidRPr="006E6299">
              <w:t>Operation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489353" w14:textId="77777777" w:rsidR="006E6299" w:rsidRPr="006E6299" w:rsidRDefault="006E6299" w:rsidP="006E6299">
            <w:r w:rsidRPr="006E6299">
              <w:t>a1</w:t>
            </w:r>
          </w:p>
        </w:tc>
      </w:tr>
      <w:tr w:rsidR="006E6299" w:rsidRPr="006E6299" w14:paraId="3C959A09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98AA85" w14:textId="77777777" w:rsidR="006E6299" w:rsidRPr="006E6299" w:rsidRDefault="006E6299" w:rsidP="006E6299">
            <w:r w:rsidRPr="006E6299">
              <w:t>Operator Role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D27313" w14:textId="77777777" w:rsidR="006E6299" w:rsidRPr="006E6299" w:rsidRDefault="006E6299" w:rsidP="006E6299">
            <w:r w:rsidRPr="006E6299">
              <w:t>n1</w:t>
            </w:r>
          </w:p>
        </w:tc>
      </w:tr>
      <w:tr w:rsidR="006E6299" w:rsidRPr="006E6299" w14:paraId="75D6E77B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43281B" w14:textId="77777777" w:rsidR="006E6299" w:rsidRPr="006E6299" w:rsidRDefault="006E6299" w:rsidP="006E6299">
            <w:r w:rsidRPr="006E6299">
              <w:t>Operator Type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666FAB" w14:textId="77777777" w:rsidR="006E6299" w:rsidRPr="006E6299" w:rsidRDefault="006E6299" w:rsidP="006E6299">
            <w:r w:rsidRPr="006E6299">
              <w:t>n1</w:t>
            </w:r>
          </w:p>
        </w:tc>
      </w:tr>
      <w:tr w:rsidR="006E6299" w:rsidRPr="006E6299" w14:paraId="68119DF1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7B5D55" w14:textId="77777777" w:rsidR="006E6299" w:rsidRPr="006E6299" w:rsidRDefault="006E6299" w:rsidP="006E6299">
            <w:r w:rsidRPr="006E6299">
              <w:t>Origin Type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B86544" w14:textId="77777777" w:rsidR="006E6299" w:rsidRPr="006E6299" w:rsidRDefault="006E6299" w:rsidP="006E6299">
            <w:r w:rsidRPr="006E6299">
              <w:t>n1</w:t>
            </w:r>
          </w:p>
        </w:tc>
      </w:tr>
      <w:tr w:rsidR="006E6299" w:rsidRPr="006E6299" w14:paraId="39DBBD39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E52841" w14:textId="77777777" w:rsidR="006E6299" w:rsidRPr="006E6299" w:rsidRDefault="006E6299" w:rsidP="006E6299">
            <w:r w:rsidRPr="006E6299">
              <w:t>Original Attribute Value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460933" w14:textId="77777777" w:rsidR="006E6299" w:rsidRPr="006E6299" w:rsidRDefault="006E6299" w:rsidP="006E6299">
            <w:r w:rsidRPr="006E6299">
              <w:t>an..350</w:t>
            </w:r>
          </w:p>
        </w:tc>
      </w:tr>
      <w:tr w:rsidR="006E6299" w:rsidRPr="006E6299" w14:paraId="0821CBD0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F7096D" w14:textId="77777777" w:rsidR="006E6299" w:rsidRPr="006E6299" w:rsidRDefault="006E6299" w:rsidP="006E6299">
            <w:r w:rsidRPr="006E6299">
              <w:t>Originator of request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16CA5" w14:textId="77777777" w:rsidR="006E6299" w:rsidRPr="006E6299" w:rsidRDefault="006E6299" w:rsidP="006E6299">
            <w:r w:rsidRPr="006E6299">
              <w:t>an..50</w:t>
            </w:r>
          </w:p>
        </w:tc>
      </w:tr>
      <w:tr w:rsidR="006E6299" w:rsidRPr="006E6299" w14:paraId="5C35EFC2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94A42F" w14:textId="77777777" w:rsidR="006E6299" w:rsidRPr="006E6299" w:rsidRDefault="006E6299" w:rsidP="006E6299">
            <w:r w:rsidRPr="006E6299">
              <w:t>Other Accompanying Document Date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6B6CB3" w14:textId="77777777" w:rsidR="006E6299" w:rsidRPr="006E6299" w:rsidRDefault="006E6299" w:rsidP="006E6299">
            <w:r w:rsidRPr="006E6299">
              <w:t>date</w:t>
            </w:r>
          </w:p>
        </w:tc>
      </w:tr>
      <w:tr w:rsidR="006E6299" w:rsidRPr="006E6299" w14:paraId="478F0A97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3BD26D" w14:textId="77777777" w:rsidR="006E6299" w:rsidRPr="006E6299" w:rsidRDefault="006E6299" w:rsidP="006E6299">
            <w:r w:rsidRPr="006E6299">
              <w:t>Other Accompanying Document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04571F" w14:textId="77777777" w:rsidR="006E6299" w:rsidRPr="006E6299" w:rsidRDefault="006E6299" w:rsidP="006E6299">
            <w:r w:rsidRPr="006E6299">
              <w:t>an..350</w:t>
            </w:r>
          </w:p>
        </w:tc>
      </w:tr>
      <w:tr w:rsidR="006E6299" w:rsidRPr="006E6299" w14:paraId="19163423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9623E3" w14:textId="77777777" w:rsidR="006E6299" w:rsidRPr="006E6299" w:rsidRDefault="006E6299" w:rsidP="006E6299">
            <w:r w:rsidRPr="006E6299">
              <w:t>Other Accompanying Document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EB9DEB" w14:textId="77777777" w:rsidR="006E6299" w:rsidRPr="006E6299" w:rsidRDefault="006E6299" w:rsidP="006E6299">
            <w:r w:rsidRPr="006E6299">
              <w:t>n1</w:t>
            </w:r>
          </w:p>
        </w:tc>
      </w:tr>
      <w:tr w:rsidR="006E6299" w:rsidRPr="006E6299" w14:paraId="1E02BEB4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DAEE9F" w14:textId="77777777" w:rsidR="006E6299" w:rsidRPr="006E6299" w:rsidRDefault="006E6299" w:rsidP="006E6299">
            <w:r w:rsidRPr="006E6299">
              <w:t>Other Control Action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00FD51" w14:textId="77777777" w:rsidR="006E6299" w:rsidRPr="006E6299" w:rsidRDefault="006E6299" w:rsidP="006E6299">
            <w:r w:rsidRPr="006E6299">
              <w:t>an..350</w:t>
            </w:r>
          </w:p>
        </w:tc>
      </w:tr>
      <w:tr w:rsidR="006E6299" w:rsidRPr="006E6299" w14:paraId="5E80AC0D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5AD4A8" w14:textId="77777777" w:rsidR="006E6299" w:rsidRPr="006E6299" w:rsidRDefault="006E6299" w:rsidP="006E6299">
            <w:r w:rsidRPr="006E6299">
              <w:t>Other Control Action_LNG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9D317F" w14:textId="77777777" w:rsidR="006E6299" w:rsidRPr="006E6299" w:rsidRDefault="006E6299" w:rsidP="006E6299">
            <w:r w:rsidRPr="006E6299">
              <w:t>a2</w:t>
            </w:r>
          </w:p>
        </w:tc>
      </w:tr>
      <w:tr w:rsidR="006E6299" w:rsidRPr="006E6299" w14:paraId="26D1BE94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55638A" w14:textId="77777777" w:rsidR="006E6299" w:rsidRPr="006E6299" w:rsidRDefault="006E6299" w:rsidP="006E6299">
            <w:r w:rsidRPr="006E6299">
              <w:t>Other Finding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D85F6E" w14:textId="77777777" w:rsidR="006E6299" w:rsidRPr="006E6299" w:rsidRDefault="006E6299" w:rsidP="006E6299">
            <w:r w:rsidRPr="006E6299">
              <w:t>an..999</w:t>
            </w:r>
          </w:p>
        </w:tc>
      </w:tr>
      <w:tr w:rsidR="006E6299" w:rsidRPr="006E6299" w14:paraId="5447F8A3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88EF68" w14:textId="77777777" w:rsidR="006E6299" w:rsidRPr="006E6299" w:rsidRDefault="006E6299" w:rsidP="006E6299">
            <w:r w:rsidRPr="006E6299">
              <w:t>Other Finding Type_LNG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555919" w14:textId="77777777" w:rsidR="006E6299" w:rsidRPr="006E6299" w:rsidRDefault="006E6299" w:rsidP="006E6299">
            <w:r w:rsidRPr="006E6299">
              <w:t>a2</w:t>
            </w:r>
          </w:p>
        </w:tc>
      </w:tr>
      <w:tr w:rsidR="006E6299" w:rsidRPr="006E6299" w14:paraId="2E9A0E35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1A55E9" w14:textId="77777777" w:rsidR="006E6299" w:rsidRPr="006E6299" w:rsidRDefault="006E6299" w:rsidP="006E6299">
            <w:r w:rsidRPr="006E6299">
              <w:t>Other Information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5EBD89" w14:textId="77777777" w:rsidR="006E6299" w:rsidRPr="006E6299" w:rsidRDefault="006E6299" w:rsidP="006E6299">
            <w:r w:rsidRPr="006E6299">
              <w:t>an..350</w:t>
            </w:r>
          </w:p>
        </w:tc>
      </w:tr>
      <w:tr w:rsidR="006E6299" w:rsidRPr="006E6299" w14:paraId="445C5A61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1FCE22" w14:textId="77777777" w:rsidR="006E6299" w:rsidRPr="006E6299" w:rsidRDefault="006E6299" w:rsidP="006E6299">
            <w:r w:rsidRPr="006E6299">
              <w:t>Other Information_LNG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33E81C" w14:textId="77777777" w:rsidR="006E6299" w:rsidRPr="006E6299" w:rsidRDefault="006E6299" w:rsidP="006E6299">
            <w:r w:rsidRPr="006E6299">
              <w:t>a2</w:t>
            </w:r>
          </w:p>
        </w:tc>
      </w:tr>
      <w:tr w:rsidR="006E6299" w:rsidRPr="006E6299" w14:paraId="486CD8E5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041DC5" w14:textId="77777777" w:rsidR="006E6299" w:rsidRPr="006E6299" w:rsidRDefault="006E6299" w:rsidP="006E6299">
            <w:r w:rsidRPr="006E6299">
              <w:t>Other Risk Profile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F6E2F1" w14:textId="77777777" w:rsidR="006E6299" w:rsidRPr="006E6299" w:rsidRDefault="006E6299" w:rsidP="006E6299">
            <w:r w:rsidRPr="006E6299">
              <w:t>an..999</w:t>
            </w:r>
          </w:p>
        </w:tc>
      </w:tr>
      <w:tr w:rsidR="006E6299" w:rsidRPr="006E6299" w14:paraId="448C79AB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C99C84" w14:textId="77777777" w:rsidR="006E6299" w:rsidRPr="006E6299" w:rsidRDefault="006E6299" w:rsidP="006E6299">
            <w:r w:rsidRPr="006E6299">
              <w:t>Other Risk Profile_LNG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8626D4" w14:textId="77777777" w:rsidR="006E6299" w:rsidRPr="006E6299" w:rsidRDefault="006E6299" w:rsidP="006E6299">
            <w:r w:rsidRPr="006E6299">
              <w:t>a2</w:t>
            </w:r>
          </w:p>
        </w:tc>
      </w:tr>
      <w:tr w:rsidR="006E6299" w:rsidRPr="006E6299" w14:paraId="1271068E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24691D" w14:textId="77777777" w:rsidR="006E6299" w:rsidRPr="006E6299" w:rsidRDefault="006E6299" w:rsidP="006E6299">
            <w:r w:rsidRPr="006E6299">
              <w:t>Performed Control Action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E16F20" w14:textId="77777777" w:rsidR="006E6299" w:rsidRPr="006E6299" w:rsidRDefault="006E6299" w:rsidP="006E6299">
            <w:r w:rsidRPr="006E6299">
              <w:t>n..2</w:t>
            </w:r>
          </w:p>
        </w:tc>
      </w:tr>
      <w:tr w:rsidR="006E6299" w:rsidRPr="006E6299" w14:paraId="2CE55DF0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1526AB" w14:textId="77777777" w:rsidR="006E6299" w:rsidRPr="006E6299" w:rsidRDefault="006E6299" w:rsidP="006E6299">
            <w:r w:rsidRPr="006E6299">
              <w:t>Period from date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9209F" w14:textId="77777777" w:rsidR="006E6299" w:rsidRPr="006E6299" w:rsidRDefault="006E6299" w:rsidP="006E6299">
            <w:r w:rsidRPr="006E6299">
              <w:t>date</w:t>
            </w:r>
          </w:p>
        </w:tc>
      </w:tr>
      <w:tr w:rsidR="006E6299" w:rsidRPr="006E6299" w14:paraId="58325BE3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51826C" w14:textId="77777777" w:rsidR="006E6299" w:rsidRPr="006E6299" w:rsidRDefault="006E6299" w:rsidP="006E6299">
            <w:r w:rsidRPr="006E6299">
              <w:t>Period to date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0558F4" w14:textId="77777777" w:rsidR="006E6299" w:rsidRPr="006E6299" w:rsidRDefault="006E6299" w:rsidP="006E6299">
            <w:r w:rsidRPr="006E6299">
              <w:t>date</w:t>
            </w:r>
          </w:p>
        </w:tc>
      </w:tr>
      <w:tr w:rsidR="006E6299" w:rsidRPr="006E6299" w14:paraId="393EAE29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FBE5BD" w14:textId="77777777" w:rsidR="006E6299" w:rsidRPr="006E6299" w:rsidRDefault="006E6299" w:rsidP="006E6299">
            <w:r w:rsidRPr="006E6299">
              <w:t>Phone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A94812" w14:textId="77777777" w:rsidR="006E6299" w:rsidRPr="006E6299" w:rsidRDefault="006E6299" w:rsidP="006E6299">
            <w:r w:rsidRPr="006E6299">
              <w:t>an..35</w:t>
            </w:r>
          </w:p>
        </w:tc>
      </w:tr>
      <w:tr w:rsidR="006E6299" w:rsidRPr="006E6299" w14:paraId="178788AB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AC29A5" w14:textId="77777777" w:rsidR="006E6299" w:rsidRPr="006E6299" w:rsidRDefault="006E6299" w:rsidP="006E6299">
            <w:r w:rsidRPr="006E6299">
              <w:t>Place of Control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C6751C" w14:textId="77777777" w:rsidR="006E6299" w:rsidRPr="006E6299" w:rsidRDefault="006E6299" w:rsidP="006E6299">
            <w:r w:rsidRPr="006E6299">
              <w:t>an..350</w:t>
            </w:r>
          </w:p>
        </w:tc>
      </w:tr>
      <w:tr w:rsidR="006E6299" w:rsidRPr="006E6299" w14:paraId="502C28E6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92C543" w14:textId="77777777" w:rsidR="006E6299" w:rsidRPr="006E6299" w:rsidRDefault="006E6299" w:rsidP="006E6299">
            <w:r w:rsidRPr="006E6299">
              <w:t>Place of Control_LNG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A67D93" w14:textId="77777777" w:rsidR="006E6299" w:rsidRPr="006E6299" w:rsidRDefault="006E6299" w:rsidP="006E6299">
            <w:r w:rsidRPr="006E6299">
              <w:t>a2</w:t>
            </w:r>
          </w:p>
        </w:tc>
      </w:tr>
      <w:tr w:rsidR="006E6299" w:rsidRPr="006E6299" w14:paraId="5E7DB494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29D7BF" w14:textId="77777777" w:rsidR="006E6299" w:rsidRPr="006E6299" w:rsidRDefault="006E6299" w:rsidP="006E6299">
            <w:r w:rsidRPr="006E6299">
              <w:t>Place of Event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468C35" w14:textId="77777777" w:rsidR="006E6299" w:rsidRPr="006E6299" w:rsidRDefault="006E6299" w:rsidP="006E6299">
            <w:r w:rsidRPr="006E6299">
              <w:t>an..350</w:t>
            </w:r>
          </w:p>
        </w:tc>
      </w:tr>
      <w:tr w:rsidR="006E6299" w:rsidRPr="006E6299" w14:paraId="039CA392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857E1D" w14:textId="77777777" w:rsidR="006E6299" w:rsidRPr="006E6299" w:rsidRDefault="006E6299" w:rsidP="006E6299">
            <w:r w:rsidRPr="006E6299">
              <w:t>Place of Event_LNG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43EB09" w14:textId="77777777" w:rsidR="006E6299" w:rsidRPr="006E6299" w:rsidRDefault="006E6299" w:rsidP="006E6299">
            <w:r w:rsidRPr="006E6299">
              <w:t>a2</w:t>
            </w:r>
          </w:p>
        </w:tc>
      </w:tr>
      <w:tr w:rsidR="006E6299" w:rsidRPr="006E6299" w14:paraId="77EAF563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3BCFB6" w14:textId="77777777" w:rsidR="006E6299" w:rsidRPr="006E6299" w:rsidRDefault="006E6299" w:rsidP="006E6299">
            <w:r w:rsidRPr="006E6299">
              <w:t>Postcode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C5162" w14:textId="77777777" w:rsidR="006E6299" w:rsidRPr="006E6299" w:rsidRDefault="006E6299" w:rsidP="006E6299">
            <w:r w:rsidRPr="006E6299">
              <w:t>an..10</w:t>
            </w:r>
          </w:p>
        </w:tc>
      </w:tr>
      <w:tr w:rsidR="006E6299" w:rsidRPr="006E6299" w14:paraId="7B42F0F7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D4E089" w14:textId="77777777" w:rsidR="006E6299" w:rsidRPr="006E6299" w:rsidRDefault="006E6299" w:rsidP="006E6299">
            <w:r w:rsidRPr="006E6299">
              <w:t>Primary Criterion Type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B6AE22" w14:textId="77777777" w:rsidR="006E6299" w:rsidRPr="006E6299" w:rsidRDefault="006E6299" w:rsidP="006E6299">
            <w:r w:rsidRPr="006E6299">
              <w:t>n..2</w:t>
            </w:r>
          </w:p>
        </w:tc>
      </w:tr>
      <w:tr w:rsidR="006E6299" w:rsidRPr="006E6299" w14:paraId="2550F313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2330C9" w14:textId="77777777" w:rsidR="006E6299" w:rsidRPr="006E6299" w:rsidRDefault="006E6299" w:rsidP="006E6299">
            <w:r w:rsidRPr="006E6299">
              <w:t>Quantity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137A8B" w14:textId="77777777" w:rsidR="006E6299" w:rsidRPr="006E6299" w:rsidRDefault="006E6299" w:rsidP="006E6299">
            <w:r w:rsidRPr="006E6299">
              <w:t>n..15,3</w:t>
            </w:r>
          </w:p>
        </w:tc>
      </w:tr>
      <w:tr w:rsidR="006E6299" w:rsidRPr="006E6299" w14:paraId="6023F963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89EBCE" w14:textId="77777777" w:rsidR="006E6299" w:rsidRPr="006E6299" w:rsidRDefault="006E6299" w:rsidP="006E6299">
            <w:r w:rsidRPr="006E6299">
              <w:t>Quantity Initially Dispatched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2817C1" w14:textId="77777777" w:rsidR="006E6299" w:rsidRPr="006E6299" w:rsidRDefault="006E6299" w:rsidP="006E6299">
            <w:r w:rsidRPr="006E6299">
              <w:t>n..15,3</w:t>
            </w:r>
          </w:p>
        </w:tc>
      </w:tr>
      <w:tr w:rsidR="006E6299" w:rsidRPr="006E6299" w14:paraId="3C57154E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234698" w14:textId="77777777" w:rsidR="006E6299" w:rsidRPr="006E6299" w:rsidRDefault="006E6299" w:rsidP="006E6299">
            <w:r w:rsidRPr="006E6299">
              <w:t>Quarter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582A2E" w14:textId="77777777" w:rsidR="006E6299" w:rsidRPr="006E6299" w:rsidRDefault="006E6299" w:rsidP="006E6299">
            <w:r w:rsidRPr="006E6299">
              <w:t>n1</w:t>
            </w:r>
          </w:p>
        </w:tc>
      </w:tr>
      <w:tr w:rsidR="006E6299" w:rsidRPr="006E6299" w14:paraId="1E182EAC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D92F12" w14:textId="77777777" w:rsidR="006E6299" w:rsidRPr="006E6299" w:rsidRDefault="006E6299" w:rsidP="006E6299">
            <w:r w:rsidRPr="006E6299">
              <w:t>Reason for Control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EFA84B" w14:textId="77777777" w:rsidR="006E6299" w:rsidRPr="006E6299" w:rsidRDefault="006E6299" w:rsidP="006E6299">
            <w:r w:rsidRPr="006E6299">
              <w:t>n1</w:t>
            </w:r>
          </w:p>
        </w:tc>
      </w:tr>
      <w:tr w:rsidR="006E6299" w:rsidRPr="006E6299" w14:paraId="08589B1A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C345D7" w14:textId="77777777" w:rsidR="006E6299" w:rsidRPr="006E6299" w:rsidRDefault="006E6299" w:rsidP="006E6299">
            <w:r w:rsidRPr="006E6299">
              <w:lastRenderedPageBreak/>
              <w:t>Reason for Interruption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5B1C46" w14:textId="77777777" w:rsidR="006E6299" w:rsidRPr="006E6299" w:rsidRDefault="006E6299" w:rsidP="006E6299">
            <w:r w:rsidRPr="006E6299">
              <w:t>n..2</w:t>
            </w:r>
          </w:p>
        </w:tc>
      </w:tr>
      <w:tr w:rsidR="006E6299" w:rsidRPr="006E6299" w14:paraId="1B66BE52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42D6B0" w14:textId="77777777" w:rsidR="006E6299" w:rsidRPr="006E6299" w:rsidRDefault="006E6299" w:rsidP="006E6299">
            <w:r w:rsidRPr="006E6299">
              <w:t>Reference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32F828" w14:textId="77777777" w:rsidR="006E6299" w:rsidRPr="006E6299" w:rsidRDefault="006E6299" w:rsidP="006E6299">
            <w:r w:rsidRPr="006E6299">
              <w:t>an..70</w:t>
            </w:r>
          </w:p>
        </w:tc>
      </w:tr>
      <w:tr w:rsidR="006E6299" w:rsidRPr="006E6299" w14:paraId="43DF1A32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A01493" w14:textId="77777777" w:rsidR="006E6299" w:rsidRPr="006E6299" w:rsidRDefault="006E6299" w:rsidP="006E6299">
            <w:r w:rsidRPr="006E6299">
              <w:t>Reference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422700" w14:textId="77777777" w:rsidR="006E6299" w:rsidRPr="006E6299" w:rsidRDefault="006E6299" w:rsidP="006E6299">
            <w:r w:rsidRPr="006E6299">
              <w:t>an8</w:t>
            </w:r>
          </w:p>
        </w:tc>
      </w:tr>
      <w:tr w:rsidR="006E6299" w:rsidRPr="006E6299" w14:paraId="227A9597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FCB8EB" w14:textId="77777777" w:rsidR="006E6299" w:rsidRPr="006E6299" w:rsidRDefault="006E6299" w:rsidP="006E6299">
            <w:r w:rsidRPr="006E6299">
              <w:t>Reference Number of Control Office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4EF785" w14:textId="77777777" w:rsidR="006E6299" w:rsidRPr="006E6299" w:rsidRDefault="006E6299" w:rsidP="006E6299">
            <w:r w:rsidRPr="006E6299">
              <w:t>an8</w:t>
            </w:r>
          </w:p>
        </w:tc>
      </w:tr>
      <w:tr w:rsidR="006E6299" w:rsidRPr="006E6299" w14:paraId="5E561D43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C98763" w14:textId="77777777" w:rsidR="006E6299" w:rsidRPr="006E6299" w:rsidRDefault="006E6299" w:rsidP="006E6299">
            <w:r w:rsidRPr="006E6299">
              <w:t>Reference Number of Excise Office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5BD061" w14:textId="77777777" w:rsidR="006E6299" w:rsidRPr="006E6299" w:rsidRDefault="006E6299" w:rsidP="006E6299">
            <w:r w:rsidRPr="006E6299">
              <w:t>an8</w:t>
            </w:r>
          </w:p>
        </w:tc>
      </w:tr>
      <w:tr w:rsidR="006E6299" w:rsidRPr="006E6299" w14:paraId="3A9FD0EE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AD6F47" w14:textId="77777777" w:rsidR="006E6299" w:rsidRPr="006E6299" w:rsidRDefault="006E6299" w:rsidP="006E6299">
            <w:r w:rsidRPr="006E6299">
              <w:t>Reference Number of Issuance Office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2CBC4" w14:textId="77777777" w:rsidR="006E6299" w:rsidRPr="006E6299" w:rsidRDefault="006E6299" w:rsidP="006E6299">
            <w:r w:rsidRPr="006E6299">
              <w:t>an8</w:t>
            </w:r>
          </w:p>
        </w:tc>
      </w:tr>
      <w:tr w:rsidR="006E6299" w:rsidRPr="006E6299" w14:paraId="308B21F9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1F132E" w14:textId="77777777" w:rsidR="006E6299" w:rsidRPr="006E6299" w:rsidRDefault="006E6299" w:rsidP="006E6299">
            <w:r w:rsidRPr="006E6299">
              <w:t>Reference Number of Sender Customs Office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2F8195" w14:textId="77777777" w:rsidR="006E6299" w:rsidRPr="006E6299" w:rsidRDefault="006E6299" w:rsidP="006E6299">
            <w:r w:rsidRPr="006E6299">
              <w:t>an8</w:t>
            </w:r>
          </w:p>
        </w:tc>
      </w:tr>
      <w:tr w:rsidR="006E6299" w:rsidRPr="006E6299" w14:paraId="086260B2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A31610" w14:textId="77777777" w:rsidR="006E6299" w:rsidRPr="006E6299" w:rsidRDefault="006E6299" w:rsidP="006E6299">
            <w:r w:rsidRPr="006E6299">
              <w:t>Reference of Document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923E06" w14:textId="77777777" w:rsidR="006E6299" w:rsidRPr="006E6299" w:rsidRDefault="006E6299" w:rsidP="006E6299">
            <w:r w:rsidRPr="006E6299">
              <w:t>an..350</w:t>
            </w:r>
          </w:p>
        </w:tc>
      </w:tr>
      <w:tr w:rsidR="006E6299" w:rsidRPr="006E6299" w14:paraId="4F0B09E2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245173" w14:textId="77777777" w:rsidR="006E6299" w:rsidRPr="006E6299" w:rsidRDefault="006E6299" w:rsidP="006E6299">
            <w:r w:rsidRPr="006E6299">
              <w:t>Reference of Document_LNG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5578E1" w14:textId="77777777" w:rsidR="006E6299" w:rsidRPr="006E6299" w:rsidRDefault="006E6299" w:rsidP="006E6299">
            <w:r w:rsidRPr="006E6299">
              <w:t>a2</w:t>
            </w:r>
          </w:p>
        </w:tc>
      </w:tr>
      <w:tr w:rsidR="006E6299" w:rsidRPr="006E6299" w14:paraId="5BC425DE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86FB24" w14:textId="77777777" w:rsidR="006E6299" w:rsidRPr="006E6299" w:rsidRDefault="006E6299" w:rsidP="006E6299">
            <w:r w:rsidRPr="006E6299">
              <w:t>Reference of Evidence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5D7E53" w14:textId="77777777" w:rsidR="006E6299" w:rsidRPr="006E6299" w:rsidRDefault="006E6299" w:rsidP="006E6299">
            <w:r w:rsidRPr="006E6299">
              <w:t>an..350</w:t>
            </w:r>
          </w:p>
        </w:tc>
      </w:tr>
      <w:tr w:rsidR="006E6299" w:rsidRPr="006E6299" w14:paraId="26E576C5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EDAF2F" w14:textId="77777777" w:rsidR="006E6299" w:rsidRPr="006E6299" w:rsidRDefault="006E6299" w:rsidP="006E6299">
            <w:r w:rsidRPr="006E6299">
              <w:t>Reference of Evidence_LNG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666960" w14:textId="77777777" w:rsidR="006E6299" w:rsidRPr="006E6299" w:rsidRDefault="006E6299" w:rsidP="006E6299">
            <w:r w:rsidRPr="006E6299">
              <w:t>a2</w:t>
            </w:r>
          </w:p>
        </w:tc>
      </w:tr>
      <w:tr w:rsidR="006E6299" w:rsidRPr="006E6299" w14:paraId="09982528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0A36D0" w14:textId="77777777" w:rsidR="006E6299" w:rsidRPr="006E6299" w:rsidRDefault="006E6299" w:rsidP="006E6299">
            <w:r w:rsidRPr="006E6299">
              <w:t>Reference of Supporting Document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E59BD6" w14:textId="77777777" w:rsidR="006E6299" w:rsidRPr="006E6299" w:rsidRDefault="006E6299" w:rsidP="006E6299">
            <w:r w:rsidRPr="006E6299">
              <w:t>an..999</w:t>
            </w:r>
          </w:p>
        </w:tc>
      </w:tr>
      <w:tr w:rsidR="006E6299" w:rsidRPr="006E6299" w14:paraId="09782E86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D61CCA" w14:textId="77777777" w:rsidR="006E6299" w:rsidRPr="006E6299" w:rsidRDefault="006E6299" w:rsidP="006E6299">
            <w:r w:rsidRPr="006E6299">
              <w:t>Reference of Supporting Document_LNG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1B4022" w14:textId="77777777" w:rsidR="006E6299" w:rsidRPr="006E6299" w:rsidRDefault="006E6299" w:rsidP="006E6299">
            <w:r w:rsidRPr="006E6299">
              <w:t>a2</w:t>
            </w:r>
          </w:p>
        </w:tc>
      </w:tr>
      <w:tr w:rsidR="006E6299" w:rsidRPr="006E6299" w14:paraId="7584249E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9D79CF" w14:textId="77777777" w:rsidR="006E6299" w:rsidRPr="006E6299" w:rsidRDefault="006E6299" w:rsidP="006E6299">
            <w:r w:rsidRPr="006E6299">
              <w:t>Reference of Tax Warehouse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56DDB4" w14:textId="77777777" w:rsidR="006E6299" w:rsidRPr="006E6299" w:rsidRDefault="006E6299" w:rsidP="006E6299">
            <w:r w:rsidRPr="006E6299">
              <w:t>an13</w:t>
            </w:r>
          </w:p>
        </w:tc>
      </w:tr>
      <w:tr w:rsidR="006E6299" w:rsidRPr="006E6299" w14:paraId="51D9B734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7DC69E" w14:textId="77777777" w:rsidR="006E6299" w:rsidRPr="006E6299" w:rsidRDefault="006E6299" w:rsidP="006E6299">
            <w:r w:rsidRPr="006E6299">
              <w:t>Reference of the addressed authority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399A1B" w14:textId="77777777" w:rsidR="006E6299" w:rsidRPr="006E6299" w:rsidRDefault="006E6299" w:rsidP="006E6299">
            <w:r w:rsidRPr="006E6299">
              <w:t>an..20</w:t>
            </w:r>
          </w:p>
        </w:tc>
      </w:tr>
      <w:tr w:rsidR="006E6299" w:rsidRPr="006E6299" w14:paraId="11A67A0C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5624FA" w14:textId="77777777" w:rsidR="006E6299" w:rsidRPr="006E6299" w:rsidRDefault="006E6299" w:rsidP="006E6299">
            <w:r w:rsidRPr="006E6299">
              <w:t>Reference of the requesting authority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D5518E" w14:textId="77777777" w:rsidR="006E6299" w:rsidRPr="006E6299" w:rsidRDefault="006E6299" w:rsidP="006E6299">
            <w:r w:rsidRPr="006E6299">
              <w:t>an..20</w:t>
            </w:r>
          </w:p>
        </w:tc>
      </w:tr>
      <w:tr w:rsidR="006E6299" w:rsidRPr="006E6299" w14:paraId="4C74F493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A4E072" w14:textId="77777777" w:rsidR="006E6299" w:rsidRPr="006E6299" w:rsidRDefault="006E6299" w:rsidP="006E6299">
            <w:r w:rsidRPr="006E6299">
              <w:t>Refusal of Update of Economic Operators Reason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435732" w14:textId="77777777" w:rsidR="006E6299" w:rsidRPr="006E6299" w:rsidRDefault="006E6299" w:rsidP="006E6299">
            <w:r w:rsidRPr="006E6299">
              <w:t>n..5</w:t>
            </w:r>
          </w:p>
        </w:tc>
      </w:tr>
      <w:tr w:rsidR="006E6299" w:rsidRPr="006E6299" w14:paraId="4D6456E1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D79C52" w14:textId="77777777" w:rsidR="006E6299" w:rsidRPr="006E6299" w:rsidRDefault="006E6299" w:rsidP="006E6299">
            <w:r w:rsidRPr="006E6299">
              <w:t>Refusal Reason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94C55E" w14:textId="77777777" w:rsidR="006E6299" w:rsidRPr="006E6299" w:rsidRDefault="006E6299" w:rsidP="006E6299">
            <w:r w:rsidRPr="006E6299">
              <w:t>n..2</w:t>
            </w:r>
          </w:p>
        </w:tc>
      </w:tr>
      <w:tr w:rsidR="006E6299" w:rsidRPr="006E6299" w14:paraId="4CE85696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65C444" w14:textId="77777777" w:rsidR="006E6299" w:rsidRPr="006E6299" w:rsidRDefault="006E6299" w:rsidP="006E6299">
            <w:r w:rsidRPr="006E6299">
              <w:t>Refusal Reason Complement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2725F7" w14:textId="77777777" w:rsidR="006E6299" w:rsidRPr="006E6299" w:rsidRDefault="006E6299" w:rsidP="006E6299">
            <w:r w:rsidRPr="006E6299">
              <w:t>an..999</w:t>
            </w:r>
          </w:p>
        </w:tc>
      </w:tr>
      <w:tr w:rsidR="006E6299" w:rsidRPr="006E6299" w14:paraId="4F545A26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4E9AE0" w14:textId="77777777" w:rsidR="006E6299" w:rsidRPr="006E6299" w:rsidRDefault="006E6299" w:rsidP="006E6299">
            <w:r w:rsidRPr="006E6299">
              <w:t>Refusal Reason Complement_LNG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9849CF" w14:textId="77777777" w:rsidR="006E6299" w:rsidRPr="006E6299" w:rsidRDefault="006E6299" w:rsidP="006E6299">
            <w:r w:rsidRPr="006E6299">
              <w:t>a2</w:t>
            </w:r>
          </w:p>
        </w:tc>
      </w:tr>
      <w:tr w:rsidR="006E6299" w:rsidRPr="006E6299" w14:paraId="09DFA51C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3365F" w14:textId="77777777" w:rsidR="006E6299" w:rsidRPr="006E6299" w:rsidRDefault="006E6299" w:rsidP="006E6299">
            <w:r w:rsidRPr="006E6299">
              <w:t>Refused Quantity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19E128" w14:textId="77777777" w:rsidR="006E6299" w:rsidRPr="006E6299" w:rsidRDefault="006E6299" w:rsidP="006E6299">
            <w:r w:rsidRPr="006E6299">
              <w:t>n..15,3</w:t>
            </w:r>
          </w:p>
        </w:tc>
      </w:tr>
      <w:tr w:rsidR="006E6299" w:rsidRPr="006E6299" w14:paraId="7A242909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CDD406" w14:textId="77777777" w:rsidR="006E6299" w:rsidRPr="006E6299" w:rsidRDefault="006E6299" w:rsidP="006E6299">
            <w:r w:rsidRPr="006E6299">
              <w:t>Registration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4BD480" w14:textId="77777777" w:rsidR="006E6299" w:rsidRPr="006E6299" w:rsidRDefault="006E6299" w:rsidP="006E6299">
            <w:r w:rsidRPr="006E6299">
              <w:t>an..35</w:t>
            </w:r>
          </w:p>
        </w:tc>
      </w:tr>
      <w:tr w:rsidR="006E6299" w:rsidRPr="006E6299" w14:paraId="11694ED5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4725BF" w14:textId="77777777" w:rsidR="006E6299" w:rsidRPr="006E6299" w:rsidRDefault="006E6299" w:rsidP="006E6299">
            <w:r w:rsidRPr="006E6299">
              <w:t>Rejection Date and Time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7FE462" w14:textId="77777777" w:rsidR="006E6299" w:rsidRPr="006E6299" w:rsidRDefault="006E6299" w:rsidP="006E6299">
            <w:r w:rsidRPr="006E6299">
              <w:t>dateTime</w:t>
            </w:r>
          </w:p>
        </w:tc>
      </w:tr>
      <w:tr w:rsidR="006E6299" w:rsidRPr="006E6299" w14:paraId="4B3E3F44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0202F2" w14:textId="77777777" w:rsidR="006E6299" w:rsidRPr="006E6299" w:rsidRDefault="006E6299" w:rsidP="006E6299">
            <w:r w:rsidRPr="006E6299">
              <w:t>Rejection reason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37AEEB" w14:textId="77777777" w:rsidR="006E6299" w:rsidRPr="006E6299" w:rsidRDefault="006E6299" w:rsidP="006E6299">
            <w:r w:rsidRPr="006E6299">
              <w:t>an..512</w:t>
            </w:r>
          </w:p>
        </w:tc>
      </w:tr>
      <w:tr w:rsidR="006E6299" w:rsidRPr="006E6299" w14:paraId="51EF9A29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0E0200" w14:textId="77777777" w:rsidR="006E6299" w:rsidRPr="006E6299" w:rsidRDefault="006E6299" w:rsidP="006E6299">
            <w:r w:rsidRPr="006E6299">
              <w:t>Rejection Reason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6F7BDC" w14:textId="77777777" w:rsidR="006E6299" w:rsidRPr="006E6299" w:rsidRDefault="006E6299" w:rsidP="006E6299">
            <w:r w:rsidRPr="006E6299">
              <w:t>n1</w:t>
            </w:r>
          </w:p>
        </w:tc>
      </w:tr>
      <w:tr w:rsidR="006E6299" w:rsidRPr="006E6299" w14:paraId="2F3A4C26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F9FEAB" w14:textId="77777777" w:rsidR="006E6299" w:rsidRPr="006E6299" w:rsidRDefault="006E6299" w:rsidP="006E6299">
            <w:r w:rsidRPr="006E6299">
              <w:t>Relevance of Information Provided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ABD5EA" w14:textId="77777777" w:rsidR="006E6299" w:rsidRPr="006E6299" w:rsidRDefault="006E6299" w:rsidP="006E6299">
            <w:r w:rsidRPr="006E6299">
              <w:t>an..999</w:t>
            </w:r>
          </w:p>
        </w:tc>
      </w:tr>
      <w:tr w:rsidR="006E6299" w:rsidRPr="006E6299" w14:paraId="0A9E7FA7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8814FC" w14:textId="77777777" w:rsidR="006E6299" w:rsidRPr="006E6299" w:rsidRDefault="006E6299" w:rsidP="006E6299">
            <w:r w:rsidRPr="006E6299">
              <w:t>Relevance of Information Provided_LNG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99F6D2" w14:textId="77777777" w:rsidR="006E6299" w:rsidRPr="006E6299" w:rsidRDefault="006E6299" w:rsidP="006E6299">
            <w:r w:rsidRPr="006E6299">
              <w:t>a2</w:t>
            </w:r>
          </w:p>
        </w:tc>
      </w:tr>
      <w:tr w:rsidR="006E6299" w:rsidRPr="006E6299" w14:paraId="67EDFD3D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93E755" w14:textId="77777777" w:rsidR="006E6299" w:rsidRPr="006E6299" w:rsidRDefault="006E6299" w:rsidP="006E6299">
            <w:r w:rsidRPr="006E6299">
              <w:t>Reminder Information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1EA007" w14:textId="77777777" w:rsidR="006E6299" w:rsidRPr="006E6299" w:rsidRDefault="006E6299" w:rsidP="006E6299">
            <w:r w:rsidRPr="006E6299">
              <w:t>an..350</w:t>
            </w:r>
          </w:p>
        </w:tc>
      </w:tr>
      <w:tr w:rsidR="006E6299" w:rsidRPr="006E6299" w14:paraId="1B37B2C7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18FF0D" w14:textId="77777777" w:rsidR="006E6299" w:rsidRPr="006E6299" w:rsidRDefault="006E6299" w:rsidP="006E6299">
            <w:r w:rsidRPr="006E6299">
              <w:t>Reminder Information_LNG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FD7328" w14:textId="77777777" w:rsidR="006E6299" w:rsidRPr="006E6299" w:rsidRDefault="006E6299" w:rsidP="006E6299">
            <w:r w:rsidRPr="006E6299">
              <w:t>a2</w:t>
            </w:r>
          </w:p>
        </w:tc>
      </w:tr>
      <w:tr w:rsidR="006E6299" w:rsidRPr="006E6299" w14:paraId="7847B4F8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D24FB0" w14:textId="77777777" w:rsidR="006E6299" w:rsidRPr="006E6299" w:rsidRDefault="006E6299" w:rsidP="006E6299">
            <w:r w:rsidRPr="006E6299">
              <w:t>Reminder Message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47F326" w14:textId="77777777" w:rsidR="006E6299" w:rsidRPr="006E6299" w:rsidRDefault="006E6299" w:rsidP="006E6299">
            <w:r w:rsidRPr="006E6299">
              <w:t>n1</w:t>
            </w:r>
          </w:p>
        </w:tc>
      </w:tr>
      <w:tr w:rsidR="006E6299" w:rsidRPr="006E6299" w14:paraId="0C1DF059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F688D3" w14:textId="77777777" w:rsidR="006E6299" w:rsidRPr="006E6299" w:rsidRDefault="006E6299" w:rsidP="006E6299">
            <w:r w:rsidRPr="006E6299">
              <w:t>Reply not Received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EBF4E0" w14:textId="77777777" w:rsidR="006E6299" w:rsidRPr="006E6299" w:rsidRDefault="006E6299" w:rsidP="006E6299">
            <w:r w:rsidRPr="006E6299">
              <w:t>n1</w:t>
            </w:r>
          </w:p>
        </w:tc>
      </w:tr>
      <w:tr w:rsidR="006E6299" w:rsidRPr="006E6299" w14:paraId="5E2A6C35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9A37EF" w14:textId="77777777" w:rsidR="006E6299" w:rsidRPr="006E6299" w:rsidRDefault="006E6299" w:rsidP="006E6299">
            <w:r w:rsidRPr="006E6299">
              <w:t>Request Message Name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60AF1A" w14:textId="77777777" w:rsidR="006E6299" w:rsidRPr="006E6299" w:rsidRDefault="006E6299" w:rsidP="006E6299">
            <w:r w:rsidRPr="006E6299">
              <w:t>a..9</w:t>
            </w:r>
          </w:p>
        </w:tc>
      </w:tr>
      <w:tr w:rsidR="006E6299" w:rsidRPr="006E6299" w14:paraId="5EDFAF12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861F86" w14:textId="77777777" w:rsidR="006E6299" w:rsidRPr="006E6299" w:rsidRDefault="006E6299" w:rsidP="006E6299">
            <w:r w:rsidRPr="006E6299">
              <w:t>Request Reason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740B3B" w14:textId="77777777" w:rsidR="006E6299" w:rsidRPr="006E6299" w:rsidRDefault="006E6299" w:rsidP="006E6299">
            <w:r w:rsidRPr="006E6299">
              <w:t>an..350</w:t>
            </w:r>
          </w:p>
        </w:tc>
      </w:tr>
      <w:tr w:rsidR="006E6299" w:rsidRPr="006E6299" w14:paraId="4F2F59B9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4C412C" w14:textId="77777777" w:rsidR="006E6299" w:rsidRPr="006E6299" w:rsidRDefault="006E6299" w:rsidP="006E6299">
            <w:r w:rsidRPr="006E6299">
              <w:t>Request Reason_LNG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D0395" w14:textId="77777777" w:rsidR="006E6299" w:rsidRPr="006E6299" w:rsidRDefault="006E6299" w:rsidP="006E6299">
            <w:r w:rsidRPr="006E6299">
              <w:t>a2</w:t>
            </w:r>
          </w:p>
        </w:tc>
      </w:tr>
      <w:tr w:rsidR="006E6299" w:rsidRPr="006E6299" w14:paraId="59F61C9C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91EBF1" w14:textId="77777777" w:rsidR="006E6299" w:rsidRPr="006E6299" w:rsidRDefault="006E6299" w:rsidP="006E6299">
            <w:r w:rsidRPr="006E6299">
              <w:lastRenderedPageBreak/>
              <w:t>Request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155F4F" w14:textId="77777777" w:rsidR="006E6299" w:rsidRPr="006E6299" w:rsidRDefault="006E6299" w:rsidP="006E6299">
            <w:r w:rsidRPr="006E6299">
              <w:t>n1</w:t>
            </w:r>
          </w:p>
        </w:tc>
      </w:tr>
      <w:tr w:rsidR="006E6299" w:rsidRPr="006E6299" w14:paraId="71C62F3F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B46E61" w14:textId="77777777" w:rsidR="006E6299" w:rsidRPr="006E6299" w:rsidRDefault="006E6299" w:rsidP="006E6299">
            <w:r w:rsidRPr="006E6299">
              <w:t>Requested List of Codes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FB53B0" w14:textId="77777777" w:rsidR="006E6299" w:rsidRPr="006E6299" w:rsidRDefault="006E6299" w:rsidP="006E6299">
            <w:r w:rsidRPr="006E6299">
              <w:t>n..2</w:t>
            </w:r>
          </w:p>
        </w:tc>
      </w:tr>
      <w:tr w:rsidR="006E6299" w:rsidRPr="006E6299" w14:paraId="1EA56155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0F7973" w14:textId="77777777" w:rsidR="006E6299" w:rsidRPr="006E6299" w:rsidRDefault="006E6299" w:rsidP="006E6299">
            <w:r w:rsidRPr="006E6299">
              <w:t>Requesting Economic Operator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B30A77" w14:textId="77777777" w:rsidR="006E6299" w:rsidRPr="006E6299" w:rsidRDefault="006E6299" w:rsidP="006E6299">
            <w:r w:rsidRPr="006E6299">
              <w:t>an13</w:t>
            </w:r>
          </w:p>
        </w:tc>
      </w:tr>
      <w:tr w:rsidR="006E6299" w:rsidRPr="006E6299" w14:paraId="0C43DCF5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93B526" w14:textId="77777777" w:rsidR="006E6299" w:rsidRPr="006E6299" w:rsidRDefault="006E6299" w:rsidP="006E6299">
            <w:r w:rsidRPr="006E6299">
              <w:t>Requesting Office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994048" w14:textId="77777777" w:rsidR="006E6299" w:rsidRPr="006E6299" w:rsidRDefault="006E6299" w:rsidP="006E6299">
            <w:r w:rsidRPr="006E6299">
              <w:t>an8</w:t>
            </w:r>
          </w:p>
        </w:tc>
      </w:tr>
      <w:tr w:rsidR="006E6299" w:rsidRPr="006E6299" w14:paraId="46C77485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804B78" w14:textId="77777777" w:rsidR="006E6299" w:rsidRPr="006E6299" w:rsidRDefault="006E6299" w:rsidP="006E6299">
            <w:r w:rsidRPr="006E6299">
              <w:t>Requesting Office Name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DBF15E" w14:textId="77777777" w:rsidR="006E6299" w:rsidRPr="006E6299" w:rsidRDefault="006E6299" w:rsidP="006E6299">
            <w:r w:rsidRPr="006E6299">
              <w:t>an..35</w:t>
            </w:r>
          </w:p>
        </w:tc>
      </w:tr>
      <w:tr w:rsidR="006E6299" w:rsidRPr="006E6299" w14:paraId="7D8FEDA0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CDF632" w14:textId="77777777" w:rsidR="006E6299" w:rsidRPr="006E6299" w:rsidRDefault="006E6299" w:rsidP="006E6299">
            <w:r w:rsidRPr="006E6299">
              <w:t>Requesting Office Reference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6ABAE0" w14:textId="77777777" w:rsidR="006E6299" w:rsidRPr="006E6299" w:rsidRDefault="006E6299" w:rsidP="006E6299">
            <w:r w:rsidRPr="006E6299">
              <w:t>an8</w:t>
            </w:r>
          </w:p>
        </w:tc>
      </w:tr>
      <w:tr w:rsidR="006E6299" w:rsidRPr="006E6299" w14:paraId="6229BB3D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9C138E" w14:textId="77777777" w:rsidR="006E6299" w:rsidRPr="006E6299" w:rsidRDefault="006E6299" w:rsidP="006E6299">
            <w:r w:rsidRPr="006E6299">
              <w:t>Responsible Data Manager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A6EEF4" w14:textId="77777777" w:rsidR="006E6299" w:rsidRPr="006E6299" w:rsidRDefault="006E6299" w:rsidP="006E6299">
            <w:r w:rsidRPr="006E6299">
              <w:t>an..35</w:t>
            </w:r>
          </w:p>
        </w:tc>
      </w:tr>
      <w:tr w:rsidR="006E6299" w:rsidRPr="006E6299" w14:paraId="5A98013A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0100A1" w14:textId="77777777" w:rsidR="006E6299" w:rsidRPr="006E6299" w:rsidRDefault="006E6299" w:rsidP="006E6299">
            <w:r w:rsidRPr="006E6299">
              <w:t>Result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8208CA" w14:textId="77777777" w:rsidR="006E6299" w:rsidRPr="006E6299" w:rsidRDefault="006E6299" w:rsidP="006E6299">
            <w:r w:rsidRPr="006E6299">
              <w:t>n1</w:t>
            </w:r>
          </w:p>
        </w:tc>
      </w:tr>
      <w:tr w:rsidR="006E6299" w:rsidRPr="006E6299" w14:paraId="78EBD77D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73F1BA" w14:textId="77777777" w:rsidR="006E6299" w:rsidRPr="006E6299" w:rsidRDefault="006E6299" w:rsidP="006E6299">
            <w:r w:rsidRPr="006E6299">
              <w:t>Re-usable Temporary Authorisation flag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0D3660" w14:textId="77777777" w:rsidR="006E6299" w:rsidRPr="006E6299" w:rsidRDefault="006E6299" w:rsidP="006E6299">
            <w:r w:rsidRPr="006E6299">
              <w:t>n1</w:t>
            </w:r>
          </w:p>
        </w:tc>
      </w:tr>
      <w:tr w:rsidR="006E6299" w:rsidRPr="006E6299" w14:paraId="40ADE054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6D5B8" w14:textId="77777777" w:rsidR="006E6299" w:rsidRPr="006E6299" w:rsidRDefault="006E6299" w:rsidP="006E6299">
            <w:r w:rsidRPr="006E6299">
              <w:t>Seal Information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319856" w14:textId="77777777" w:rsidR="006E6299" w:rsidRPr="006E6299" w:rsidRDefault="006E6299" w:rsidP="006E6299">
            <w:r w:rsidRPr="006E6299">
              <w:t>an..350</w:t>
            </w:r>
          </w:p>
        </w:tc>
      </w:tr>
      <w:tr w:rsidR="006E6299" w:rsidRPr="006E6299" w14:paraId="6BC7A4D7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83BC1F" w14:textId="77777777" w:rsidR="006E6299" w:rsidRPr="006E6299" w:rsidRDefault="006E6299" w:rsidP="006E6299">
            <w:r w:rsidRPr="006E6299">
              <w:t>Seal Information_LNG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D4E7A5" w14:textId="77777777" w:rsidR="006E6299" w:rsidRPr="006E6299" w:rsidRDefault="006E6299" w:rsidP="006E6299">
            <w:r w:rsidRPr="006E6299">
              <w:t>a2</w:t>
            </w:r>
          </w:p>
        </w:tc>
      </w:tr>
      <w:tr w:rsidR="006E6299" w:rsidRPr="006E6299" w14:paraId="24AF6646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0BCEB4" w14:textId="77777777" w:rsidR="006E6299" w:rsidRPr="006E6299" w:rsidRDefault="006E6299" w:rsidP="006E6299">
            <w:r w:rsidRPr="006E6299">
              <w:t>Semester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05C050" w14:textId="77777777" w:rsidR="006E6299" w:rsidRPr="006E6299" w:rsidRDefault="006E6299" w:rsidP="006E6299">
            <w:r w:rsidRPr="006E6299">
              <w:t>n1</w:t>
            </w:r>
          </w:p>
        </w:tc>
      </w:tr>
      <w:tr w:rsidR="006E6299" w:rsidRPr="006E6299" w14:paraId="136D5285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F36185" w14:textId="77777777" w:rsidR="006E6299" w:rsidRPr="006E6299" w:rsidRDefault="006E6299" w:rsidP="006E6299">
            <w:r w:rsidRPr="006E6299">
              <w:t>Sender Member State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12034" w14:textId="77777777" w:rsidR="006E6299" w:rsidRPr="006E6299" w:rsidRDefault="006E6299" w:rsidP="006E6299">
            <w:r w:rsidRPr="006E6299">
              <w:t>a2</w:t>
            </w:r>
          </w:p>
        </w:tc>
      </w:tr>
      <w:tr w:rsidR="006E6299" w:rsidRPr="006E6299" w14:paraId="5DFC508F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0373CF" w14:textId="77777777" w:rsidR="006E6299" w:rsidRPr="006E6299" w:rsidRDefault="006E6299" w:rsidP="006E6299">
            <w:r w:rsidRPr="006E6299">
              <w:t>Sender Office Reference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7EAE94" w14:textId="77777777" w:rsidR="006E6299" w:rsidRPr="006E6299" w:rsidRDefault="006E6299" w:rsidP="006E6299">
            <w:r w:rsidRPr="006E6299">
              <w:t>an8</w:t>
            </w:r>
          </w:p>
        </w:tc>
      </w:tr>
      <w:tr w:rsidR="006E6299" w:rsidRPr="006E6299" w14:paraId="0967CAEE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AB7443" w14:textId="77777777" w:rsidR="006E6299" w:rsidRPr="006E6299" w:rsidRDefault="006E6299" w:rsidP="006E6299">
            <w:r w:rsidRPr="006E6299">
              <w:t>Sender Officer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800E9" w14:textId="77777777" w:rsidR="006E6299" w:rsidRPr="006E6299" w:rsidRDefault="006E6299" w:rsidP="006E6299">
            <w:r w:rsidRPr="006E6299">
              <w:t>an..35</w:t>
            </w:r>
          </w:p>
        </w:tc>
      </w:tr>
      <w:tr w:rsidR="006E6299" w:rsidRPr="006E6299" w14:paraId="748BE388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E0CF98" w14:textId="77777777" w:rsidR="006E6299" w:rsidRPr="006E6299" w:rsidRDefault="006E6299" w:rsidP="006E6299">
            <w:r w:rsidRPr="006E6299">
              <w:t>Sequence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88F0D4" w14:textId="77777777" w:rsidR="006E6299" w:rsidRPr="006E6299" w:rsidRDefault="006E6299" w:rsidP="006E6299">
            <w:r w:rsidRPr="006E6299">
              <w:t>n..2</w:t>
            </w:r>
          </w:p>
        </w:tc>
      </w:tr>
      <w:tr w:rsidR="006E6299" w:rsidRPr="006E6299" w14:paraId="27509596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A4D58A" w14:textId="77777777" w:rsidR="006E6299" w:rsidRPr="006E6299" w:rsidRDefault="006E6299" w:rsidP="006E6299">
            <w:r w:rsidRPr="006E6299">
              <w:t>Sequence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A0CFCD" w14:textId="77777777" w:rsidR="006E6299" w:rsidRPr="006E6299" w:rsidRDefault="006E6299" w:rsidP="006E6299">
            <w:r w:rsidRPr="006E6299">
              <w:t>n..5</w:t>
            </w:r>
          </w:p>
        </w:tc>
      </w:tr>
      <w:tr w:rsidR="006E6299" w:rsidRPr="006E6299" w14:paraId="60F40500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87521D" w14:textId="77777777" w:rsidR="006E6299" w:rsidRPr="006E6299" w:rsidRDefault="006E6299" w:rsidP="006E6299">
            <w:r w:rsidRPr="006E6299">
              <w:t>Serial Number of Certificate of Exemption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660C56" w14:textId="77777777" w:rsidR="006E6299" w:rsidRPr="006E6299" w:rsidRDefault="006E6299" w:rsidP="006E6299">
            <w:r w:rsidRPr="006E6299">
              <w:t>an..255</w:t>
            </w:r>
          </w:p>
        </w:tc>
      </w:tr>
      <w:tr w:rsidR="006E6299" w:rsidRPr="006E6299" w14:paraId="22F52AAC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70AEF7" w14:textId="77777777" w:rsidR="006E6299" w:rsidRPr="006E6299" w:rsidRDefault="006E6299" w:rsidP="006E6299">
            <w:r w:rsidRPr="006E6299">
              <w:t>Shipping Marks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F4E4AA" w14:textId="77777777" w:rsidR="006E6299" w:rsidRPr="006E6299" w:rsidRDefault="006E6299" w:rsidP="006E6299">
            <w:r w:rsidRPr="006E6299">
              <w:t>an..999</w:t>
            </w:r>
          </w:p>
        </w:tc>
      </w:tr>
      <w:tr w:rsidR="006E6299" w:rsidRPr="006E6299" w14:paraId="623A61E6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2C4F4" w14:textId="77777777" w:rsidR="006E6299" w:rsidRPr="006E6299" w:rsidRDefault="006E6299" w:rsidP="006E6299">
            <w:r w:rsidRPr="006E6299">
              <w:t>Short Description of Other Accompanying Document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FA8E84" w14:textId="77777777" w:rsidR="006E6299" w:rsidRPr="006E6299" w:rsidRDefault="006E6299" w:rsidP="006E6299">
            <w:r w:rsidRPr="006E6299">
              <w:t>an..350</w:t>
            </w:r>
          </w:p>
        </w:tc>
      </w:tr>
      <w:tr w:rsidR="006E6299" w:rsidRPr="006E6299" w14:paraId="69066668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CAAFCF" w14:textId="77777777" w:rsidR="006E6299" w:rsidRPr="006E6299" w:rsidRDefault="006E6299" w:rsidP="006E6299">
            <w:r w:rsidRPr="006E6299">
              <w:t>Short Description of Other Accompanying Document_LNG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C790B0" w14:textId="77777777" w:rsidR="006E6299" w:rsidRPr="006E6299" w:rsidRDefault="006E6299" w:rsidP="006E6299">
            <w:r w:rsidRPr="006E6299">
              <w:t>a2</w:t>
            </w:r>
          </w:p>
        </w:tc>
      </w:tr>
      <w:tr w:rsidR="006E6299" w:rsidRPr="006E6299" w14:paraId="4D4284C8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93A602" w14:textId="77777777" w:rsidR="006E6299" w:rsidRPr="006E6299" w:rsidRDefault="006E6299" w:rsidP="006E6299">
            <w:r w:rsidRPr="006E6299">
              <w:t>Size of Producer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468B9" w14:textId="77777777" w:rsidR="006E6299" w:rsidRPr="006E6299" w:rsidRDefault="006E6299" w:rsidP="006E6299">
            <w:r w:rsidRPr="006E6299">
              <w:t>n..15</w:t>
            </w:r>
          </w:p>
        </w:tc>
      </w:tr>
      <w:tr w:rsidR="006E6299" w:rsidRPr="006E6299" w14:paraId="7788E3C6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ECC500" w14:textId="77777777" w:rsidR="006E6299" w:rsidRPr="006E6299" w:rsidRDefault="006E6299" w:rsidP="006E6299">
            <w:r w:rsidRPr="006E6299">
              <w:t>Small Wine Producer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4E4A66" w14:textId="77777777" w:rsidR="006E6299" w:rsidRPr="006E6299" w:rsidRDefault="006E6299" w:rsidP="006E6299">
            <w:r w:rsidRPr="006E6299">
              <w:t>n1</w:t>
            </w:r>
          </w:p>
        </w:tc>
      </w:tr>
      <w:tr w:rsidR="006E6299" w:rsidRPr="006E6299" w14:paraId="4AA9C273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971006" w14:textId="77777777" w:rsidR="006E6299" w:rsidRPr="006E6299" w:rsidRDefault="006E6299" w:rsidP="006E6299">
            <w:r w:rsidRPr="006E6299">
              <w:t>Statistic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4EA201" w14:textId="77777777" w:rsidR="006E6299" w:rsidRPr="006E6299" w:rsidRDefault="006E6299" w:rsidP="006E6299">
            <w:r w:rsidRPr="006E6299">
              <w:t>n1</w:t>
            </w:r>
          </w:p>
        </w:tc>
      </w:tr>
      <w:tr w:rsidR="006E6299" w:rsidRPr="006E6299" w14:paraId="3153CE57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95978E" w14:textId="77777777" w:rsidR="006E6299" w:rsidRPr="006E6299" w:rsidRDefault="006E6299" w:rsidP="006E6299">
            <w:r w:rsidRPr="006E6299">
              <w:t>Status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E4245D" w14:textId="77777777" w:rsidR="006E6299" w:rsidRPr="006E6299" w:rsidRDefault="006E6299" w:rsidP="006E6299">
            <w:r w:rsidRPr="006E6299">
              <w:t>an3</w:t>
            </w:r>
          </w:p>
        </w:tc>
      </w:tr>
      <w:tr w:rsidR="006E6299" w:rsidRPr="006E6299" w14:paraId="5C05A66F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1FAF2D" w14:textId="77777777" w:rsidR="006E6299" w:rsidRPr="006E6299" w:rsidRDefault="006E6299" w:rsidP="006E6299">
            <w:r w:rsidRPr="006E6299">
              <w:t>Status Request Message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904DCE" w14:textId="77777777" w:rsidR="006E6299" w:rsidRPr="006E6299" w:rsidRDefault="006E6299" w:rsidP="006E6299">
            <w:r w:rsidRPr="006E6299">
              <w:t>n1</w:t>
            </w:r>
          </w:p>
        </w:tc>
      </w:tr>
      <w:tr w:rsidR="006E6299" w:rsidRPr="006E6299" w14:paraId="33F8DD91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CEDEEB" w14:textId="77777777" w:rsidR="006E6299" w:rsidRPr="006E6299" w:rsidRDefault="006E6299" w:rsidP="006E6299">
            <w:r w:rsidRPr="006E6299">
              <w:t>Street Name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4ABB1C" w14:textId="77777777" w:rsidR="006E6299" w:rsidRPr="006E6299" w:rsidRDefault="006E6299" w:rsidP="006E6299">
            <w:r w:rsidRPr="006E6299">
              <w:t>an..65</w:t>
            </w:r>
          </w:p>
        </w:tc>
      </w:tr>
      <w:tr w:rsidR="006E6299" w:rsidRPr="006E6299" w14:paraId="55765AF8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58C696" w14:textId="77777777" w:rsidR="006E6299" w:rsidRPr="006E6299" w:rsidRDefault="006E6299" w:rsidP="006E6299">
            <w:r w:rsidRPr="006E6299">
              <w:t>Street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C74A34" w14:textId="77777777" w:rsidR="006E6299" w:rsidRPr="006E6299" w:rsidRDefault="006E6299" w:rsidP="006E6299">
            <w:r w:rsidRPr="006E6299">
              <w:t>an..11</w:t>
            </w:r>
          </w:p>
        </w:tc>
      </w:tr>
      <w:tr w:rsidR="006E6299" w:rsidRPr="006E6299" w14:paraId="683C7722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8CD123" w14:textId="77777777" w:rsidR="006E6299" w:rsidRPr="006E6299" w:rsidRDefault="006E6299" w:rsidP="006E6299">
            <w:r w:rsidRPr="006E6299">
              <w:t>Submission Message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3FEB8F" w14:textId="77777777" w:rsidR="006E6299" w:rsidRPr="006E6299" w:rsidRDefault="006E6299" w:rsidP="006E6299">
            <w:r w:rsidRPr="006E6299">
              <w:t>n1</w:t>
            </w:r>
          </w:p>
        </w:tc>
      </w:tr>
      <w:tr w:rsidR="006E6299" w:rsidRPr="006E6299" w14:paraId="00910CAA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B3374E" w14:textId="77777777" w:rsidR="006E6299" w:rsidRPr="006E6299" w:rsidRDefault="006E6299" w:rsidP="006E6299">
            <w:r w:rsidRPr="006E6299">
              <w:t>Submitter Identification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5D9103" w14:textId="77777777" w:rsidR="006E6299" w:rsidRPr="006E6299" w:rsidRDefault="006E6299" w:rsidP="006E6299">
            <w:r w:rsidRPr="006E6299">
              <w:t>an13</w:t>
            </w:r>
          </w:p>
        </w:tc>
      </w:tr>
      <w:tr w:rsidR="006E6299" w:rsidRPr="006E6299" w14:paraId="7BF46B67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F90CD" w14:textId="77777777" w:rsidR="006E6299" w:rsidRPr="006E6299" w:rsidRDefault="006E6299" w:rsidP="006E6299">
            <w:r w:rsidRPr="006E6299">
              <w:t>Submitter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82E769" w14:textId="77777777" w:rsidR="006E6299" w:rsidRPr="006E6299" w:rsidRDefault="006E6299" w:rsidP="006E6299">
            <w:r w:rsidRPr="006E6299">
              <w:t>n1</w:t>
            </w:r>
          </w:p>
        </w:tc>
      </w:tr>
      <w:tr w:rsidR="006E6299" w:rsidRPr="006E6299" w14:paraId="309825F1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C93A76" w14:textId="77777777" w:rsidR="006E6299" w:rsidRPr="006E6299" w:rsidRDefault="006E6299" w:rsidP="006E6299">
            <w:r w:rsidRPr="006E6299">
              <w:t>Submitting Excise Officer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4BE5F" w14:textId="77777777" w:rsidR="006E6299" w:rsidRPr="006E6299" w:rsidRDefault="006E6299" w:rsidP="006E6299">
            <w:r w:rsidRPr="006E6299">
              <w:t>an..35</w:t>
            </w:r>
          </w:p>
        </w:tc>
      </w:tr>
      <w:tr w:rsidR="006E6299" w:rsidRPr="006E6299" w14:paraId="5BA23350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F469D0" w14:textId="77777777" w:rsidR="006E6299" w:rsidRPr="006E6299" w:rsidRDefault="006E6299" w:rsidP="006E6299">
            <w:r w:rsidRPr="006E6299">
              <w:t>Submitting Person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8C338B" w14:textId="77777777" w:rsidR="006E6299" w:rsidRPr="006E6299" w:rsidRDefault="006E6299" w:rsidP="006E6299">
            <w:r w:rsidRPr="006E6299">
              <w:t>an..35</w:t>
            </w:r>
          </w:p>
        </w:tc>
      </w:tr>
      <w:tr w:rsidR="006E6299" w:rsidRPr="006E6299" w14:paraId="7ED900F4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975967" w14:textId="77777777" w:rsidR="006E6299" w:rsidRPr="006E6299" w:rsidRDefault="006E6299" w:rsidP="006E6299">
            <w:r w:rsidRPr="006E6299">
              <w:t>Submitting Person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4DC059" w14:textId="77777777" w:rsidR="006E6299" w:rsidRPr="006E6299" w:rsidRDefault="006E6299" w:rsidP="006E6299">
            <w:r w:rsidRPr="006E6299">
              <w:t>n..2</w:t>
            </w:r>
          </w:p>
        </w:tc>
      </w:tr>
      <w:tr w:rsidR="006E6299" w:rsidRPr="006E6299" w14:paraId="331C399F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067CAF" w14:textId="77777777" w:rsidR="006E6299" w:rsidRPr="006E6299" w:rsidRDefault="006E6299" w:rsidP="006E6299">
            <w:r w:rsidRPr="006E6299">
              <w:lastRenderedPageBreak/>
              <w:t>Submitting Person Complement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EA4315" w14:textId="77777777" w:rsidR="006E6299" w:rsidRPr="006E6299" w:rsidRDefault="006E6299" w:rsidP="006E6299">
            <w:r w:rsidRPr="006E6299">
              <w:t>an..350</w:t>
            </w:r>
          </w:p>
        </w:tc>
      </w:tr>
      <w:tr w:rsidR="006E6299" w:rsidRPr="006E6299" w14:paraId="686C0DE0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DB5D0E" w14:textId="77777777" w:rsidR="006E6299" w:rsidRPr="006E6299" w:rsidRDefault="006E6299" w:rsidP="006E6299">
            <w:r w:rsidRPr="006E6299">
              <w:t>Submitting Person Complement_LNG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8DC92F" w14:textId="77777777" w:rsidR="006E6299" w:rsidRPr="006E6299" w:rsidRDefault="006E6299" w:rsidP="006E6299">
            <w:r w:rsidRPr="006E6299">
              <w:t>a2</w:t>
            </w:r>
          </w:p>
        </w:tc>
      </w:tr>
      <w:tr w:rsidR="006E6299" w:rsidRPr="006E6299" w14:paraId="21FBFE80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5D499B" w14:textId="77777777" w:rsidR="006E6299" w:rsidRPr="006E6299" w:rsidRDefault="006E6299" w:rsidP="006E6299">
            <w:r w:rsidRPr="006E6299">
              <w:t>Supporting Document Description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DD831E" w14:textId="77777777" w:rsidR="006E6299" w:rsidRPr="006E6299" w:rsidRDefault="006E6299" w:rsidP="006E6299">
            <w:r w:rsidRPr="006E6299">
              <w:t>an..999</w:t>
            </w:r>
          </w:p>
        </w:tc>
      </w:tr>
      <w:tr w:rsidR="006E6299" w:rsidRPr="006E6299" w14:paraId="51E54A3C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5F3DDA" w14:textId="77777777" w:rsidR="006E6299" w:rsidRPr="006E6299" w:rsidRDefault="006E6299" w:rsidP="006E6299">
            <w:r w:rsidRPr="006E6299">
              <w:t>Supporting Document Description_LNG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D4CDBA" w14:textId="77777777" w:rsidR="006E6299" w:rsidRPr="006E6299" w:rsidRDefault="006E6299" w:rsidP="006E6299">
            <w:r w:rsidRPr="006E6299">
              <w:t>a2</w:t>
            </w:r>
          </w:p>
        </w:tc>
      </w:tr>
      <w:tr w:rsidR="006E6299" w:rsidRPr="006E6299" w14:paraId="7EA64A05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5DCEC4" w14:textId="77777777" w:rsidR="006E6299" w:rsidRPr="006E6299" w:rsidRDefault="006E6299" w:rsidP="006E6299">
            <w:r w:rsidRPr="006E6299">
              <w:t>Supporting Document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D20F6A" w14:textId="77777777" w:rsidR="006E6299" w:rsidRPr="006E6299" w:rsidRDefault="006E6299" w:rsidP="006E6299">
            <w:r w:rsidRPr="006E6299">
              <w:t>an..4</w:t>
            </w:r>
          </w:p>
        </w:tc>
      </w:tr>
      <w:tr w:rsidR="006E6299" w:rsidRPr="006E6299" w14:paraId="5B2D8249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728D0A" w14:textId="77777777" w:rsidR="006E6299" w:rsidRPr="006E6299" w:rsidRDefault="006E6299" w:rsidP="006E6299">
            <w:r w:rsidRPr="006E6299">
              <w:t>Technical Message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998FC6" w14:textId="77777777" w:rsidR="006E6299" w:rsidRPr="006E6299" w:rsidRDefault="006E6299" w:rsidP="006E6299">
            <w:r w:rsidRPr="006E6299">
              <w:t>an..5</w:t>
            </w:r>
          </w:p>
        </w:tc>
      </w:tr>
      <w:tr w:rsidR="006E6299" w:rsidRPr="006E6299" w14:paraId="0DA54934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EBFECF" w14:textId="77777777" w:rsidR="006E6299" w:rsidRPr="006E6299" w:rsidRDefault="006E6299" w:rsidP="006E6299">
            <w:r w:rsidRPr="006E6299">
              <w:t>Tel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9B58AA" w14:textId="77777777" w:rsidR="006E6299" w:rsidRPr="006E6299" w:rsidRDefault="006E6299" w:rsidP="006E6299">
            <w:r w:rsidRPr="006E6299">
              <w:t>an..35</w:t>
            </w:r>
          </w:p>
        </w:tc>
      </w:tr>
      <w:tr w:rsidR="006E6299" w:rsidRPr="006E6299" w14:paraId="4F083719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F60265" w14:textId="77777777" w:rsidR="006E6299" w:rsidRPr="006E6299" w:rsidRDefault="006E6299" w:rsidP="006E6299">
            <w:r w:rsidRPr="006E6299">
              <w:t>Temporary Authorisation Reference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C6A081" w14:textId="77777777" w:rsidR="006E6299" w:rsidRPr="006E6299" w:rsidRDefault="006E6299" w:rsidP="006E6299">
            <w:r w:rsidRPr="006E6299">
              <w:t>an13</w:t>
            </w:r>
          </w:p>
        </w:tc>
      </w:tr>
      <w:tr w:rsidR="006E6299" w:rsidRPr="006E6299" w14:paraId="1E48B53F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36A9CE" w14:textId="77777777" w:rsidR="006E6299" w:rsidRPr="006E6299" w:rsidRDefault="006E6299" w:rsidP="006E6299">
            <w:r w:rsidRPr="006E6299">
              <w:t>Third Country of Origin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1CF0A5" w14:textId="77777777" w:rsidR="006E6299" w:rsidRPr="006E6299" w:rsidRDefault="006E6299" w:rsidP="006E6299">
            <w:r w:rsidRPr="006E6299">
              <w:t>a2</w:t>
            </w:r>
          </w:p>
        </w:tc>
      </w:tr>
      <w:tr w:rsidR="006E6299" w:rsidRPr="006E6299" w14:paraId="0490872C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5DFA6A" w14:textId="77777777" w:rsidR="006E6299" w:rsidRPr="006E6299" w:rsidRDefault="006E6299" w:rsidP="006E6299">
            <w:r w:rsidRPr="006E6299">
              <w:t>Time of Dispatch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5CAE1E" w14:textId="77777777" w:rsidR="006E6299" w:rsidRPr="006E6299" w:rsidRDefault="006E6299" w:rsidP="006E6299">
            <w:r w:rsidRPr="006E6299">
              <w:t>time</w:t>
            </w:r>
          </w:p>
        </w:tc>
      </w:tr>
      <w:tr w:rsidR="006E6299" w:rsidRPr="006E6299" w14:paraId="112F08D1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9E6765" w14:textId="77777777" w:rsidR="006E6299" w:rsidRPr="006E6299" w:rsidRDefault="006E6299" w:rsidP="006E6299">
            <w:r w:rsidRPr="006E6299">
              <w:t>Time of preparation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F16150" w14:textId="77777777" w:rsidR="006E6299" w:rsidRPr="006E6299" w:rsidRDefault="006E6299" w:rsidP="006E6299">
            <w:r w:rsidRPr="006E6299">
              <w:t>time</w:t>
            </w:r>
          </w:p>
        </w:tc>
      </w:tr>
      <w:tr w:rsidR="006E6299" w:rsidRPr="006E6299" w14:paraId="46EBB91A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71E9BB" w14:textId="77777777" w:rsidR="006E6299" w:rsidRPr="006E6299" w:rsidRDefault="006E6299" w:rsidP="006E6299">
            <w:r w:rsidRPr="006E6299">
              <w:t>Time To Complete Fiscal Formalities for Duty Paid Movements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20806E" w14:textId="77777777" w:rsidR="006E6299" w:rsidRPr="006E6299" w:rsidRDefault="006E6299" w:rsidP="006E6299">
            <w:r w:rsidRPr="006E6299">
              <w:t>an4</w:t>
            </w:r>
          </w:p>
        </w:tc>
      </w:tr>
      <w:tr w:rsidR="006E6299" w:rsidRPr="006E6299" w14:paraId="5C9B92F1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28FCAD" w14:textId="77777777" w:rsidR="006E6299" w:rsidRPr="006E6299" w:rsidRDefault="006E6299" w:rsidP="006E6299">
            <w:r w:rsidRPr="006E6299">
              <w:t>Total Number of Active Economic Operators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7257B5" w14:textId="77777777" w:rsidR="006E6299" w:rsidRPr="006E6299" w:rsidRDefault="006E6299" w:rsidP="006E6299">
            <w:r w:rsidRPr="006E6299">
              <w:t>n..15</w:t>
            </w:r>
          </w:p>
        </w:tc>
      </w:tr>
      <w:tr w:rsidR="006E6299" w:rsidRPr="006E6299" w14:paraId="0206FE1D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611FBC" w14:textId="77777777" w:rsidR="006E6299" w:rsidRPr="006E6299" w:rsidRDefault="006E6299" w:rsidP="006E6299">
            <w:r w:rsidRPr="006E6299">
              <w:t>Total Number of Deleted Economic Operators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0B56A0" w14:textId="77777777" w:rsidR="006E6299" w:rsidRPr="006E6299" w:rsidRDefault="006E6299" w:rsidP="006E6299">
            <w:r w:rsidRPr="006E6299">
              <w:t>n..15</w:t>
            </w:r>
          </w:p>
        </w:tc>
      </w:tr>
      <w:tr w:rsidR="006E6299" w:rsidRPr="006E6299" w14:paraId="5EEF9EB1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4F44AC" w14:textId="77777777" w:rsidR="006E6299" w:rsidRPr="006E6299" w:rsidRDefault="006E6299" w:rsidP="006E6299">
            <w:r w:rsidRPr="006E6299">
              <w:t>Total Number of Economic Operators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0A65C9" w14:textId="77777777" w:rsidR="006E6299" w:rsidRPr="006E6299" w:rsidRDefault="006E6299" w:rsidP="006E6299">
            <w:r w:rsidRPr="006E6299">
              <w:t>n..15</w:t>
            </w:r>
          </w:p>
        </w:tc>
      </w:tr>
      <w:tr w:rsidR="006E6299" w:rsidRPr="006E6299" w14:paraId="5278BEAF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A7E1DD" w14:textId="77777777" w:rsidR="006E6299" w:rsidRPr="006E6299" w:rsidRDefault="006E6299" w:rsidP="006E6299">
            <w:r w:rsidRPr="006E6299">
              <w:t>Total Number of Excise Authorisation Changes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90B4E7" w14:textId="77777777" w:rsidR="006E6299" w:rsidRPr="006E6299" w:rsidRDefault="006E6299" w:rsidP="006E6299">
            <w:r w:rsidRPr="006E6299">
              <w:t>n..15</w:t>
            </w:r>
          </w:p>
        </w:tc>
      </w:tr>
      <w:tr w:rsidR="006E6299" w:rsidRPr="006E6299" w14:paraId="177587CB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382553" w14:textId="77777777" w:rsidR="006E6299" w:rsidRPr="006E6299" w:rsidRDefault="006E6299" w:rsidP="006E6299">
            <w:r w:rsidRPr="006E6299">
              <w:t>Total Number of Inactive Economic Operators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CD49D" w14:textId="77777777" w:rsidR="006E6299" w:rsidRPr="006E6299" w:rsidRDefault="006E6299" w:rsidP="006E6299">
            <w:r w:rsidRPr="006E6299">
              <w:t>n..15</w:t>
            </w:r>
          </w:p>
        </w:tc>
      </w:tr>
      <w:tr w:rsidR="006E6299" w:rsidRPr="006E6299" w14:paraId="16179C5C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E73ADC" w14:textId="77777777" w:rsidR="006E6299" w:rsidRPr="006E6299" w:rsidRDefault="006E6299" w:rsidP="006E6299">
            <w:r w:rsidRPr="006E6299">
              <w:t>Total Number of Pending Expirations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C9C1AB" w14:textId="77777777" w:rsidR="006E6299" w:rsidRPr="006E6299" w:rsidRDefault="006E6299" w:rsidP="006E6299">
            <w:r w:rsidRPr="006E6299">
              <w:t>n..15</w:t>
            </w:r>
          </w:p>
        </w:tc>
      </w:tr>
      <w:tr w:rsidR="006E6299" w:rsidRPr="006E6299" w14:paraId="14CBED02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D623BB" w14:textId="77777777" w:rsidR="006E6299" w:rsidRPr="006E6299" w:rsidRDefault="006E6299" w:rsidP="006E6299">
            <w:r w:rsidRPr="006E6299">
              <w:t>Total Number of Tax Warehouses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257A27" w14:textId="77777777" w:rsidR="006E6299" w:rsidRPr="006E6299" w:rsidRDefault="006E6299" w:rsidP="006E6299">
            <w:r w:rsidRPr="006E6299">
              <w:t>n..15</w:t>
            </w:r>
          </w:p>
        </w:tc>
      </w:tr>
      <w:tr w:rsidR="006E6299" w:rsidRPr="006E6299" w14:paraId="126CB18B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501A19" w14:textId="77777777" w:rsidR="006E6299" w:rsidRPr="006E6299" w:rsidRDefault="006E6299" w:rsidP="006E6299">
            <w:r w:rsidRPr="006E6299">
              <w:t>Trader Excise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063004" w14:textId="77777777" w:rsidR="006E6299" w:rsidRPr="006E6299" w:rsidRDefault="006E6299" w:rsidP="006E6299">
            <w:r w:rsidRPr="006E6299">
              <w:t>an13</w:t>
            </w:r>
          </w:p>
        </w:tc>
      </w:tr>
      <w:tr w:rsidR="006E6299" w:rsidRPr="006E6299" w14:paraId="10C13D82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E3DBCA" w14:textId="77777777" w:rsidR="006E6299" w:rsidRPr="006E6299" w:rsidRDefault="006E6299" w:rsidP="006E6299">
            <w:r w:rsidRPr="006E6299">
              <w:t>Trader Name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73BA5C" w14:textId="77777777" w:rsidR="006E6299" w:rsidRPr="006E6299" w:rsidRDefault="006E6299" w:rsidP="006E6299">
            <w:r w:rsidRPr="006E6299">
              <w:t>an..182</w:t>
            </w:r>
          </w:p>
        </w:tc>
      </w:tr>
      <w:tr w:rsidR="006E6299" w:rsidRPr="006E6299" w14:paraId="10931437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614EC9" w14:textId="77777777" w:rsidR="006E6299" w:rsidRPr="006E6299" w:rsidRDefault="006E6299" w:rsidP="006E6299">
            <w:r w:rsidRPr="006E6299">
              <w:t>Trader Person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185575" w14:textId="77777777" w:rsidR="006E6299" w:rsidRPr="006E6299" w:rsidRDefault="006E6299" w:rsidP="006E6299">
            <w:r w:rsidRPr="006E6299">
              <w:t>n..2</w:t>
            </w:r>
          </w:p>
        </w:tc>
      </w:tr>
      <w:tr w:rsidR="006E6299" w:rsidRPr="006E6299" w14:paraId="3CB13CC8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7B49FC" w14:textId="77777777" w:rsidR="006E6299" w:rsidRPr="006E6299" w:rsidRDefault="006E6299" w:rsidP="006E6299">
            <w:r w:rsidRPr="006E6299">
              <w:t>TraderID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D237BE" w14:textId="77777777" w:rsidR="006E6299" w:rsidRPr="006E6299" w:rsidRDefault="006E6299" w:rsidP="006E6299">
            <w:r w:rsidRPr="006E6299">
              <w:t>an..16</w:t>
            </w:r>
          </w:p>
        </w:tc>
      </w:tr>
      <w:tr w:rsidR="006E6299" w:rsidRPr="006E6299" w14:paraId="23A7FAC3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758671" w14:textId="77777777" w:rsidR="006E6299" w:rsidRPr="006E6299" w:rsidRDefault="006E6299" w:rsidP="006E6299">
            <w:r w:rsidRPr="006E6299">
              <w:t>Transport Arrangement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B38953" w14:textId="77777777" w:rsidR="006E6299" w:rsidRPr="006E6299" w:rsidRDefault="006E6299" w:rsidP="006E6299">
            <w:r w:rsidRPr="006E6299">
              <w:t>n1</w:t>
            </w:r>
          </w:p>
        </w:tc>
      </w:tr>
      <w:tr w:rsidR="006E6299" w:rsidRPr="006E6299" w14:paraId="1D095FE4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4BDADC" w14:textId="77777777" w:rsidR="006E6299" w:rsidRPr="006E6299" w:rsidRDefault="006E6299" w:rsidP="006E6299">
            <w:r w:rsidRPr="006E6299">
              <w:t>Transport Mode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1829D3" w14:textId="77777777" w:rsidR="006E6299" w:rsidRPr="006E6299" w:rsidRDefault="006E6299" w:rsidP="006E6299">
            <w:r w:rsidRPr="006E6299">
              <w:t>n..2</w:t>
            </w:r>
          </w:p>
        </w:tc>
      </w:tr>
      <w:tr w:rsidR="006E6299" w:rsidRPr="006E6299" w14:paraId="18CA858D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B0784F" w14:textId="77777777" w:rsidR="006E6299" w:rsidRPr="006E6299" w:rsidRDefault="006E6299" w:rsidP="006E6299">
            <w:r w:rsidRPr="006E6299">
              <w:t>Transport Unit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04374F" w14:textId="77777777" w:rsidR="006E6299" w:rsidRPr="006E6299" w:rsidRDefault="006E6299" w:rsidP="006E6299">
            <w:r w:rsidRPr="006E6299">
              <w:t>n..2</w:t>
            </w:r>
          </w:p>
        </w:tc>
      </w:tr>
      <w:tr w:rsidR="006E6299" w:rsidRPr="006E6299" w14:paraId="7AC18E7D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724060" w14:textId="77777777" w:rsidR="006E6299" w:rsidRPr="006E6299" w:rsidRDefault="006E6299" w:rsidP="006E6299">
            <w:r w:rsidRPr="006E6299">
              <w:t>Transporter Country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1C67A9" w14:textId="77777777" w:rsidR="006E6299" w:rsidRPr="006E6299" w:rsidRDefault="006E6299" w:rsidP="006E6299">
            <w:r w:rsidRPr="006E6299">
              <w:t>a2</w:t>
            </w:r>
          </w:p>
        </w:tc>
      </w:tr>
      <w:tr w:rsidR="006E6299" w:rsidRPr="006E6299" w14:paraId="17975A7D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845847" w14:textId="77777777" w:rsidR="006E6299" w:rsidRPr="006E6299" w:rsidRDefault="006E6299" w:rsidP="006E6299">
            <w:r w:rsidRPr="006E6299">
              <w:t>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3B9A32" w14:textId="77777777" w:rsidR="006E6299" w:rsidRPr="006E6299" w:rsidRDefault="006E6299" w:rsidP="006E6299">
            <w:r w:rsidRPr="006E6299">
              <w:t>a1</w:t>
            </w:r>
          </w:p>
        </w:tc>
      </w:tr>
      <w:tr w:rsidR="006E6299" w:rsidRPr="006E6299" w14:paraId="5E5A623A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773D96" w14:textId="77777777" w:rsidR="006E6299" w:rsidRPr="006E6299" w:rsidRDefault="006E6299" w:rsidP="006E6299">
            <w:r w:rsidRPr="006E6299">
              <w:t>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82649C" w14:textId="77777777" w:rsidR="006E6299" w:rsidRPr="006E6299" w:rsidRDefault="006E6299" w:rsidP="006E6299">
            <w:r w:rsidRPr="006E6299">
              <w:t>an4</w:t>
            </w:r>
          </w:p>
        </w:tc>
      </w:tr>
      <w:tr w:rsidR="006E6299" w:rsidRPr="006E6299" w14:paraId="6A143452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7735B1" w14:textId="77777777" w:rsidR="006E6299" w:rsidRPr="006E6299" w:rsidRDefault="006E6299" w:rsidP="006E6299">
            <w:r w:rsidRPr="006E6299">
              <w:t>Unable to Carry out Checks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53B35A" w14:textId="77777777" w:rsidR="006E6299" w:rsidRPr="006E6299" w:rsidRDefault="006E6299" w:rsidP="006E6299">
            <w:r w:rsidRPr="006E6299">
              <w:t>n1</w:t>
            </w:r>
          </w:p>
        </w:tc>
      </w:tr>
      <w:tr w:rsidR="006E6299" w:rsidRPr="006E6299" w14:paraId="3F9CC7C1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282993" w14:textId="77777777" w:rsidR="006E6299" w:rsidRPr="006E6299" w:rsidRDefault="006E6299" w:rsidP="006E6299">
            <w:r w:rsidRPr="006E6299">
              <w:t>Unable to Carry out Checks image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CFA294" w14:textId="77777777" w:rsidR="006E6299" w:rsidRPr="006E6299" w:rsidRDefault="006E6299" w:rsidP="006E6299">
            <w:r w:rsidRPr="006E6299">
              <w:t>Base64Binary</w:t>
            </w:r>
          </w:p>
        </w:tc>
      </w:tr>
      <w:tr w:rsidR="006E6299" w:rsidRPr="006E6299" w14:paraId="6967A5AC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A81598" w14:textId="77777777" w:rsidR="006E6299" w:rsidRPr="006E6299" w:rsidRDefault="006E6299" w:rsidP="006E6299">
            <w:r w:rsidRPr="006E6299">
              <w:t>Unavailability Schedule Message Type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516A4B" w14:textId="77777777" w:rsidR="006E6299" w:rsidRPr="006E6299" w:rsidRDefault="006E6299" w:rsidP="006E6299">
            <w:r w:rsidRPr="006E6299">
              <w:t>n1</w:t>
            </w:r>
          </w:p>
        </w:tc>
      </w:tr>
      <w:tr w:rsidR="006E6299" w:rsidRPr="006E6299" w14:paraId="34030B18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4B9CF0" w14:textId="77777777" w:rsidR="006E6299" w:rsidRPr="006E6299" w:rsidRDefault="006E6299" w:rsidP="006E6299">
            <w:r w:rsidRPr="006E6299">
              <w:t>Unit of Measure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07AC8" w14:textId="77777777" w:rsidR="006E6299" w:rsidRPr="006E6299" w:rsidRDefault="006E6299" w:rsidP="006E6299">
            <w:r w:rsidRPr="006E6299">
              <w:t>n..2</w:t>
            </w:r>
          </w:p>
        </w:tc>
      </w:tr>
      <w:tr w:rsidR="006E6299" w:rsidRPr="006E6299" w14:paraId="795EF57D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CD79A6" w14:textId="77777777" w:rsidR="006E6299" w:rsidRPr="006E6299" w:rsidRDefault="006E6299" w:rsidP="006E6299">
            <w:r w:rsidRPr="006E6299">
              <w:t>Unsatisfactory Reason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C0BEA8" w14:textId="77777777" w:rsidR="006E6299" w:rsidRPr="006E6299" w:rsidRDefault="006E6299" w:rsidP="006E6299">
            <w:r w:rsidRPr="006E6299">
              <w:t>n..2</w:t>
            </w:r>
          </w:p>
        </w:tc>
      </w:tr>
      <w:tr w:rsidR="006E6299" w:rsidRPr="006E6299" w14:paraId="01E7B470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FCC108" w14:textId="77777777" w:rsidR="006E6299" w:rsidRPr="006E6299" w:rsidRDefault="006E6299" w:rsidP="006E6299">
            <w:r w:rsidRPr="006E6299">
              <w:lastRenderedPageBreak/>
              <w:t>Upstream ARC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863D3A" w14:textId="77777777" w:rsidR="006E6299" w:rsidRPr="006E6299" w:rsidRDefault="006E6299" w:rsidP="006E6299">
            <w:r w:rsidRPr="006E6299">
              <w:t>an21</w:t>
            </w:r>
          </w:p>
        </w:tc>
      </w:tr>
      <w:tr w:rsidR="006E6299" w:rsidRPr="006E6299" w14:paraId="30630F93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01E26A" w14:textId="77777777" w:rsidR="006E6299" w:rsidRPr="006E6299" w:rsidRDefault="006E6299" w:rsidP="006E6299">
            <w:r w:rsidRPr="006E6299">
              <w:t>Validation Result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57B90E" w14:textId="77777777" w:rsidR="006E6299" w:rsidRPr="006E6299" w:rsidRDefault="006E6299" w:rsidP="006E6299">
            <w:r w:rsidRPr="006E6299">
              <w:t>n1</w:t>
            </w:r>
          </w:p>
        </w:tc>
      </w:tr>
      <w:tr w:rsidR="006E6299" w:rsidRPr="006E6299" w14:paraId="13C35955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94ACC" w14:textId="77777777" w:rsidR="006E6299" w:rsidRPr="006E6299" w:rsidRDefault="006E6299" w:rsidP="006E6299">
            <w:r w:rsidRPr="006E6299">
              <w:t>Validity Begin Date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97707D" w14:textId="77777777" w:rsidR="006E6299" w:rsidRPr="006E6299" w:rsidRDefault="006E6299" w:rsidP="006E6299">
            <w:r w:rsidRPr="006E6299">
              <w:t>date</w:t>
            </w:r>
          </w:p>
        </w:tc>
      </w:tr>
      <w:tr w:rsidR="006E6299" w:rsidRPr="006E6299" w14:paraId="3D01F615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46D756" w14:textId="77777777" w:rsidR="006E6299" w:rsidRPr="006E6299" w:rsidRDefault="006E6299" w:rsidP="006E6299">
            <w:r w:rsidRPr="006E6299">
              <w:t>Validity End Date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BFE6B1" w14:textId="77777777" w:rsidR="006E6299" w:rsidRPr="006E6299" w:rsidRDefault="006E6299" w:rsidP="006E6299">
            <w:r w:rsidRPr="006E6299">
              <w:t>date</w:t>
            </w:r>
          </w:p>
        </w:tc>
      </w:tr>
      <w:tr w:rsidR="006E6299" w:rsidRPr="006E6299" w14:paraId="5E8837CC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4A5F0B" w14:textId="77777777" w:rsidR="006E6299" w:rsidRPr="006E6299" w:rsidRDefault="006E6299" w:rsidP="006E6299">
            <w:r w:rsidRPr="006E6299">
              <w:t>Value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CF38D" w14:textId="77777777" w:rsidR="006E6299" w:rsidRPr="006E6299" w:rsidRDefault="006E6299" w:rsidP="006E6299">
            <w:r w:rsidRPr="006E6299">
              <w:t>an..255</w:t>
            </w:r>
          </w:p>
        </w:tc>
      </w:tr>
      <w:tr w:rsidR="006E6299" w:rsidRPr="006E6299" w14:paraId="11CC1A23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16334" w14:textId="77777777" w:rsidR="006E6299" w:rsidRPr="006E6299" w:rsidRDefault="006E6299" w:rsidP="006E6299">
            <w:r w:rsidRPr="006E6299">
              <w:t>VAT Number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D7906A" w14:textId="77777777" w:rsidR="006E6299" w:rsidRPr="006E6299" w:rsidRDefault="006E6299" w:rsidP="006E6299">
            <w:r w:rsidRPr="006E6299">
              <w:t>an..14</w:t>
            </w:r>
          </w:p>
        </w:tc>
      </w:tr>
      <w:tr w:rsidR="006E6299" w:rsidRPr="006E6299" w14:paraId="5103A6A6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136C35" w14:textId="77777777" w:rsidR="006E6299" w:rsidRPr="006E6299" w:rsidRDefault="006E6299" w:rsidP="006E6299">
            <w:r w:rsidRPr="006E6299">
              <w:t>Wine Operation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2B0FA3" w14:textId="77777777" w:rsidR="006E6299" w:rsidRPr="006E6299" w:rsidRDefault="006E6299" w:rsidP="006E6299">
            <w:r w:rsidRPr="006E6299">
              <w:t>n..2</w:t>
            </w:r>
          </w:p>
        </w:tc>
      </w:tr>
      <w:tr w:rsidR="006E6299" w:rsidRPr="006E6299" w14:paraId="7FEFA95A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1CFE42" w14:textId="77777777" w:rsidR="006E6299" w:rsidRPr="006E6299" w:rsidRDefault="006E6299" w:rsidP="006E6299">
            <w:r w:rsidRPr="006E6299">
              <w:t>Wine Product Category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52D62F" w14:textId="77777777" w:rsidR="006E6299" w:rsidRPr="006E6299" w:rsidRDefault="006E6299" w:rsidP="006E6299">
            <w:r w:rsidRPr="006E6299">
              <w:t>n1</w:t>
            </w:r>
          </w:p>
        </w:tc>
      </w:tr>
      <w:tr w:rsidR="006E6299" w:rsidRPr="006E6299" w14:paraId="67A32B9B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40F18F" w14:textId="77777777" w:rsidR="006E6299" w:rsidRPr="006E6299" w:rsidRDefault="006E6299" w:rsidP="006E6299">
            <w:r w:rsidRPr="006E6299">
              <w:t>Wine-Growing Zone Code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7FCB32" w14:textId="77777777" w:rsidR="006E6299" w:rsidRPr="006E6299" w:rsidRDefault="006E6299" w:rsidP="006E6299">
            <w:r w:rsidRPr="006E6299">
              <w:t>n..2</w:t>
            </w:r>
          </w:p>
        </w:tc>
      </w:tr>
      <w:tr w:rsidR="006E6299" w:rsidRPr="006E6299" w14:paraId="53229E61" w14:textId="77777777" w:rsidTr="00193905"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CCCF78" w14:textId="77777777" w:rsidR="006E6299" w:rsidRPr="006E6299" w:rsidRDefault="006E6299" w:rsidP="006E6299">
            <w:r w:rsidRPr="006E6299">
              <w:t>Year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401997" w14:textId="77777777" w:rsidR="006E6299" w:rsidRPr="006E6299" w:rsidRDefault="006E6299" w:rsidP="006E6299">
            <w:r w:rsidRPr="006E6299">
              <w:t>n4</w:t>
            </w:r>
          </w:p>
        </w:tc>
      </w:tr>
    </w:tbl>
    <w:p w14:paraId="06399968" w14:textId="77777777" w:rsidR="00E11A0C" w:rsidRPr="0013108C" w:rsidRDefault="00E11A0C" w:rsidP="00E11A0C"/>
    <w:p w14:paraId="466E2299" w14:textId="77777777" w:rsidR="0063055C" w:rsidRPr="0063055C" w:rsidRDefault="0063055C" w:rsidP="0063055C">
      <w:pPr>
        <w:rPr>
          <w:noProof/>
        </w:rPr>
      </w:pPr>
    </w:p>
    <w:sectPr w:rsidR="0063055C" w:rsidRPr="0063055C" w:rsidSect="00E11A0C">
      <w:pgSz w:w="11906" w:h="16838"/>
      <w:pgMar w:top="450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F7155" w14:textId="77777777" w:rsidR="003D4E14" w:rsidRDefault="003D4E14">
      <w:r>
        <w:separator/>
      </w:r>
    </w:p>
  </w:endnote>
  <w:endnote w:type="continuationSeparator" w:id="0">
    <w:p w14:paraId="101AFEE6" w14:textId="77777777" w:rsidR="003D4E14" w:rsidRDefault="003D4E14">
      <w:r>
        <w:continuationSeparator/>
      </w:r>
    </w:p>
  </w:endnote>
  <w:endnote w:type="continuationNotice" w:id="1">
    <w:p w14:paraId="1007F48E" w14:textId="77777777" w:rsidR="003D4E14" w:rsidRDefault="003D4E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Univers 47 CondensedLight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/>
        <w:sz w:val="16"/>
        <w:szCs w:val="16"/>
      </w:rPr>
      <w:alias w:val="EC Footers - EC Standard Footer "/>
      <w:tag w:val="SVoGAZ38gakDmzcHmLly90-Uz5BECj2qQF70SGAMzDdI0"/>
      <w:id w:val="-497271542"/>
    </w:sdtPr>
    <w:sdtContent>
      <w:p w14:paraId="167E2D38" w14:textId="41D71DC2" w:rsidR="00F32856" w:rsidRPr="00F32856" w:rsidRDefault="00000000" w:rsidP="00F32856">
        <w:pPr>
          <w:pStyle w:val="Footer"/>
          <w:rPr>
            <w:rFonts w:ascii="Times New Roman" w:hAnsi="Times New Roman"/>
            <w:sz w:val="16"/>
            <w:szCs w:val="16"/>
          </w:rPr>
        </w:pPr>
        <w:sdt>
          <w:sdtPr>
            <w:rPr>
              <w:rFonts w:ascii="Times New Roman" w:hAnsi="Times New Roman"/>
              <w:sz w:val="16"/>
              <w:szCs w:val="16"/>
              <w:lang w:val="fr-BE"/>
            </w:rPr>
            <w:id w:val="12887655"/>
            <w:dataBinding w:xpath="/Author/Addresses/Address[Id = 'f03b5801-04c9-4931-aa17-c6d6c70bc579']/Footer" w:storeItemID="{EE044946-5330-43F7-8D16-AA78684F2938}"/>
            <w:text w:multiLine="1"/>
          </w:sdtPr>
          <w:sdtContent>
            <w:r w:rsidR="00F32856" w:rsidRPr="00F32856">
              <w:rPr>
                <w:rFonts w:ascii="Times New Roman" w:hAnsi="Times New Roman"/>
                <w:sz w:val="16"/>
                <w:szCs w:val="16"/>
                <w:lang w:val="fr-BE"/>
              </w:rPr>
              <w:t>Commission européenne/Europese Commissie, 1049 Bruxelles/Brussel, BELGIQUE/BELGIË - Tel. +32 22991111</w:t>
            </w:r>
          </w:sdtContent>
        </w:sdt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13D2F" w14:textId="77777777" w:rsidR="00F32856" w:rsidRPr="00F32856" w:rsidRDefault="00F32856" w:rsidP="00F32856">
    <w:pPr>
      <w:ind w:right="-567"/>
      <w:jc w:val="both"/>
      <w:rPr>
        <w:sz w:val="16"/>
        <w:lang w:eastAsia="en-GB"/>
      </w:rPr>
    </w:pPr>
  </w:p>
  <w:sdt>
    <w:sdtPr>
      <w:rPr>
        <w:sz w:val="16"/>
        <w:lang w:eastAsia="en-GB"/>
      </w:rPr>
      <w:alias w:val="Footer - Footer"/>
      <w:tag w:val="tkgx793blqwVsfMzIs5ka6-Aa3Kt4ltWaoVXwcSq1qvk0"/>
      <w:id w:val="105934828"/>
    </w:sdtPr>
    <w:sdtContent>
      <w:p w14:paraId="6E74FD5B" w14:textId="0BF10EDE" w:rsidR="00F32856" w:rsidRPr="00F32856" w:rsidRDefault="00000000" w:rsidP="00F32856">
        <w:pPr>
          <w:pBdr>
            <w:top w:val="single" w:sz="4" w:space="1" w:color="auto"/>
          </w:pBdr>
          <w:tabs>
            <w:tab w:val="right" w:pos="8646"/>
          </w:tabs>
          <w:spacing w:before="120"/>
          <w:jc w:val="both"/>
          <w:rPr>
            <w:sz w:val="16"/>
            <w:lang w:val="en-US" w:eastAsia="en-GB"/>
          </w:rPr>
        </w:pPr>
        <w:sdt>
          <w:sdtPr>
            <w:rPr>
              <w:sz w:val="16"/>
              <w:lang w:val="en-US" w:eastAsia="en-GB"/>
            </w:rPr>
            <w:id w:val="314613838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    <w:text w:multiLine="1"/>
          </w:sdtPr>
          <w:sdtContent>
            <w:r w:rsidR="009C5D54">
              <w:rPr>
                <w:sz w:val="16"/>
                <w:lang w:val="en-US" w:eastAsia="en-GB"/>
              </w:rPr>
              <w:t>DDNEA for EMCS Phase 4</w:t>
            </w:r>
          </w:sdtContent>
        </w:sdt>
        <w:r w:rsidR="00F32856" w:rsidRPr="00F32856">
          <w:rPr>
            <w:sz w:val="16"/>
            <w:lang w:val="en-US" w:eastAsia="en-GB"/>
          </w:rPr>
          <w:t xml:space="preserve"> - </w:t>
        </w:r>
        <w:sdt>
          <w:sdtPr>
            <w:rPr>
              <w:sz w:val="16"/>
              <w:lang w:eastAsia="en-GB"/>
            </w:rPr>
            <w:id w:val="800427130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subject[1]" w:storeItemID="{6C3C8BC8-F283-45AE-878A-BAB7291924A1}"/>
            <w:text w:multiLine="1"/>
          </w:sdtPr>
          <w:sdtContent>
            <w:r w:rsidR="009C5D54">
              <w:rPr>
                <w:sz w:val="16"/>
                <w:lang w:eastAsia="en-GB"/>
              </w:rPr>
              <w:t>APPENDIX G: DATA ITEMS</w:t>
            </w:r>
          </w:sdtContent>
        </w:sdt>
        <w:r w:rsidR="00F32856" w:rsidRPr="00F32856">
          <w:rPr>
            <w:sz w:val="16"/>
            <w:lang w:val="en-US" w:eastAsia="en-GB"/>
          </w:rPr>
          <w:tab/>
          <w:t xml:space="preserve">Page </w:t>
        </w:r>
        <w:r w:rsidR="00F32856" w:rsidRPr="00F32856">
          <w:rPr>
            <w:sz w:val="16"/>
            <w:lang w:eastAsia="en-GB"/>
          </w:rPr>
          <w:fldChar w:fldCharType="begin"/>
        </w:r>
        <w:r w:rsidR="00F32856" w:rsidRPr="00F32856">
          <w:rPr>
            <w:sz w:val="16"/>
            <w:lang w:val="en-US" w:eastAsia="en-GB"/>
          </w:rPr>
          <w:instrText>PAGE</w:instrText>
        </w:r>
        <w:r w:rsidR="00F32856" w:rsidRPr="00F32856">
          <w:rPr>
            <w:sz w:val="16"/>
            <w:lang w:eastAsia="en-GB"/>
          </w:rPr>
          <w:fldChar w:fldCharType="separate"/>
        </w:r>
        <w:r w:rsidR="00F32856" w:rsidRPr="00F32856">
          <w:rPr>
            <w:sz w:val="16"/>
            <w:lang w:eastAsia="en-GB"/>
          </w:rPr>
          <w:t>2</w:t>
        </w:r>
        <w:r w:rsidR="00F32856" w:rsidRPr="00F32856">
          <w:rPr>
            <w:sz w:val="16"/>
            <w:lang w:eastAsia="en-GB"/>
          </w:rPr>
          <w:fldChar w:fldCharType="end"/>
        </w:r>
        <w:r w:rsidR="00F32856" w:rsidRPr="00F32856">
          <w:rPr>
            <w:sz w:val="16"/>
            <w:lang w:val="en-US" w:eastAsia="en-GB"/>
          </w:rPr>
          <w:t xml:space="preserve"> / </w:t>
        </w:r>
        <w:r w:rsidR="00F32856" w:rsidRPr="00F32856">
          <w:rPr>
            <w:sz w:val="16"/>
            <w:lang w:eastAsia="en-GB"/>
          </w:rPr>
          <w:fldChar w:fldCharType="begin"/>
        </w:r>
        <w:r w:rsidR="00F32856" w:rsidRPr="00F32856">
          <w:rPr>
            <w:sz w:val="16"/>
            <w:lang w:val="en-US" w:eastAsia="en-GB"/>
          </w:rPr>
          <w:instrText>NUMPAGES</w:instrText>
        </w:r>
        <w:r w:rsidR="00F32856" w:rsidRPr="00F32856">
          <w:rPr>
            <w:sz w:val="16"/>
            <w:lang w:eastAsia="en-GB"/>
          </w:rPr>
          <w:fldChar w:fldCharType="separate"/>
        </w:r>
        <w:r w:rsidR="00F32856" w:rsidRPr="00F32856">
          <w:rPr>
            <w:sz w:val="16"/>
            <w:lang w:eastAsia="en-GB"/>
          </w:rPr>
          <w:t>11</w:t>
        </w:r>
        <w:r w:rsidR="00F32856" w:rsidRPr="00F32856">
          <w:rPr>
            <w:sz w:val="16"/>
            <w:lang w:eastAsia="en-GB"/>
          </w:rPr>
          <w:fldChar w:fldCharType="end"/>
        </w:r>
      </w:p>
      <w:p w14:paraId="19286F44" w14:textId="1A33D260" w:rsidR="00F32856" w:rsidRPr="00F32856" w:rsidRDefault="00000000" w:rsidP="00F32856">
        <w:pPr>
          <w:ind w:right="-567"/>
          <w:jc w:val="both"/>
          <w:rPr>
            <w:sz w:val="16"/>
            <w:lang w:val="en-US" w:eastAsia="en-GB"/>
          </w:rPr>
        </w:pPr>
        <w:sdt>
          <w:sdtPr>
            <w:rPr>
              <w:sz w:val="16"/>
              <w:lang w:val="en-US" w:eastAsia="en-GB"/>
            </w:rPr>
            <w:id w:val="1988439297"/>
            <w:dataBinding w:xpath="/Texts/TechFooterVersion" w:storeItemID="{4EF90DE6-88B6-4264-9629-4D8DFDFE87D2}"/>
            <w:text w:multiLine="1"/>
          </w:sdtPr>
          <w:sdtContent>
            <w:r w:rsidR="00F32856" w:rsidRPr="00F32856">
              <w:rPr>
                <w:sz w:val="16"/>
                <w:lang w:val="en-US" w:eastAsia="en-GB"/>
              </w:rPr>
              <w:t>Document version</w:t>
            </w:r>
          </w:sdtContent>
        </w:sdt>
        <w:r w:rsidR="00F32856" w:rsidRPr="00F32856">
          <w:rPr>
            <w:sz w:val="16"/>
            <w:lang w:val="en-US" w:eastAsia="en-GB"/>
          </w:rPr>
          <w:t xml:space="preserve"> </w:t>
        </w:r>
        <w:sdt>
          <w:sdtPr>
            <w:rPr>
              <w:sz w:val="16"/>
              <w:lang w:eastAsia="en-GB"/>
            </w:rPr>
            <w:alias w:val="Version"/>
            <w:id w:val="-622838712"/>
            <w:dataBinding w:xpath="/EurolookProperties/DocumentVersion" w:storeItemID="{D3EA5527-7367-4268-9D83-5125C98D0ED2}"/>
            <w:text w:multiLine="1"/>
          </w:sdtPr>
          <w:sdtContent>
            <w:r w:rsidR="003E1FCA" w:rsidRPr="00F32856">
              <w:rPr>
                <w:sz w:val="16"/>
                <w:lang w:eastAsia="en-GB"/>
              </w:rPr>
              <w:t>3.</w:t>
            </w:r>
            <w:r w:rsidR="003E1FCA">
              <w:rPr>
                <w:sz w:val="16"/>
                <w:lang w:eastAsia="en-GB"/>
              </w:rPr>
              <w:t>1</w:t>
            </w:r>
            <w:r w:rsidR="00DF0630">
              <w:rPr>
                <w:sz w:val="16"/>
                <w:lang w:eastAsia="en-GB"/>
              </w:rPr>
              <w:t>2</w:t>
            </w:r>
          </w:sdtContent>
        </w:sdt>
        <w:r w:rsidR="00F32856" w:rsidRPr="00F32856">
          <w:rPr>
            <w:sz w:val="16"/>
            <w:lang w:val="en-US" w:eastAsia="en-GB"/>
          </w:rPr>
          <w:t xml:space="preserve"> </w:t>
        </w:r>
        <w:sdt>
          <w:sdtPr>
            <w:rPr>
              <w:sz w:val="16"/>
              <w:lang w:val="en-US" w:eastAsia="en-GB"/>
            </w:rPr>
            <w:id w:val="-473674397"/>
            <w:dataBinding w:xpath="/Texts/TechFooterDated" w:storeItemID="{4EF90DE6-88B6-4264-9629-4D8DFDFE87D2}"/>
            <w:text w:multiLine="1"/>
          </w:sdtPr>
          <w:sdtContent>
            <w:r w:rsidR="00F32856" w:rsidRPr="00F32856">
              <w:rPr>
                <w:sz w:val="16"/>
                <w:lang w:val="en-US" w:eastAsia="en-GB"/>
              </w:rPr>
              <w:t>dated</w:t>
            </w:r>
          </w:sdtContent>
        </w:sdt>
        <w:r w:rsidR="00F32856" w:rsidRPr="00F32856">
          <w:rPr>
            <w:sz w:val="16"/>
            <w:lang w:val="en-US" w:eastAsia="en-GB"/>
          </w:rPr>
          <w:t xml:space="preserve"> </w:t>
        </w:r>
        <w:sdt>
          <w:sdtPr>
            <w:rPr>
              <w:sz w:val="16"/>
              <w:lang w:val="fr-BE" w:eastAsia="en-GB"/>
            </w:rPr>
            <w:alias w:val=""/>
            <w:id w:val="572705136"/>
            <w:dataBinding w:xpath="/EurolookProperties/DocumentDate" w:storeItemID="{D3EA5527-7367-4268-9D83-5125C98D0ED2}"/>
            <w:date w:fullDate="2023-03-01T00:00:00Z">
              <w:dateFormat w:val="dd/MM/yyyy"/>
              <w:lid w:val="en-GB"/>
              <w:storeMappedDataAs w:val="dateTime"/>
              <w:calendar w:val="gregorian"/>
            </w:date>
          </w:sdtPr>
          <w:sdtContent>
            <w:r w:rsidR="00DF0630">
              <w:rPr>
                <w:sz w:val="16"/>
                <w:lang w:eastAsia="en-GB"/>
              </w:rPr>
              <w:t>01/03/2023</w:t>
            </w:r>
          </w:sdtContent>
        </w:sdt>
      </w:p>
      <w:p w14:paraId="5F67D151" w14:textId="13C68721" w:rsidR="00C14BBF" w:rsidRPr="00F32856" w:rsidRDefault="00F32856" w:rsidP="00F32856">
        <w:pPr>
          <w:ind w:right="-567"/>
          <w:jc w:val="both"/>
          <w:rPr>
            <w:sz w:val="16"/>
            <w:lang w:val="en-US" w:eastAsia="en-GB"/>
          </w:rPr>
        </w:pPr>
        <w:r w:rsidRPr="00F32856">
          <w:rPr>
            <w:sz w:val="16"/>
            <w:lang w:eastAsia="en-GB"/>
          </w:rPr>
          <w:t>Confidentiality</w:t>
        </w:r>
        <w:r w:rsidRPr="00F32856">
          <w:rPr>
            <w:sz w:val="16"/>
            <w:lang w:val="en-US" w:eastAsia="en-GB"/>
          </w:rPr>
          <w:t xml:space="preserve">: </w:t>
        </w:r>
        <w:sdt>
          <w:sdtPr>
            <w:rPr>
              <w:bCs/>
              <w:sz w:val="16"/>
              <w:szCs w:val="16"/>
            </w:rPr>
            <w:alias w:val="Confidentiality"/>
            <w:tag w:val="Confidentiality"/>
            <w:id w:val="1100061902"/>
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<w:comboBox w:lastValue="Sensitive non-classified (SNC)">
              <w:listItem w:value="Select the confidentiality classification level here."/>
              <w:listItem w:displayText="Sensitive non-classified (SNC)" w:value="Sensitive non-classified (SNC)"/>
              <w:listItem w:displayText="Commission use (CU)" w:value="Commission use (CU)"/>
              <w:listItem w:displayText="Publicly available (PA)" w:value="Publicly available (PA)"/>
            </w:comboBox>
          </w:sdtPr>
          <w:sdtContent>
            <w:r w:rsidR="00872F36">
              <w:rPr>
                <w:bCs/>
                <w:sz w:val="16"/>
                <w:szCs w:val="16"/>
              </w:rPr>
              <w:t>Sensitive non-classified (SNC)</w:t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57D56" w14:textId="77777777" w:rsidR="003D4E14" w:rsidRDefault="003D4E14">
      <w:r>
        <w:separator/>
      </w:r>
    </w:p>
  </w:footnote>
  <w:footnote w:type="continuationSeparator" w:id="0">
    <w:p w14:paraId="3A32B5BA" w14:textId="77777777" w:rsidR="003D4E14" w:rsidRDefault="003D4E14">
      <w:r>
        <w:continuationSeparator/>
      </w:r>
    </w:p>
  </w:footnote>
  <w:footnote w:type="continuationNotice" w:id="1">
    <w:p w14:paraId="2EAF9843" w14:textId="77777777" w:rsidR="003D4E14" w:rsidRDefault="003D4E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51B2A" w14:textId="77777777" w:rsidR="00C14BBF" w:rsidRPr="00F32856" w:rsidRDefault="00C14BBF" w:rsidP="00F328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8A07C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0611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69A79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64B38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8BA026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B6B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0660B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2B22E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A696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FF4A6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144053"/>
    <w:multiLevelType w:val="hybridMultilevel"/>
    <w:tmpl w:val="ECA8A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F75E92"/>
    <w:multiLevelType w:val="multilevel"/>
    <w:tmpl w:val="08E0E8B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0E5B74A6"/>
    <w:multiLevelType w:val="hybridMultilevel"/>
    <w:tmpl w:val="8D629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0F2261"/>
    <w:multiLevelType w:val="hybridMultilevel"/>
    <w:tmpl w:val="53960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911D3D"/>
    <w:multiLevelType w:val="hybridMultilevel"/>
    <w:tmpl w:val="B61CE6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B71B6F"/>
    <w:multiLevelType w:val="hybridMultilevel"/>
    <w:tmpl w:val="C694B4F0"/>
    <w:lvl w:ilvl="0" w:tplc="FFFFFFFF">
      <w:start w:val="1"/>
      <w:numFmt w:val="bullet"/>
      <w:lvlText w:val=""/>
      <w:lvlJc w:val="left"/>
      <w:pPr>
        <w:tabs>
          <w:tab w:val="num" w:pos="644"/>
        </w:tabs>
        <w:ind w:left="624" w:hanging="34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1BE42789"/>
    <w:multiLevelType w:val="hybridMultilevel"/>
    <w:tmpl w:val="9C4A65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7B3F25"/>
    <w:multiLevelType w:val="hybridMultilevel"/>
    <w:tmpl w:val="45984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AF567B"/>
    <w:multiLevelType w:val="hybridMultilevel"/>
    <w:tmpl w:val="923C89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F649D7"/>
    <w:multiLevelType w:val="hybridMultilevel"/>
    <w:tmpl w:val="24320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B216CC"/>
    <w:multiLevelType w:val="hybridMultilevel"/>
    <w:tmpl w:val="88EC4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12135C"/>
    <w:multiLevelType w:val="hybridMultilevel"/>
    <w:tmpl w:val="C8804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B45985"/>
    <w:multiLevelType w:val="hybridMultilevel"/>
    <w:tmpl w:val="A566B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AD06E8"/>
    <w:multiLevelType w:val="hybridMultilevel"/>
    <w:tmpl w:val="255A5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B8777A"/>
    <w:multiLevelType w:val="hybridMultilevel"/>
    <w:tmpl w:val="B0A889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42024D"/>
    <w:multiLevelType w:val="hybridMultilevel"/>
    <w:tmpl w:val="FD08DD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D43E5F"/>
    <w:multiLevelType w:val="hybridMultilevel"/>
    <w:tmpl w:val="FA649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C21804"/>
    <w:multiLevelType w:val="hybridMultilevel"/>
    <w:tmpl w:val="2996AB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1A51E8"/>
    <w:multiLevelType w:val="hybridMultilevel"/>
    <w:tmpl w:val="A3404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B2050C"/>
    <w:multiLevelType w:val="hybridMultilevel"/>
    <w:tmpl w:val="A7504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7665CD"/>
    <w:multiLevelType w:val="hybridMultilevel"/>
    <w:tmpl w:val="62584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D85580E"/>
    <w:multiLevelType w:val="hybridMultilevel"/>
    <w:tmpl w:val="BF104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57C645B"/>
    <w:multiLevelType w:val="hybridMultilevel"/>
    <w:tmpl w:val="92DA5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3E78EE"/>
    <w:multiLevelType w:val="hybridMultilevel"/>
    <w:tmpl w:val="043E13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C2748E0"/>
    <w:multiLevelType w:val="hybridMultilevel"/>
    <w:tmpl w:val="020A7C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CB6090"/>
    <w:multiLevelType w:val="hybridMultilevel"/>
    <w:tmpl w:val="799E4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1A62C4"/>
    <w:multiLevelType w:val="singleLevel"/>
    <w:tmpl w:val="B54A8B24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</w:abstractNum>
  <w:abstractNum w:abstractNumId="37" w15:restartNumberingAfterBreak="0">
    <w:nsid w:val="5A734303"/>
    <w:multiLevelType w:val="hybridMultilevel"/>
    <w:tmpl w:val="0052A59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786B86"/>
    <w:multiLevelType w:val="multilevel"/>
    <w:tmpl w:val="B0B8F07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5B035677"/>
    <w:multiLevelType w:val="hybridMultilevel"/>
    <w:tmpl w:val="C908D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016D02"/>
    <w:multiLevelType w:val="hybridMultilevel"/>
    <w:tmpl w:val="4BE4C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581865"/>
    <w:multiLevelType w:val="hybridMultilevel"/>
    <w:tmpl w:val="2F60B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4037DB"/>
    <w:multiLevelType w:val="hybridMultilevel"/>
    <w:tmpl w:val="246A65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0E3327"/>
    <w:multiLevelType w:val="hybridMultilevel"/>
    <w:tmpl w:val="3DD47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DA10C6"/>
    <w:multiLevelType w:val="hybridMultilevel"/>
    <w:tmpl w:val="5D12D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E13283"/>
    <w:multiLevelType w:val="hybridMultilevel"/>
    <w:tmpl w:val="2124A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0201012">
    <w:abstractNumId w:val="8"/>
  </w:num>
  <w:num w:numId="2" w16cid:durableId="1333144288">
    <w:abstractNumId w:val="3"/>
  </w:num>
  <w:num w:numId="3" w16cid:durableId="1323856316">
    <w:abstractNumId w:val="2"/>
  </w:num>
  <w:num w:numId="4" w16cid:durableId="1080366689">
    <w:abstractNumId w:val="11"/>
  </w:num>
  <w:num w:numId="5" w16cid:durableId="353114031">
    <w:abstractNumId w:val="36"/>
  </w:num>
  <w:num w:numId="6" w16cid:durableId="2115241887">
    <w:abstractNumId w:val="15"/>
  </w:num>
  <w:num w:numId="7" w16cid:durableId="513809105">
    <w:abstractNumId w:val="24"/>
  </w:num>
  <w:num w:numId="8" w16cid:durableId="776757530">
    <w:abstractNumId w:val="37"/>
  </w:num>
  <w:num w:numId="9" w16cid:durableId="2136753780">
    <w:abstractNumId w:val="16"/>
  </w:num>
  <w:num w:numId="10" w16cid:durableId="975111618">
    <w:abstractNumId w:val="34"/>
  </w:num>
  <w:num w:numId="11" w16cid:durableId="556474616">
    <w:abstractNumId w:val="27"/>
  </w:num>
  <w:num w:numId="12" w16cid:durableId="1163592493">
    <w:abstractNumId w:val="14"/>
  </w:num>
  <w:num w:numId="13" w16cid:durableId="956958169">
    <w:abstractNumId w:val="18"/>
  </w:num>
  <w:num w:numId="14" w16cid:durableId="636229340">
    <w:abstractNumId w:val="31"/>
  </w:num>
  <w:num w:numId="15" w16cid:durableId="410280129">
    <w:abstractNumId w:val="35"/>
  </w:num>
  <w:num w:numId="16" w16cid:durableId="88695263">
    <w:abstractNumId w:val="12"/>
  </w:num>
  <w:num w:numId="17" w16cid:durableId="530192749">
    <w:abstractNumId w:val="10"/>
  </w:num>
  <w:num w:numId="18" w16cid:durableId="1465078847">
    <w:abstractNumId w:val="20"/>
  </w:num>
  <w:num w:numId="19" w16cid:durableId="1963148172">
    <w:abstractNumId w:val="42"/>
  </w:num>
  <w:num w:numId="20" w16cid:durableId="1572421063">
    <w:abstractNumId w:val="43"/>
  </w:num>
  <w:num w:numId="21" w16cid:durableId="884830002">
    <w:abstractNumId w:val="44"/>
  </w:num>
  <w:num w:numId="22" w16cid:durableId="1670474530">
    <w:abstractNumId w:val="29"/>
  </w:num>
  <w:num w:numId="23" w16cid:durableId="1634826112">
    <w:abstractNumId w:val="19"/>
  </w:num>
  <w:num w:numId="24" w16cid:durableId="1805926151">
    <w:abstractNumId w:val="25"/>
  </w:num>
  <w:num w:numId="25" w16cid:durableId="1850371284">
    <w:abstractNumId w:val="45"/>
  </w:num>
  <w:num w:numId="26" w16cid:durableId="847908169">
    <w:abstractNumId w:val="23"/>
  </w:num>
  <w:num w:numId="27" w16cid:durableId="1449158782">
    <w:abstractNumId w:val="32"/>
  </w:num>
  <w:num w:numId="28" w16cid:durableId="758603202">
    <w:abstractNumId w:val="21"/>
  </w:num>
  <w:num w:numId="29" w16cid:durableId="467364214">
    <w:abstractNumId w:val="40"/>
  </w:num>
  <w:num w:numId="30" w16cid:durableId="1123841106">
    <w:abstractNumId w:val="39"/>
  </w:num>
  <w:num w:numId="31" w16cid:durableId="1326515748">
    <w:abstractNumId w:val="33"/>
  </w:num>
  <w:num w:numId="32" w16cid:durableId="1042444113">
    <w:abstractNumId w:val="30"/>
  </w:num>
  <w:num w:numId="33" w16cid:durableId="988628624">
    <w:abstractNumId w:val="9"/>
  </w:num>
  <w:num w:numId="34" w16cid:durableId="1983390908">
    <w:abstractNumId w:val="7"/>
  </w:num>
  <w:num w:numId="35" w16cid:durableId="1516189760">
    <w:abstractNumId w:val="6"/>
  </w:num>
  <w:num w:numId="36" w16cid:durableId="1031765807">
    <w:abstractNumId w:val="5"/>
  </w:num>
  <w:num w:numId="37" w16cid:durableId="1795976665">
    <w:abstractNumId w:val="4"/>
  </w:num>
  <w:num w:numId="38" w16cid:durableId="1714035656">
    <w:abstractNumId w:val="1"/>
  </w:num>
  <w:num w:numId="39" w16cid:durableId="333730492">
    <w:abstractNumId w:val="0"/>
  </w:num>
  <w:num w:numId="40" w16cid:durableId="1698775582">
    <w:abstractNumId w:val="17"/>
  </w:num>
  <w:num w:numId="41" w16cid:durableId="1197349900">
    <w:abstractNumId w:val="22"/>
  </w:num>
  <w:num w:numId="42" w16cid:durableId="164982282">
    <w:abstractNumId w:val="26"/>
  </w:num>
  <w:num w:numId="43" w16cid:durableId="1705133123">
    <w:abstractNumId w:val="28"/>
  </w:num>
  <w:num w:numId="44" w16cid:durableId="33700313">
    <w:abstractNumId w:val="13"/>
  </w:num>
  <w:num w:numId="45" w16cid:durableId="308095275">
    <w:abstractNumId w:val="41"/>
  </w:num>
  <w:num w:numId="46" w16cid:durableId="147406112">
    <w:abstractNumId w:val="38"/>
  </w:num>
  <w:num w:numId="47" w16cid:durableId="250044860">
    <w:abstractNumId w:val="38"/>
  </w:num>
  <w:num w:numId="48" w16cid:durableId="142428263">
    <w:abstractNumId w:val="38"/>
  </w:num>
  <w:num w:numId="49" w16cid:durableId="1184510959">
    <w:abstractNumId w:val="38"/>
  </w:num>
  <w:num w:numId="50" w16cid:durableId="725564237">
    <w:abstractNumId w:val="3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Btext1" w:val="alalal koko"/>
  </w:docVars>
  <w:rsids>
    <w:rsidRoot w:val="006F2A8A"/>
    <w:rsid w:val="00000FFB"/>
    <w:rsid w:val="000043AC"/>
    <w:rsid w:val="000055FD"/>
    <w:rsid w:val="0001120D"/>
    <w:rsid w:val="00012551"/>
    <w:rsid w:val="000151B4"/>
    <w:rsid w:val="000159BC"/>
    <w:rsid w:val="0001775A"/>
    <w:rsid w:val="00020879"/>
    <w:rsid w:val="00023500"/>
    <w:rsid w:val="00023ECE"/>
    <w:rsid w:val="00027E37"/>
    <w:rsid w:val="00030C20"/>
    <w:rsid w:val="000312B8"/>
    <w:rsid w:val="00031A37"/>
    <w:rsid w:val="000327D5"/>
    <w:rsid w:val="0003506B"/>
    <w:rsid w:val="000365C8"/>
    <w:rsid w:val="000369EB"/>
    <w:rsid w:val="0004153D"/>
    <w:rsid w:val="0004645F"/>
    <w:rsid w:val="000518CF"/>
    <w:rsid w:val="000520B9"/>
    <w:rsid w:val="000520CE"/>
    <w:rsid w:val="00055511"/>
    <w:rsid w:val="00057B37"/>
    <w:rsid w:val="000622F3"/>
    <w:rsid w:val="0006312A"/>
    <w:rsid w:val="0006367C"/>
    <w:rsid w:val="00064623"/>
    <w:rsid w:val="0006643A"/>
    <w:rsid w:val="000704C3"/>
    <w:rsid w:val="00071C36"/>
    <w:rsid w:val="0007420F"/>
    <w:rsid w:val="000760AA"/>
    <w:rsid w:val="0007645F"/>
    <w:rsid w:val="00076562"/>
    <w:rsid w:val="00086978"/>
    <w:rsid w:val="000903DC"/>
    <w:rsid w:val="0009436C"/>
    <w:rsid w:val="000952ED"/>
    <w:rsid w:val="000A29D7"/>
    <w:rsid w:val="000A3C8A"/>
    <w:rsid w:val="000A5D17"/>
    <w:rsid w:val="000A690A"/>
    <w:rsid w:val="000A796C"/>
    <w:rsid w:val="000B2BAD"/>
    <w:rsid w:val="000B32C5"/>
    <w:rsid w:val="000B43F9"/>
    <w:rsid w:val="000B4DB8"/>
    <w:rsid w:val="000B73AD"/>
    <w:rsid w:val="000D033A"/>
    <w:rsid w:val="000D2603"/>
    <w:rsid w:val="000D2D4D"/>
    <w:rsid w:val="000D5697"/>
    <w:rsid w:val="000D597F"/>
    <w:rsid w:val="000E072F"/>
    <w:rsid w:val="000E35D6"/>
    <w:rsid w:val="000E49CC"/>
    <w:rsid w:val="000E5321"/>
    <w:rsid w:val="000E7943"/>
    <w:rsid w:val="000F035B"/>
    <w:rsid w:val="000F254D"/>
    <w:rsid w:val="000F5769"/>
    <w:rsid w:val="0010160C"/>
    <w:rsid w:val="0010543D"/>
    <w:rsid w:val="00107DDD"/>
    <w:rsid w:val="001220D6"/>
    <w:rsid w:val="001234DF"/>
    <w:rsid w:val="00123997"/>
    <w:rsid w:val="001263D0"/>
    <w:rsid w:val="0013035A"/>
    <w:rsid w:val="0013108C"/>
    <w:rsid w:val="0013145B"/>
    <w:rsid w:val="00131D41"/>
    <w:rsid w:val="001321F8"/>
    <w:rsid w:val="00133125"/>
    <w:rsid w:val="0014000C"/>
    <w:rsid w:val="00140ED6"/>
    <w:rsid w:val="0014159B"/>
    <w:rsid w:val="00142E56"/>
    <w:rsid w:val="00144D87"/>
    <w:rsid w:val="001451BF"/>
    <w:rsid w:val="00145EA2"/>
    <w:rsid w:val="001466AD"/>
    <w:rsid w:val="00154228"/>
    <w:rsid w:val="00156C50"/>
    <w:rsid w:val="00157872"/>
    <w:rsid w:val="0016099E"/>
    <w:rsid w:val="00160E07"/>
    <w:rsid w:val="001629DD"/>
    <w:rsid w:val="00162B5E"/>
    <w:rsid w:val="0016441E"/>
    <w:rsid w:val="00164890"/>
    <w:rsid w:val="00165870"/>
    <w:rsid w:val="0016701E"/>
    <w:rsid w:val="00170823"/>
    <w:rsid w:val="001716AE"/>
    <w:rsid w:val="00171748"/>
    <w:rsid w:val="001722F0"/>
    <w:rsid w:val="00172B6E"/>
    <w:rsid w:val="001733ED"/>
    <w:rsid w:val="00173697"/>
    <w:rsid w:val="0017439C"/>
    <w:rsid w:val="00174871"/>
    <w:rsid w:val="00175A1D"/>
    <w:rsid w:val="00177C5E"/>
    <w:rsid w:val="00181637"/>
    <w:rsid w:val="00182421"/>
    <w:rsid w:val="00184821"/>
    <w:rsid w:val="0018638C"/>
    <w:rsid w:val="0019006F"/>
    <w:rsid w:val="00191FB3"/>
    <w:rsid w:val="00192E6F"/>
    <w:rsid w:val="00193AEF"/>
    <w:rsid w:val="00195693"/>
    <w:rsid w:val="001A26A1"/>
    <w:rsid w:val="001A2F19"/>
    <w:rsid w:val="001A700C"/>
    <w:rsid w:val="001A7E07"/>
    <w:rsid w:val="001B055F"/>
    <w:rsid w:val="001B29C7"/>
    <w:rsid w:val="001B33A2"/>
    <w:rsid w:val="001B3748"/>
    <w:rsid w:val="001B3C99"/>
    <w:rsid w:val="001B4F20"/>
    <w:rsid w:val="001B53A3"/>
    <w:rsid w:val="001B67AD"/>
    <w:rsid w:val="001C2A42"/>
    <w:rsid w:val="001C2CE1"/>
    <w:rsid w:val="001C3DE9"/>
    <w:rsid w:val="001C49DF"/>
    <w:rsid w:val="001C4B4F"/>
    <w:rsid w:val="001C74AF"/>
    <w:rsid w:val="001C7793"/>
    <w:rsid w:val="001C7D5B"/>
    <w:rsid w:val="001C7EF4"/>
    <w:rsid w:val="001D3A7E"/>
    <w:rsid w:val="001D6809"/>
    <w:rsid w:val="001D7797"/>
    <w:rsid w:val="001E0DA7"/>
    <w:rsid w:val="001E1486"/>
    <w:rsid w:val="001E3958"/>
    <w:rsid w:val="001E6065"/>
    <w:rsid w:val="001E76E9"/>
    <w:rsid w:val="001E787F"/>
    <w:rsid w:val="001F2C12"/>
    <w:rsid w:val="001F3B7C"/>
    <w:rsid w:val="001F43A4"/>
    <w:rsid w:val="001F4F4B"/>
    <w:rsid w:val="001F7C50"/>
    <w:rsid w:val="00201C8A"/>
    <w:rsid w:val="002034CF"/>
    <w:rsid w:val="00204263"/>
    <w:rsid w:val="0020707A"/>
    <w:rsid w:val="00211A10"/>
    <w:rsid w:val="00212420"/>
    <w:rsid w:val="00213819"/>
    <w:rsid w:val="0022112A"/>
    <w:rsid w:val="002226B6"/>
    <w:rsid w:val="002239F3"/>
    <w:rsid w:val="002245F4"/>
    <w:rsid w:val="00224B10"/>
    <w:rsid w:val="0022604F"/>
    <w:rsid w:val="00226339"/>
    <w:rsid w:val="0022671D"/>
    <w:rsid w:val="0022749B"/>
    <w:rsid w:val="00231381"/>
    <w:rsid w:val="0023524A"/>
    <w:rsid w:val="00236662"/>
    <w:rsid w:val="00240DB0"/>
    <w:rsid w:val="002465B3"/>
    <w:rsid w:val="00247017"/>
    <w:rsid w:val="00247C73"/>
    <w:rsid w:val="00251875"/>
    <w:rsid w:val="00263393"/>
    <w:rsid w:val="002729E3"/>
    <w:rsid w:val="00275398"/>
    <w:rsid w:val="002761E7"/>
    <w:rsid w:val="00276457"/>
    <w:rsid w:val="00281506"/>
    <w:rsid w:val="00282732"/>
    <w:rsid w:val="00285DE8"/>
    <w:rsid w:val="0028620B"/>
    <w:rsid w:val="00287361"/>
    <w:rsid w:val="00293747"/>
    <w:rsid w:val="00295A73"/>
    <w:rsid w:val="00296B45"/>
    <w:rsid w:val="00297593"/>
    <w:rsid w:val="002A105E"/>
    <w:rsid w:val="002A4639"/>
    <w:rsid w:val="002A64E9"/>
    <w:rsid w:val="002B64F8"/>
    <w:rsid w:val="002B7944"/>
    <w:rsid w:val="002C036B"/>
    <w:rsid w:val="002C06FE"/>
    <w:rsid w:val="002C09AB"/>
    <w:rsid w:val="002C1A6D"/>
    <w:rsid w:val="002C26C5"/>
    <w:rsid w:val="002C2E2B"/>
    <w:rsid w:val="002C4048"/>
    <w:rsid w:val="002C701C"/>
    <w:rsid w:val="002C7B7D"/>
    <w:rsid w:val="002D2A93"/>
    <w:rsid w:val="002D4AEF"/>
    <w:rsid w:val="002D4FE3"/>
    <w:rsid w:val="002D5EDD"/>
    <w:rsid w:val="002D6A55"/>
    <w:rsid w:val="002D77BA"/>
    <w:rsid w:val="002E22DA"/>
    <w:rsid w:val="002E3053"/>
    <w:rsid w:val="002E6C3B"/>
    <w:rsid w:val="002F3AEF"/>
    <w:rsid w:val="002F3FFA"/>
    <w:rsid w:val="002F4430"/>
    <w:rsid w:val="002F444C"/>
    <w:rsid w:val="002F5552"/>
    <w:rsid w:val="003026F2"/>
    <w:rsid w:val="0030426A"/>
    <w:rsid w:val="00305336"/>
    <w:rsid w:val="00306B1A"/>
    <w:rsid w:val="00311F95"/>
    <w:rsid w:val="00312FCD"/>
    <w:rsid w:val="00314DBC"/>
    <w:rsid w:val="00316F1A"/>
    <w:rsid w:val="00323371"/>
    <w:rsid w:val="00324D01"/>
    <w:rsid w:val="003252B9"/>
    <w:rsid w:val="00326F33"/>
    <w:rsid w:val="00330D04"/>
    <w:rsid w:val="00330E47"/>
    <w:rsid w:val="00331EC2"/>
    <w:rsid w:val="0034176A"/>
    <w:rsid w:val="00343038"/>
    <w:rsid w:val="00346A5E"/>
    <w:rsid w:val="00346BD9"/>
    <w:rsid w:val="0035072C"/>
    <w:rsid w:val="003507BC"/>
    <w:rsid w:val="003514FC"/>
    <w:rsid w:val="00351E8E"/>
    <w:rsid w:val="00356C8C"/>
    <w:rsid w:val="0036596A"/>
    <w:rsid w:val="0036650B"/>
    <w:rsid w:val="00367FBD"/>
    <w:rsid w:val="00372157"/>
    <w:rsid w:val="00374DB1"/>
    <w:rsid w:val="00374ECA"/>
    <w:rsid w:val="003753BF"/>
    <w:rsid w:val="00375A8E"/>
    <w:rsid w:val="00375DB2"/>
    <w:rsid w:val="003770E9"/>
    <w:rsid w:val="00380B78"/>
    <w:rsid w:val="00381823"/>
    <w:rsid w:val="00381CA0"/>
    <w:rsid w:val="00381D2B"/>
    <w:rsid w:val="00383533"/>
    <w:rsid w:val="00384029"/>
    <w:rsid w:val="0038449E"/>
    <w:rsid w:val="00384500"/>
    <w:rsid w:val="0038456F"/>
    <w:rsid w:val="00385AE2"/>
    <w:rsid w:val="003872FD"/>
    <w:rsid w:val="003911CC"/>
    <w:rsid w:val="003951DF"/>
    <w:rsid w:val="00397138"/>
    <w:rsid w:val="003979CD"/>
    <w:rsid w:val="003A0A1D"/>
    <w:rsid w:val="003A0BCF"/>
    <w:rsid w:val="003A391C"/>
    <w:rsid w:val="003A3EB4"/>
    <w:rsid w:val="003A505B"/>
    <w:rsid w:val="003A5821"/>
    <w:rsid w:val="003A5F9D"/>
    <w:rsid w:val="003A7301"/>
    <w:rsid w:val="003B30E8"/>
    <w:rsid w:val="003B4898"/>
    <w:rsid w:val="003B546D"/>
    <w:rsid w:val="003B5918"/>
    <w:rsid w:val="003B78C3"/>
    <w:rsid w:val="003C09CD"/>
    <w:rsid w:val="003C2BF7"/>
    <w:rsid w:val="003C32BA"/>
    <w:rsid w:val="003C46D4"/>
    <w:rsid w:val="003C4BF4"/>
    <w:rsid w:val="003C673C"/>
    <w:rsid w:val="003D2762"/>
    <w:rsid w:val="003D4284"/>
    <w:rsid w:val="003D4E14"/>
    <w:rsid w:val="003D6AB3"/>
    <w:rsid w:val="003E1BA9"/>
    <w:rsid w:val="003E1FCA"/>
    <w:rsid w:val="003E382A"/>
    <w:rsid w:val="003E3E3C"/>
    <w:rsid w:val="003E5F62"/>
    <w:rsid w:val="003E6FAC"/>
    <w:rsid w:val="003F0B8D"/>
    <w:rsid w:val="003F1910"/>
    <w:rsid w:val="003F2AE8"/>
    <w:rsid w:val="003F74E3"/>
    <w:rsid w:val="00404800"/>
    <w:rsid w:val="0040580D"/>
    <w:rsid w:val="0040582C"/>
    <w:rsid w:val="00406E8B"/>
    <w:rsid w:val="00407B1B"/>
    <w:rsid w:val="004117BF"/>
    <w:rsid w:val="00412AD3"/>
    <w:rsid w:val="0041379C"/>
    <w:rsid w:val="004140E1"/>
    <w:rsid w:val="00414F30"/>
    <w:rsid w:val="004155AE"/>
    <w:rsid w:val="004160BB"/>
    <w:rsid w:val="004179B5"/>
    <w:rsid w:val="00420AE4"/>
    <w:rsid w:val="00424720"/>
    <w:rsid w:val="00426101"/>
    <w:rsid w:val="0042788E"/>
    <w:rsid w:val="0043095E"/>
    <w:rsid w:val="00432D7E"/>
    <w:rsid w:val="004339BA"/>
    <w:rsid w:val="00434546"/>
    <w:rsid w:val="00434908"/>
    <w:rsid w:val="004358FA"/>
    <w:rsid w:val="00435FF2"/>
    <w:rsid w:val="004366F7"/>
    <w:rsid w:val="004370D6"/>
    <w:rsid w:val="00441924"/>
    <w:rsid w:val="004419E9"/>
    <w:rsid w:val="00442D7D"/>
    <w:rsid w:val="00443614"/>
    <w:rsid w:val="004437CA"/>
    <w:rsid w:val="00444F50"/>
    <w:rsid w:val="0044504E"/>
    <w:rsid w:val="00446072"/>
    <w:rsid w:val="00447E45"/>
    <w:rsid w:val="0045046D"/>
    <w:rsid w:val="00450904"/>
    <w:rsid w:val="00451BA3"/>
    <w:rsid w:val="00452477"/>
    <w:rsid w:val="00453358"/>
    <w:rsid w:val="00455C16"/>
    <w:rsid w:val="00455D7B"/>
    <w:rsid w:val="00456A17"/>
    <w:rsid w:val="00457B42"/>
    <w:rsid w:val="00460A81"/>
    <w:rsid w:val="0046341A"/>
    <w:rsid w:val="00463EB0"/>
    <w:rsid w:val="00471E82"/>
    <w:rsid w:val="00475EB9"/>
    <w:rsid w:val="00477B08"/>
    <w:rsid w:val="00485D2F"/>
    <w:rsid w:val="00486A51"/>
    <w:rsid w:val="00492E91"/>
    <w:rsid w:val="004946C0"/>
    <w:rsid w:val="004966EC"/>
    <w:rsid w:val="004A336A"/>
    <w:rsid w:val="004B0FC0"/>
    <w:rsid w:val="004B12DD"/>
    <w:rsid w:val="004B2251"/>
    <w:rsid w:val="004B2FA9"/>
    <w:rsid w:val="004B33D5"/>
    <w:rsid w:val="004B3D70"/>
    <w:rsid w:val="004B4407"/>
    <w:rsid w:val="004B7956"/>
    <w:rsid w:val="004C142D"/>
    <w:rsid w:val="004C1B32"/>
    <w:rsid w:val="004C3CF9"/>
    <w:rsid w:val="004C5229"/>
    <w:rsid w:val="004C6043"/>
    <w:rsid w:val="004D09AF"/>
    <w:rsid w:val="004D240F"/>
    <w:rsid w:val="004D42EF"/>
    <w:rsid w:val="004D5F0C"/>
    <w:rsid w:val="004D76B0"/>
    <w:rsid w:val="004D7A3B"/>
    <w:rsid w:val="004E20C1"/>
    <w:rsid w:val="004E25FE"/>
    <w:rsid w:val="004E3326"/>
    <w:rsid w:val="004E6C10"/>
    <w:rsid w:val="004E772B"/>
    <w:rsid w:val="004E7F23"/>
    <w:rsid w:val="004F274B"/>
    <w:rsid w:val="004F5CD5"/>
    <w:rsid w:val="0050020C"/>
    <w:rsid w:val="0050233D"/>
    <w:rsid w:val="00503732"/>
    <w:rsid w:val="00505F43"/>
    <w:rsid w:val="00506AE9"/>
    <w:rsid w:val="00506BEF"/>
    <w:rsid w:val="0051053C"/>
    <w:rsid w:val="005117E8"/>
    <w:rsid w:val="00512DD6"/>
    <w:rsid w:val="00517D53"/>
    <w:rsid w:val="0052094E"/>
    <w:rsid w:val="00521366"/>
    <w:rsid w:val="00524897"/>
    <w:rsid w:val="005305DA"/>
    <w:rsid w:val="00530EC4"/>
    <w:rsid w:val="00531744"/>
    <w:rsid w:val="0053379E"/>
    <w:rsid w:val="00533CB6"/>
    <w:rsid w:val="00534CF6"/>
    <w:rsid w:val="00542360"/>
    <w:rsid w:val="00545EF0"/>
    <w:rsid w:val="00550E98"/>
    <w:rsid w:val="0055454D"/>
    <w:rsid w:val="005576C2"/>
    <w:rsid w:val="00557EDF"/>
    <w:rsid w:val="00560ABB"/>
    <w:rsid w:val="00561505"/>
    <w:rsid w:val="00561A52"/>
    <w:rsid w:val="00562B20"/>
    <w:rsid w:val="0056339A"/>
    <w:rsid w:val="00566505"/>
    <w:rsid w:val="00571835"/>
    <w:rsid w:val="0057656D"/>
    <w:rsid w:val="0057718B"/>
    <w:rsid w:val="00582CEA"/>
    <w:rsid w:val="005863C9"/>
    <w:rsid w:val="005873ED"/>
    <w:rsid w:val="0059170C"/>
    <w:rsid w:val="0059344A"/>
    <w:rsid w:val="00594D4C"/>
    <w:rsid w:val="00596154"/>
    <w:rsid w:val="005A2681"/>
    <w:rsid w:val="005A2EB7"/>
    <w:rsid w:val="005A504E"/>
    <w:rsid w:val="005A5371"/>
    <w:rsid w:val="005B111C"/>
    <w:rsid w:val="005B4D68"/>
    <w:rsid w:val="005C00C6"/>
    <w:rsid w:val="005C19C2"/>
    <w:rsid w:val="005C2A7C"/>
    <w:rsid w:val="005C3DB4"/>
    <w:rsid w:val="005C42B4"/>
    <w:rsid w:val="005C45F3"/>
    <w:rsid w:val="005C46D6"/>
    <w:rsid w:val="005C502B"/>
    <w:rsid w:val="005C5EC9"/>
    <w:rsid w:val="005C713D"/>
    <w:rsid w:val="005D1B52"/>
    <w:rsid w:val="005D2742"/>
    <w:rsid w:val="005D5853"/>
    <w:rsid w:val="005D5A60"/>
    <w:rsid w:val="005D646E"/>
    <w:rsid w:val="005D7AF1"/>
    <w:rsid w:val="005E07D8"/>
    <w:rsid w:val="005E1291"/>
    <w:rsid w:val="005E5080"/>
    <w:rsid w:val="005E5974"/>
    <w:rsid w:val="005E6826"/>
    <w:rsid w:val="005E6A3F"/>
    <w:rsid w:val="005E7DAA"/>
    <w:rsid w:val="005E7DBC"/>
    <w:rsid w:val="005F4282"/>
    <w:rsid w:val="005F4503"/>
    <w:rsid w:val="005F57E3"/>
    <w:rsid w:val="005F629A"/>
    <w:rsid w:val="005F689D"/>
    <w:rsid w:val="00600C50"/>
    <w:rsid w:val="00602E79"/>
    <w:rsid w:val="0060500D"/>
    <w:rsid w:val="00607352"/>
    <w:rsid w:val="006100EA"/>
    <w:rsid w:val="00611372"/>
    <w:rsid w:val="006113C3"/>
    <w:rsid w:val="00614DD5"/>
    <w:rsid w:val="00614E22"/>
    <w:rsid w:val="00617720"/>
    <w:rsid w:val="0061773D"/>
    <w:rsid w:val="0062018B"/>
    <w:rsid w:val="00620BD3"/>
    <w:rsid w:val="006227B3"/>
    <w:rsid w:val="006238BD"/>
    <w:rsid w:val="0062528C"/>
    <w:rsid w:val="00627318"/>
    <w:rsid w:val="00627EF4"/>
    <w:rsid w:val="0063055C"/>
    <w:rsid w:val="00631CFC"/>
    <w:rsid w:val="00631E16"/>
    <w:rsid w:val="00636178"/>
    <w:rsid w:val="00636449"/>
    <w:rsid w:val="00644C3E"/>
    <w:rsid w:val="006462DF"/>
    <w:rsid w:val="00650562"/>
    <w:rsid w:val="006510C3"/>
    <w:rsid w:val="00654086"/>
    <w:rsid w:val="00655096"/>
    <w:rsid w:val="00656BF7"/>
    <w:rsid w:val="00657334"/>
    <w:rsid w:val="00662CDB"/>
    <w:rsid w:val="00663039"/>
    <w:rsid w:val="00663866"/>
    <w:rsid w:val="006640A1"/>
    <w:rsid w:val="00665375"/>
    <w:rsid w:val="006666BE"/>
    <w:rsid w:val="00676D6E"/>
    <w:rsid w:val="00676EDC"/>
    <w:rsid w:val="006803F6"/>
    <w:rsid w:val="00680E7A"/>
    <w:rsid w:val="0068409F"/>
    <w:rsid w:val="00684C89"/>
    <w:rsid w:val="00684CCC"/>
    <w:rsid w:val="00684F21"/>
    <w:rsid w:val="00690AD9"/>
    <w:rsid w:val="00691037"/>
    <w:rsid w:val="00691E3C"/>
    <w:rsid w:val="0069278C"/>
    <w:rsid w:val="00693115"/>
    <w:rsid w:val="006947AB"/>
    <w:rsid w:val="00694F32"/>
    <w:rsid w:val="006A02A6"/>
    <w:rsid w:val="006A077E"/>
    <w:rsid w:val="006A1A90"/>
    <w:rsid w:val="006A33DF"/>
    <w:rsid w:val="006B119A"/>
    <w:rsid w:val="006B190F"/>
    <w:rsid w:val="006B196C"/>
    <w:rsid w:val="006B1CAE"/>
    <w:rsid w:val="006B2965"/>
    <w:rsid w:val="006B37C3"/>
    <w:rsid w:val="006B6D15"/>
    <w:rsid w:val="006C00CC"/>
    <w:rsid w:val="006C67D3"/>
    <w:rsid w:val="006D3477"/>
    <w:rsid w:val="006D4390"/>
    <w:rsid w:val="006E1CC0"/>
    <w:rsid w:val="006E1F4C"/>
    <w:rsid w:val="006E22CF"/>
    <w:rsid w:val="006E2974"/>
    <w:rsid w:val="006E33BC"/>
    <w:rsid w:val="006E44C0"/>
    <w:rsid w:val="006E6299"/>
    <w:rsid w:val="006E683B"/>
    <w:rsid w:val="006E715C"/>
    <w:rsid w:val="006F0E19"/>
    <w:rsid w:val="006F2A8A"/>
    <w:rsid w:val="006F3360"/>
    <w:rsid w:val="006F492F"/>
    <w:rsid w:val="006F4BFE"/>
    <w:rsid w:val="006F6F83"/>
    <w:rsid w:val="007000D7"/>
    <w:rsid w:val="00700D1E"/>
    <w:rsid w:val="007025B7"/>
    <w:rsid w:val="007026A5"/>
    <w:rsid w:val="007033FC"/>
    <w:rsid w:val="00706EAD"/>
    <w:rsid w:val="0071219D"/>
    <w:rsid w:val="007121D3"/>
    <w:rsid w:val="00712391"/>
    <w:rsid w:val="00712717"/>
    <w:rsid w:val="00712B80"/>
    <w:rsid w:val="0071623B"/>
    <w:rsid w:val="00716784"/>
    <w:rsid w:val="00717AF2"/>
    <w:rsid w:val="00720929"/>
    <w:rsid w:val="007210D6"/>
    <w:rsid w:val="0072300D"/>
    <w:rsid w:val="00731CB6"/>
    <w:rsid w:val="007342CC"/>
    <w:rsid w:val="00734EA9"/>
    <w:rsid w:val="00736C79"/>
    <w:rsid w:val="00736DD0"/>
    <w:rsid w:val="007401AE"/>
    <w:rsid w:val="00740E19"/>
    <w:rsid w:val="007420D3"/>
    <w:rsid w:val="0074288A"/>
    <w:rsid w:val="007431E1"/>
    <w:rsid w:val="00744E09"/>
    <w:rsid w:val="007456C8"/>
    <w:rsid w:val="00746C45"/>
    <w:rsid w:val="00746DB9"/>
    <w:rsid w:val="0074728C"/>
    <w:rsid w:val="00754E6D"/>
    <w:rsid w:val="00757910"/>
    <w:rsid w:val="00760037"/>
    <w:rsid w:val="00760120"/>
    <w:rsid w:val="00761002"/>
    <w:rsid w:val="00761654"/>
    <w:rsid w:val="00762727"/>
    <w:rsid w:val="007631AA"/>
    <w:rsid w:val="007646EE"/>
    <w:rsid w:val="007661FD"/>
    <w:rsid w:val="00770517"/>
    <w:rsid w:val="00770F47"/>
    <w:rsid w:val="00772A72"/>
    <w:rsid w:val="00775B29"/>
    <w:rsid w:val="0077673E"/>
    <w:rsid w:val="007773DE"/>
    <w:rsid w:val="00780BBB"/>
    <w:rsid w:val="00782C73"/>
    <w:rsid w:val="0078329D"/>
    <w:rsid w:val="007840A2"/>
    <w:rsid w:val="007855F3"/>
    <w:rsid w:val="00795755"/>
    <w:rsid w:val="007957FC"/>
    <w:rsid w:val="007A036D"/>
    <w:rsid w:val="007A0696"/>
    <w:rsid w:val="007A26C5"/>
    <w:rsid w:val="007A2D7C"/>
    <w:rsid w:val="007A3DF9"/>
    <w:rsid w:val="007A568F"/>
    <w:rsid w:val="007A6760"/>
    <w:rsid w:val="007B0FE6"/>
    <w:rsid w:val="007B1762"/>
    <w:rsid w:val="007B29E3"/>
    <w:rsid w:val="007B4EB1"/>
    <w:rsid w:val="007C104F"/>
    <w:rsid w:val="007C2C8D"/>
    <w:rsid w:val="007D03C5"/>
    <w:rsid w:val="007D2886"/>
    <w:rsid w:val="007D4005"/>
    <w:rsid w:val="007D48B9"/>
    <w:rsid w:val="007D613C"/>
    <w:rsid w:val="007D746A"/>
    <w:rsid w:val="007E01C9"/>
    <w:rsid w:val="007E0F1E"/>
    <w:rsid w:val="007E32BA"/>
    <w:rsid w:val="007E3A05"/>
    <w:rsid w:val="007F0703"/>
    <w:rsid w:val="007F5116"/>
    <w:rsid w:val="007F72CC"/>
    <w:rsid w:val="00801336"/>
    <w:rsid w:val="00807BD8"/>
    <w:rsid w:val="0081392D"/>
    <w:rsid w:val="00820E2A"/>
    <w:rsid w:val="00823537"/>
    <w:rsid w:val="00823EBB"/>
    <w:rsid w:val="0082547B"/>
    <w:rsid w:val="00825F33"/>
    <w:rsid w:val="00827BC0"/>
    <w:rsid w:val="00831A9B"/>
    <w:rsid w:val="00832DFF"/>
    <w:rsid w:val="00833AC4"/>
    <w:rsid w:val="00834A3A"/>
    <w:rsid w:val="008365B0"/>
    <w:rsid w:val="008432D3"/>
    <w:rsid w:val="00844CD6"/>
    <w:rsid w:val="0084748F"/>
    <w:rsid w:val="00852806"/>
    <w:rsid w:val="0085510B"/>
    <w:rsid w:val="00856A12"/>
    <w:rsid w:val="00866ABC"/>
    <w:rsid w:val="00872F36"/>
    <w:rsid w:val="008742B1"/>
    <w:rsid w:val="00874B72"/>
    <w:rsid w:val="0087515D"/>
    <w:rsid w:val="008762D6"/>
    <w:rsid w:val="0087792A"/>
    <w:rsid w:val="008801D0"/>
    <w:rsid w:val="00884F23"/>
    <w:rsid w:val="00886258"/>
    <w:rsid w:val="008871DE"/>
    <w:rsid w:val="00887368"/>
    <w:rsid w:val="008919C1"/>
    <w:rsid w:val="0089300A"/>
    <w:rsid w:val="00894113"/>
    <w:rsid w:val="00894C8E"/>
    <w:rsid w:val="00894DEE"/>
    <w:rsid w:val="00897290"/>
    <w:rsid w:val="008A1F00"/>
    <w:rsid w:val="008A2A08"/>
    <w:rsid w:val="008A3977"/>
    <w:rsid w:val="008A3B09"/>
    <w:rsid w:val="008A505A"/>
    <w:rsid w:val="008A68F0"/>
    <w:rsid w:val="008B1F9D"/>
    <w:rsid w:val="008B697B"/>
    <w:rsid w:val="008C133E"/>
    <w:rsid w:val="008C18A8"/>
    <w:rsid w:val="008C44C9"/>
    <w:rsid w:val="008C7F4D"/>
    <w:rsid w:val="008D0738"/>
    <w:rsid w:val="008D3DC5"/>
    <w:rsid w:val="008D54C9"/>
    <w:rsid w:val="008E1B3A"/>
    <w:rsid w:val="008E20E1"/>
    <w:rsid w:val="008E3408"/>
    <w:rsid w:val="008F0434"/>
    <w:rsid w:val="008F0592"/>
    <w:rsid w:val="008F1222"/>
    <w:rsid w:val="008F1E12"/>
    <w:rsid w:val="008F3CBC"/>
    <w:rsid w:val="008F3E0B"/>
    <w:rsid w:val="0090030A"/>
    <w:rsid w:val="0090034D"/>
    <w:rsid w:val="00900F0A"/>
    <w:rsid w:val="00903872"/>
    <w:rsid w:val="00904390"/>
    <w:rsid w:val="00904696"/>
    <w:rsid w:val="009110E9"/>
    <w:rsid w:val="00916AA0"/>
    <w:rsid w:val="00917370"/>
    <w:rsid w:val="00922930"/>
    <w:rsid w:val="0092470E"/>
    <w:rsid w:val="00927B78"/>
    <w:rsid w:val="0093370A"/>
    <w:rsid w:val="0093736E"/>
    <w:rsid w:val="00937E8E"/>
    <w:rsid w:val="00937ED7"/>
    <w:rsid w:val="009408A7"/>
    <w:rsid w:val="0094238B"/>
    <w:rsid w:val="00945B86"/>
    <w:rsid w:val="00945BF2"/>
    <w:rsid w:val="009534EE"/>
    <w:rsid w:val="009540A1"/>
    <w:rsid w:val="0095742C"/>
    <w:rsid w:val="00961A81"/>
    <w:rsid w:val="00962274"/>
    <w:rsid w:val="009646EE"/>
    <w:rsid w:val="00966309"/>
    <w:rsid w:val="00967421"/>
    <w:rsid w:val="00967ADA"/>
    <w:rsid w:val="00970419"/>
    <w:rsid w:val="00972583"/>
    <w:rsid w:val="009733B8"/>
    <w:rsid w:val="00974728"/>
    <w:rsid w:val="0098265C"/>
    <w:rsid w:val="00985360"/>
    <w:rsid w:val="009951BF"/>
    <w:rsid w:val="009971CE"/>
    <w:rsid w:val="009A0EB6"/>
    <w:rsid w:val="009A29C1"/>
    <w:rsid w:val="009A3C15"/>
    <w:rsid w:val="009A3DC7"/>
    <w:rsid w:val="009A5AC9"/>
    <w:rsid w:val="009A5C4A"/>
    <w:rsid w:val="009A781F"/>
    <w:rsid w:val="009B1EF8"/>
    <w:rsid w:val="009B2EC5"/>
    <w:rsid w:val="009B4138"/>
    <w:rsid w:val="009C1C3E"/>
    <w:rsid w:val="009C3EFA"/>
    <w:rsid w:val="009C44BA"/>
    <w:rsid w:val="009C51E9"/>
    <w:rsid w:val="009C57EC"/>
    <w:rsid w:val="009C5D54"/>
    <w:rsid w:val="009D1A4F"/>
    <w:rsid w:val="009D1D8D"/>
    <w:rsid w:val="009D1F36"/>
    <w:rsid w:val="009D3B58"/>
    <w:rsid w:val="009D47E3"/>
    <w:rsid w:val="009D4D1C"/>
    <w:rsid w:val="009E0B2E"/>
    <w:rsid w:val="009E1471"/>
    <w:rsid w:val="009E6205"/>
    <w:rsid w:val="009E6F0A"/>
    <w:rsid w:val="009E7AB0"/>
    <w:rsid w:val="009F268C"/>
    <w:rsid w:val="009F372A"/>
    <w:rsid w:val="009F631F"/>
    <w:rsid w:val="009F7D63"/>
    <w:rsid w:val="00A0152B"/>
    <w:rsid w:val="00A0267D"/>
    <w:rsid w:val="00A03C95"/>
    <w:rsid w:val="00A044F2"/>
    <w:rsid w:val="00A04537"/>
    <w:rsid w:val="00A05525"/>
    <w:rsid w:val="00A07D01"/>
    <w:rsid w:val="00A16D61"/>
    <w:rsid w:val="00A20378"/>
    <w:rsid w:val="00A20B02"/>
    <w:rsid w:val="00A20D43"/>
    <w:rsid w:val="00A21D2A"/>
    <w:rsid w:val="00A24C15"/>
    <w:rsid w:val="00A254B4"/>
    <w:rsid w:val="00A25C49"/>
    <w:rsid w:val="00A34628"/>
    <w:rsid w:val="00A3476E"/>
    <w:rsid w:val="00A349A9"/>
    <w:rsid w:val="00A365D6"/>
    <w:rsid w:val="00A424AA"/>
    <w:rsid w:val="00A45479"/>
    <w:rsid w:val="00A4741B"/>
    <w:rsid w:val="00A474EA"/>
    <w:rsid w:val="00A522D6"/>
    <w:rsid w:val="00A530C0"/>
    <w:rsid w:val="00A5441C"/>
    <w:rsid w:val="00A56616"/>
    <w:rsid w:val="00A578C3"/>
    <w:rsid w:val="00A606C1"/>
    <w:rsid w:val="00A620BD"/>
    <w:rsid w:val="00A641D6"/>
    <w:rsid w:val="00A64E73"/>
    <w:rsid w:val="00A7249A"/>
    <w:rsid w:val="00A7304A"/>
    <w:rsid w:val="00A73C5F"/>
    <w:rsid w:val="00A74762"/>
    <w:rsid w:val="00A76E5E"/>
    <w:rsid w:val="00A774A6"/>
    <w:rsid w:val="00A80898"/>
    <w:rsid w:val="00A81564"/>
    <w:rsid w:val="00A861E1"/>
    <w:rsid w:val="00A87F54"/>
    <w:rsid w:val="00A91923"/>
    <w:rsid w:val="00A92325"/>
    <w:rsid w:val="00A942FE"/>
    <w:rsid w:val="00A9767B"/>
    <w:rsid w:val="00AA21FA"/>
    <w:rsid w:val="00AA3B0D"/>
    <w:rsid w:val="00AA3BFA"/>
    <w:rsid w:val="00AA5927"/>
    <w:rsid w:val="00AA59AA"/>
    <w:rsid w:val="00AA61CF"/>
    <w:rsid w:val="00AB22A5"/>
    <w:rsid w:val="00AB2DF5"/>
    <w:rsid w:val="00AB3500"/>
    <w:rsid w:val="00AB35E6"/>
    <w:rsid w:val="00AB434C"/>
    <w:rsid w:val="00AB4E1A"/>
    <w:rsid w:val="00AB56F5"/>
    <w:rsid w:val="00AC0F5A"/>
    <w:rsid w:val="00AC1ABE"/>
    <w:rsid w:val="00AC1B2A"/>
    <w:rsid w:val="00AC2494"/>
    <w:rsid w:val="00AC618E"/>
    <w:rsid w:val="00AC631A"/>
    <w:rsid w:val="00AC7EF7"/>
    <w:rsid w:val="00AD0642"/>
    <w:rsid w:val="00AD343A"/>
    <w:rsid w:val="00AD56A3"/>
    <w:rsid w:val="00AD591C"/>
    <w:rsid w:val="00AD6E43"/>
    <w:rsid w:val="00AE0874"/>
    <w:rsid w:val="00AF029A"/>
    <w:rsid w:val="00AF0B5B"/>
    <w:rsid w:val="00AF22F3"/>
    <w:rsid w:val="00AF3199"/>
    <w:rsid w:val="00AF3DF4"/>
    <w:rsid w:val="00AF3E6D"/>
    <w:rsid w:val="00AF4300"/>
    <w:rsid w:val="00AF501B"/>
    <w:rsid w:val="00B04FDA"/>
    <w:rsid w:val="00B05F3B"/>
    <w:rsid w:val="00B06C5C"/>
    <w:rsid w:val="00B07C89"/>
    <w:rsid w:val="00B1002A"/>
    <w:rsid w:val="00B22125"/>
    <w:rsid w:val="00B22919"/>
    <w:rsid w:val="00B247AC"/>
    <w:rsid w:val="00B30591"/>
    <w:rsid w:val="00B31AA3"/>
    <w:rsid w:val="00B32048"/>
    <w:rsid w:val="00B3478B"/>
    <w:rsid w:val="00B36849"/>
    <w:rsid w:val="00B36F1B"/>
    <w:rsid w:val="00B3762F"/>
    <w:rsid w:val="00B3792D"/>
    <w:rsid w:val="00B414D0"/>
    <w:rsid w:val="00B4280A"/>
    <w:rsid w:val="00B44728"/>
    <w:rsid w:val="00B44E81"/>
    <w:rsid w:val="00B464BB"/>
    <w:rsid w:val="00B5040A"/>
    <w:rsid w:val="00B53536"/>
    <w:rsid w:val="00B551E9"/>
    <w:rsid w:val="00B552F9"/>
    <w:rsid w:val="00B56246"/>
    <w:rsid w:val="00B5702E"/>
    <w:rsid w:val="00B645A6"/>
    <w:rsid w:val="00B67EC4"/>
    <w:rsid w:val="00B67FC0"/>
    <w:rsid w:val="00B7011C"/>
    <w:rsid w:val="00B71F3F"/>
    <w:rsid w:val="00B74220"/>
    <w:rsid w:val="00B76A44"/>
    <w:rsid w:val="00B82F87"/>
    <w:rsid w:val="00B84240"/>
    <w:rsid w:val="00B85E67"/>
    <w:rsid w:val="00B91AC3"/>
    <w:rsid w:val="00B952BC"/>
    <w:rsid w:val="00B9730A"/>
    <w:rsid w:val="00BA0D1C"/>
    <w:rsid w:val="00BA247F"/>
    <w:rsid w:val="00BA50D3"/>
    <w:rsid w:val="00BA5852"/>
    <w:rsid w:val="00BA6443"/>
    <w:rsid w:val="00BA7B60"/>
    <w:rsid w:val="00BB1239"/>
    <w:rsid w:val="00BB31F4"/>
    <w:rsid w:val="00BB4BDE"/>
    <w:rsid w:val="00BC2999"/>
    <w:rsid w:val="00BC3086"/>
    <w:rsid w:val="00BC7F06"/>
    <w:rsid w:val="00BD269C"/>
    <w:rsid w:val="00BD2C3D"/>
    <w:rsid w:val="00BD40BD"/>
    <w:rsid w:val="00BD5628"/>
    <w:rsid w:val="00BE068E"/>
    <w:rsid w:val="00BE07A1"/>
    <w:rsid w:val="00BE0CBE"/>
    <w:rsid w:val="00BE487B"/>
    <w:rsid w:val="00BE72B8"/>
    <w:rsid w:val="00BF0DEC"/>
    <w:rsid w:val="00BF0F6E"/>
    <w:rsid w:val="00BF1C0F"/>
    <w:rsid w:val="00BF60BB"/>
    <w:rsid w:val="00BF6733"/>
    <w:rsid w:val="00BF6982"/>
    <w:rsid w:val="00BF69CB"/>
    <w:rsid w:val="00BF7DC9"/>
    <w:rsid w:val="00C00357"/>
    <w:rsid w:val="00C010EE"/>
    <w:rsid w:val="00C027A4"/>
    <w:rsid w:val="00C06B1C"/>
    <w:rsid w:val="00C113A1"/>
    <w:rsid w:val="00C14BBF"/>
    <w:rsid w:val="00C171BA"/>
    <w:rsid w:val="00C25174"/>
    <w:rsid w:val="00C2559D"/>
    <w:rsid w:val="00C25B63"/>
    <w:rsid w:val="00C261BE"/>
    <w:rsid w:val="00C265D7"/>
    <w:rsid w:val="00C26DC4"/>
    <w:rsid w:val="00C3371D"/>
    <w:rsid w:val="00C3737D"/>
    <w:rsid w:val="00C42340"/>
    <w:rsid w:val="00C52D97"/>
    <w:rsid w:val="00C53D7D"/>
    <w:rsid w:val="00C541CB"/>
    <w:rsid w:val="00C54BCB"/>
    <w:rsid w:val="00C550DB"/>
    <w:rsid w:val="00C55FCC"/>
    <w:rsid w:val="00C5712E"/>
    <w:rsid w:val="00C57DA4"/>
    <w:rsid w:val="00C61662"/>
    <w:rsid w:val="00C62074"/>
    <w:rsid w:val="00C634C0"/>
    <w:rsid w:val="00C6525D"/>
    <w:rsid w:val="00C65834"/>
    <w:rsid w:val="00C71CE4"/>
    <w:rsid w:val="00C72CC5"/>
    <w:rsid w:val="00C749C7"/>
    <w:rsid w:val="00C75C14"/>
    <w:rsid w:val="00C76B8E"/>
    <w:rsid w:val="00C80732"/>
    <w:rsid w:val="00C82298"/>
    <w:rsid w:val="00C82768"/>
    <w:rsid w:val="00C84595"/>
    <w:rsid w:val="00C87DF7"/>
    <w:rsid w:val="00C90671"/>
    <w:rsid w:val="00C90813"/>
    <w:rsid w:val="00C93720"/>
    <w:rsid w:val="00C944BD"/>
    <w:rsid w:val="00C965AF"/>
    <w:rsid w:val="00CA2DE2"/>
    <w:rsid w:val="00CA6CF6"/>
    <w:rsid w:val="00CA7384"/>
    <w:rsid w:val="00CA7516"/>
    <w:rsid w:val="00CB0395"/>
    <w:rsid w:val="00CB0449"/>
    <w:rsid w:val="00CB2B4C"/>
    <w:rsid w:val="00CB5056"/>
    <w:rsid w:val="00CB51FC"/>
    <w:rsid w:val="00CB5773"/>
    <w:rsid w:val="00CB74BA"/>
    <w:rsid w:val="00CC1309"/>
    <w:rsid w:val="00CC17A5"/>
    <w:rsid w:val="00CC2398"/>
    <w:rsid w:val="00CC31A8"/>
    <w:rsid w:val="00CC531F"/>
    <w:rsid w:val="00CC75FB"/>
    <w:rsid w:val="00CD2322"/>
    <w:rsid w:val="00CD3F77"/>
    <w:rsid w:val="00CD4BC2"/>
    <w:rsid w:val="00CD6043"/>
    <w:rsid w:val="00CD6C8E"/>
    <w:rsid w:val="00CE0811"/>
    <w:rsid w:val="00CE246D"/>
    <w:rsid w:val="00CE2EA9"/>
    <w:rsid w:val="00CE302F"/>
    <w:rsid w:val="00CE3F57"/>
    <w:rsid w:val="00CE511E"/>
    <w:rsid w:val="00CF3CA7"/>
    <w:rsid w:val="00CF5E54"/>
    <w:rsid w:val="00CF72B9"/>
    <w:rsid w:val="00D006A6"/>
    <w:rsid w:val="00D01635"/>
    <w:rsid w:val="00D02179"/>
    <w:rsid w:val="00D0228A"/>
    <w:rsid w:val="00D02F9E"/>
    <w:rsid w:val="00D039B3"/>
    <w:rsid w:val="00D05808"/>
    <w:rsid w:val="00D06844"/>
    <w:rsid w:val="00D0797F"/>
    <w:rsid w:val="00D10E44"/>
    <w:rsid w:val="00D12A00"/>
    <w:rsid w:val="00D17862"/>
    <w:rsid w:val="00D17F86"/>
    <w:rsid w:val="00D2008C"/>
    <w:rsid w:val="00D21693"/>
    <w:rsid w:val="00D2296A"/>
    <w:rsid w:val="00D239CB"/>
    <w:rsid w:val="00D260A0"/>
    <w:rsid w:val="00D2636D"/>
    <w:rsid w:val="00D27251"/>
    <w:rsid w:val="00D31AFC"/>
    <w:rsid w:val="00D32A89"/>
    <w:rsid w:val="00D33D5A"/>
    <w:rsid w:val="00D35445"/>
    <w:rsid w:val="00D366BB"/>
    <w:rsid w:val="00D36766"/>
    <w:rsid w:val="00D445A9"/>
    <w:rsid w:val="00D47180"/>
    <w:rsid w:val="00D51D07"/>
    <w:rsid w:val="00D5452B"/>
    <w:rsid w:val="00D546B0"/>
    <w:rsid w:val="00D56115"/>
    <w:rsid w:val="00D56BD4"/>
    <w:rsid w:val="00D60717"/>
    <w:rsid w:val="00D62D5E"/>
    <w:rsid w:val="00D630CB"/>
    <w:rsid w:val="00D6778F"/>
    <w:rsid w:val="00D70AC9"/>
    <w:rsid w:val="00D70E55"/>
    <w:rsid w:val="00D75C5C"/>
    <w:rsid w:val="00D75F1C"/>
    <w:rsid w:val="00D80E8B"/>
    <w:rsid w:val="00D87CFC"/>
    <w:rsid w:val="00D90B52"/>
    <w:rsid w:val="00D93C9F"/>
    <w:rsid w:val="00D93E19"/>
    <w:rsid w:val="00D943A3"/>
    <w:rsid w:val="00DA1FC3"/>
    <w:rsid w:val="00DA3A83"/>
    <w:rsid w:val="00DA3A94"/>
    <w:rsid w:val="00DA3D1D"/>
    <w:rsid w:val="00DA3FF7"/>
    <w:rsid w:val="00DA6F14"/>
    <w:rsid w:val="00DB0D33"/>
    <w:rsid w:val="00DB194B"/>
    <w:rsid w:val="00DB4B0A"/>
    <w:rsid w:val="00DB4BC6"/>
    <w:rsid w:val="00DB58E2"/>
    <w:rsid w:val="00DC0874"/>
    <w:rsid w:val="00DC1F37"/>
    <w:rsid w:val="00DC3419"/>
    <w:rsid w:val="00DC4C24"/>
    <w:rsid w:val="00DD06CA"/>
    <w:rsid w:val="00DD1280"/>
    <w:rsid w:val="00DD34E4"/>
    <w:rsid w:val="00DD490A"/>
    <w:rsid w:val="00DD798E"/>
    <w:rsid w:val="00DE3A0D"/>
    <w:rsid w:val="00DE3CDA"/>
    <w:rsid w:val="00DE505C"/>
    <w:rsid w:val="00DE5542"/>
    <w:rsid w:val="00DE6948"/>
    <w:rsid w:val="00DF0630"/>
    <w:rsid w:val="00DF218B"/>
    <w:rsid w:val="00DF6025"/>
    <w:rsid w:val="00DF729A"/>
    <w:rsid w:val="00E042D5"/>
    <w:rsid w:val="00E0552D"/>
    <w:rsid w:val="00E0791D"/>
    <w:rsid w:val="00E104D8"/>
    <w:rsid w:val="00E10A0C"/>
    <w:rsid w:val="00E11A0C"/>
    <w:rsid w:val="00E12058"/>
    <w:rsid w:val="00E22D3D"/>
    <w:rsid w:val="00E230A3"/>
    <w:rsid w:val="00E23518"/>
    <w:rsid w:val="00E27462"/>
    <w:rsid w:val="00E30109"/>
    <w:rsid w:val="00E30A39"/>
    <w:rsid w:val="00E30FDF"/>
    <w:rsid w:val="00E32560"/>
    <w:rsid w:val="00E37FA9"/>
    <w:rsid w:val="00E41AD8"/>
    <w:rsid w:val="00E4404D"/>
    <w:rsid w:val="00E4537B"/>
    <w:rsid w:val="00E50A15"/>
    <w:rsid w:val="00E52973"/>
    <w:rsid w:val="00E52989"/>
    <w:rsid w:val="00E52CF9"/>
    <w:rsid w:val="00E538DF"/>
    <w:rsid w:val="00E5571B"/>
    <w:rsid w:val="00E56A48"/>
    <w:rsid w:val="00E57EA7"/>
    <w:rsid w:val="00E65C03"/>
    <w:rsid w:val="00E67D4F"/>
    <w:rsid w:val="00E70367"/>
    <w:rsid w:val="00E707CF"/>
    <w:rsid w:val="00E70F4C"/>
    <w:rsid w:val="00E721CE"/>
    <w:rsid w:val="00E73B47"/>
    <w:rsid w:val="00E741E8"/>
    <w:rsid w:val="00E762C0"/>
    <w:rsid w:val="00E80FFA"/>
    <w:rsid w:val="00E837D9"/>
    <w:rsid w:val="00E83F7A"/>
    <w:rsid w:val="00E861E6"/>
    <w:rsid w:val="00E865C6"/>
    <w:rsid w:val="00E91651"/>
    <w:rsid w:val="00E91806"/>
    <w:rsid w:val="00E91C77"/>
    <w:rsid w:val="00E92700"/>
    <w:rsid w:val="00E94253"/>
    <w:rsid w:val="00E95475"/>
    <w:rsid w:val="00E95DBB"/>
    <w:rsid w:val="00E966F6"/>
    <w:rsid w:val="00E9752D"/>
    <w:rsid w:val="00E97C42"/>
    <w:rsid w:val="00EA16A2"/>
    <w:rsid w:val="00EA3BD8"/>
    <w:rsid w:val="00EA5119"/>
    <w:rsid w:val="00EA5E68"/>
    <w:rsid w:val="00EA681F"/>
    <w:rsid w:val="00EB3324"/>
    <w:rsid w:val="00EB4DB4"/>
    <w:rsid w:val="00EB6B07"/>
    <w:rsid w:val="00EC1DE0"/>
    <w:rsid w:val="00EC2496"/>
    <w:rsid w:val="00EC3811"/>
    <w:rsid w:val="00ED2A61"/>
    <w:rsid w:val="00ED3469"/>
    <w:rsid w:val="00ED5A47"/>
    <w:rsid w:val="00ED5BA9"/>
    <w:rsid w:val="00ED7D92"/>
    <w:rsid w:val="00ED7ECF"/>
    <w:rsid w:val="00EE0B50"/>
    <w:rsid w:val="00EE3797"/>
    <w:rsid w:val="00EE3EDB"/>
    <w:rsid w:val="00EE4506"/>
    <w:rsid w:val="00EE66C9"/>
    <w:rsid w:val="00EF209B"/>
    <w:rsid w:val="00EF4285"/>
    <w:rsid w:val="00EF483C"/>
    <w:rsid w:val="00EF59A0"/>
    <w:rsid w:val="00EF5E6B"/>
    <w:rsid w:val="00F0120C"/>
    <w:rsid w:val="00F038B0"/>
    <w:rsid w:val="00F040A7"/>
    <w:rsid w:val="00F06533"/>
    <w:rsid w:val="00F074CD"/>
    <w:rsid w:val="00F1048A"/>
    <w:rsid w:val="00F10672"/>
    <w:rsid w:val="00F106E7"/>
    <w:rsid w:val="00F11F8E"/>
    <w:rsid w:val="00F12FAF"/>
    <w:rsid w:val="00F1353B"/>
    <w:rsid w:val="00F13878"/>
    <w:rsid w:val="00F1643C"/>
    <w:rsid w:val="00F2007A"/>
    <w:rsid w:val="00F2037A"/>
    <w:rsid w:val="00F206C5"/>
    <w:rsid w:val="00F21EEB"/>
    <w:rsid w:val="00F23544"/>
    <w:rsid w:val="00F24216"/>
    <w:rsid w:val="00F26E96"/>
    <w:rsid w:val="00F27627"/>
    <w:rsid w:val="00F31BF9"/>
    <w:rsid w:val="00F32856"/>
    <w:rsid w:val="00F40640"/>
    <w:rsid w:val="00F43281"/>
    <w:rsid w:val="00F4429D"/>
    <w:rsid w:val="00F44EFB"/>
    <w:rsid w:val="00F45A68"/>
    <w:rsid w:val="00F45AD5"/>
    <w:rsid w:val="00F46715"/>
    <w:rsid w:val="00F46950"/>
    <w:rsid w:val="00F52848"/>
    <w:rsid w:val="00F53F19"/>
    <w:rsid w:val="00F56A10"/>
    <w:rsid w:val="00F56FD9"/>
    <w:rsid w:val="00F61FA3"/>
    <w:rsid w:val="00F626F0"/>
    <w:rsid w:val="00F63F18"/>
    <w:rsid w:val="00F65C1C"/>
    <w:rsid w:val="00F729C4"/>
    <w:rsid w:val="00F73966"/>
    <w:rsid w:val="00F7430E"/>
    <w:rsid w:val="00F75EBD"/>
    <w:rsid w:val="00F7608A"/>
    <w:rsid w:val="00F765F2"/>
    <w:rsid w:val="00F76B11"/>
    <w:rsid w:val="00F80282"/>
    <w:rsid w:val="00F83F51"/>
    <w:rsid w:val="00F8789D"/>
    <w:rsid w:val="00F90289"/>
    <w:rsid w:val="00F920EA"/>
    <w:rsid w:val="00F92AE3"/>
    <w:rsid w:val="00F932B4"/>
    <w:rsid w:val="00F95317"/>
    <w:rsid w:val="00F95F0D"/>
    <w:rsid w:val="00F96166"/>
    <w:rsid w:val="00FA3C00"/>
    <w:rsid w:val="00FA4F28"/>
    <w:rsid w:val="00FB1023"/>
    <w:rsid w:val="00FB13EC"/>
    <w:rsid w:val="00FB504C"/>
    <w:rsid w:val="00FB630A"/>
    <w:rsid w:val="00FB7936"/>
    <w:rsid w:val="00FC1534"/>
    <w:rsid w:val="00FC4547"/>
    <w:rsid w:val="00FC47BC"/>
    <w:rsid w:val="00FC5070"/>
    <w:rsid w:val="00FD3D5D"/>
    <w:rsid w:val="00FD3F7D"/>
    <w:rsid w:val="00FD5CF3"/>
    <w:rsid w:val="00FD6061"/>
    <w:rsid w:val="00FD63E5"/>
    <w:rsid w:val="00FD70C9"/>
    <w:rsid w:val="00FD7C76"/>
    <w:rsid w:val="00FE11D0"/>
    <w:rsid w:val="00FE2BC5"/>
    <w:rsid w:val="00FE2D64"/>
    <w:rsid w:val="00FE52EA"/>
    <w:rsid w:val="00FF2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14E884"/>
  <w15:chartTrackingRefBased/>
  <w15:docId w15:val="{A3926CE2-A6F0-450C-ACC3-FCD30A9C9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able of figures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3108C"/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DE6948"/>
    <w:pPr>
      <w:keepNext/>
      <w:pageBreakBefore/>
      <w:tabs>
        <w:tab w:val="left" w:pos="567"/>
      </w:tabs>
      <w:spacing w:before="600" w:after="240"/>
      <w:ind w:left="432" w:hanging="432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2C2E2B"/>
    <w:pPr>
      <w:keepNext/>
      <w:spacing w:before="240" w:after="24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46"/>
      </w:numPr>
      <w:tabs>
        <w:tab w:val="left" w:pos="902"/>
      </w:tabs>
      <w:spacing w:before="120" w:after="120"/>
      <w:outlineLvl w:val="2"/>
    </w:pPr>
    <w:rPr>
      <w:rFonts w:ascii="Arial" w:hAnsi="Arial" w:cs="Arial"/>
      <w:b/>
      <w:bCs/>
      <w:smallCaps/>
      <w:sz w:val="28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46"/>
      </w:numPr>
      <w:spacing w:before="240" w:after="120"/>
      <w:jc w:val="both"/>
      <w:outlineLvl w:val="3"/>
    </w:pPr>
    <w:rPr>
      <w:rFonts w:ascii="Arial" w:hAnsi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pPr>
      <w:numPr>
        <w:ilvl w:val="4"/>
        <w:numId w:val="46"/>
      </w:numPr>
      <w:spacing w:before="120" w:after="120"/>
      <w:jc w:val="both"/>
      <w:outlineLvl w:val="4"/>
    </w:pPr>
    <w:rPr>
      <w:rFonts w:ascii="Arial" w:hAnsi="Arial"/>
      <w:bCs/>
      <w:i/>
      <w:iCs/>
      <w:sz w:val="20"/>
      <w:szCs w:val="26"/>
    </w:rPr>
  </w:style>
  <w:style w:type="paragraph" w:styleId="Heading6">
    <w:name w:val="heading 6"/>
    <w:basedOn w:val="Normal"/>
    <w:next w:val="Normal"/>
    <w:link w:val="Heading6Char"/>
    <w:qFormat/>
    <w:pPr>
      <w:numPr>
        <w:ilvl w:val="5"/>
        <w:numId w:val="46"/>
      </w:numPr>
      <w:spacing w:before="240" w:after="60"/>
      <w:jc w:val="both"/>
      <w:outlineLvl w:val="5"/>
    </w:pPr>
    <w:rPr>
      <w:rFonts w:ascii="Arial" w:hAnsi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46"/>
      </w:numPr>
      <w:spacing w:before="240" w:after="60"/>
      <w:jc w:val="both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46"/>
      </w:numPr>
      <w:spacing w:before="240" w:after="60"/>
      <w:jc w:val="both"/>
      <w:outlineLvl w:val="7"/>
    </w:pPr>
    <w:rPr>
      <w:rFonts w:ascii="Arial" w:hAnsi="Arial"/>
      <w:i/>
      <w:iCs/>
      <w:sz w:val="20"/>
    </w:r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46"/>
      </w:numPr>
      <w:spacing w:before="240" w:after="6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0A690A"/>
    <w:rPr>
      <w:rFonts w:ascii="Arial" w:hAnsi="Arial" w:cs="Arial"/>
      <w:b/>
      <w:bCs/>
      <w:smallCaps/>
      <w:sz w:val="28"/>
      <w:szCs w:val="26"/>
      <w:lang w:val="en-GB" w:eastAsia="en-US" w:bidi="ar-SA"/>
    </w:rPr>
  </w:style>
  <w:style w:type="paragraph" w:styleId="DocumentMap">
    <w:name w:val="Document Map"/>
    <w:basedOn w:val="Normal"/>
    <w:link w:val="DocumentMapChar"/>
    <w:semiHidden/>
    <w:rsid w:val="0013108C"/>
    <w:pPr>
      <w:shd w:val="clear" w:color="auto" w:fill="000080"/>
    </w:pPr>
    <w:rPr>
      <w:rFonts w:ascii="Tahoma" w:hAnsi="Tahoma" w:cs="Tahoma"/>
      <w:sz w:val="20"/>
    </w:rPr>
  </w:style>
  <w:style w:type="paragraph" w:styleId="BodyText">
    <w:name w:val="Body Text"/>
    <w:basedOn w:val="Normal"/>
    <w:link w:val="BodyTextChar"/>
    <w:rsid w:val="0013108C"/>
    <w:pPr>
      <w:jc w:val="both"/>
    </w:pPr>
    <w:rPr>
      <w:rFonts w:ascii="Arial" w:hAnsi="Arial"/>
      <w:sz w:val="22"/>
      <w:lang w:val="x-none"/>
    </w:rPr>
  </w:style>
  <w:style w:type="character" w:customStyle="1" w:styleId="BodyTextChar">
    <w:name w:val="Body Text Char"/>
    <w:link w:val="BodyText"/>
    <w:rsid w:val="0013108C"/>
    <w:rPr>
      <w:rFonts w:ascii="Arial" w:hAnsi="Arial"/>
      <w:noProof/>
      <w:sz w:val="22"/>
      <w:szCs w:val="24"/>
      <w:lang w:eastAsia="en-US"/>
    </w:rPr>
  </w:style>
  <w:style w:type="paragraph" w:styleId="Header">
    <w:name w:val="header"/>
    <w:basedOn w:val="Normal"/>
    <w:link w:val="HeaderChar"/>
    <w:pPr>
      <w:tabs>
        <w:tab w:val="right" w:pos="9072"/>
      </w:tabs>
      <w:jc w:val="both"/>
    </w:pPr>
    <w:rPr>
      <w:rFonts w:ascii="Univers 47 CondensedLight" w:hAnsi="Univers 47 CondensedLight"/>
      <w:sz w:val="16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link w:val="FootnoteTextChar"/>
    <w:semiHidden/>
    <w:pPr>
      <w:spacing w:after="120"/>
      <w:jc w:val="both"/>
    </w:pPr>
    <w:rPr>
      <w:rFonts w:ascii="Arial" w:hAnsi="Arial"/>
      <w:sz w:val="20"/>
      <w:szCs w:val="20"/>
    </w:rPr>
  </w:style>
  <w:style w:type="paragraph" w:styleId="Footer">
    <w:name w:val="footer"/>
    <w:basedOn w:val="Normal"/>
    <w:link w:val="FooterChar"/>
    <w:rsid w:val="00985360"/>
    <w:pPr>
      <w:tabs>
        <w:tab w:val="center" w:pos="4536"/>
        <w:tab w:val="right" w:pos="9072"/>
      </w:tabs>
      <w:spacing w:after="120"/>
      <w:ind w:right="-113"/>
      <w:jc w:val="both"/>
    </w:pPr>
    <w:rPr>
      <w:rFonts w:ascii="Arial" w:hAnsi="Arial"/>
      <w:sz w:val="18"/>
      <w:lang w:val="x-none"/>
    </w:rPr>
  </w:style>
  <w:style w:type="character" w:customStyle="1" w:styleId="FooterChar">
    <w:name w:val="Footer Char"/>
    <w:link w:val="Footer"/>
    <w:rsid w:val="00985360"/>
    <w:rPr>
      <w:rFonts w:ascii="Arial" w:hAnsi="Arial"/>
      <w:noProof/>
      <w:sz w:val="18"/>
      <w:szCs w:val="24"/>
      <w:lang w:eastAsia="en-US"/>
    </w:r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Bibliography">
    <w:name w:val="Bibliography"/>
    <w:basedOn w:val="Normal"/>
    <w:next w:val="Normal"/>
    <w:uiPriority w:val="37"/>
    <w:semiHidden/>
    <w:unhideWhenUsed/>
    <w:rsid w:val="00BE72B8"/>
  </w:style>
  <w:style w:type="table" w:styleId="TableGrid">
    <w:name w:val="Table Grid"/>
    <w:basedOn w:val="TableNormal"/>
    <w:uiPriority w:val="59"/>
    <w:rsid w:val="00447E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lassic4">
    <w:name w:val="Table Classic 4"/>
    <w:basedOn w:val="TableNormal"/>
    <w:rsid w:val="00684C89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684C8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684C89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684C8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ightShading-Accent3">
    <w:name w:val="Light Shading Accent 3"/>
    <w:basedOn w:val="TableNormal"/>
    <w:uiPriority w:val="60"/>
    <w:rsid w:val="00684C89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">
    <w:name w:val="Light Shading"/>
    <w:basedOn w:val="TableNormal"/>
    <w:uiPriority w:val="60"/>
    <w:rsid w:val="00684C89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Web3">
    <w:name w:val="Table Web 3"/>
    <w:basedOn w:val="TableNormal"/>
    <w:rsid w:val="00684C89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684C8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2-Accent3">
    <w:name w:val="Medium Grid 2 Accent 3"/>
    <w:basedOn w:val="TableNormal"/>
    <w:uiPriority w:val="68"/>
    <w:rsid w:val="00684C8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">
    <w:name w:val="Medium Grid 2"/>
    <w:basedOn w:val="TableNormal"/>
    <w:uiPriority w:val="68"/>
    <w:rsid w:val="00684C8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1-Accent6">
    <w:name w:val="Medium Grid 1 Accent 6"/>
    <w:basedOn w:val="TableNormal"/>
    <w:uiPriority w:val="67"/>
    <w:rsid w:val="00684C89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1-Accent5">
    <w:name w:val="Medium Grid 1 Accent 5"/>
    <w:basedOn w:val="TableNormal"/>
    <w:uiPriority w:val="67"/>
    <w:rsid w:val="00684C89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2-Accent2">
    <w:name w:val="Medium Grid 2 Accent 2"/>
    <w:basedOn w:val="TableNormal"/>
    <w:uiPriority w:val="68"/>
    <w:rsid w:val="00684C8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684C8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LightShading-Accent6">
    <w:name w:val="Light Shading Accent 6"/>
    <w:basedOn w:val="TableNormal"/>
    <w:uiPriority w:val="60"/>
    <w:rsid w:val="00684C89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paragraph" w:customStyle="1" w:styleId="TitlePageSubtitle">
    <w:name w:val="Title Page Subtitle"/>
    <w:basedOn w:val="Normal"/>
    <w:qFormat/>
    <w:rsid w:val="003C09CD"/>
    <w:pPr>
      <w:keepLines/>
      <w:spacing w:before="240" w:after="120"/>
      <w:jc w:val="center"/>
    </w:pPr>
    <w:rPr>
      <w:b/>
      <w:smallCaps/>
      <w:sz w:val="28"/>
      <w:szCs w:val="20"/>
    </w:rPr>
  </w:style>
  <w:style w:type="paragraph" w:customStyle="1" w:styleId="TitlePageStyle">
    <w:name w:val="Title Page Style"/>
    <w:basedOn w:val="Normal"/>
    <w:rsid w:val="003C09CD"/>
    <w:pPr>
      <w:keepLines/>
      <w:spacing w:before="480" w:after="240"/>
      <w:ind w:left="33"/>
      <w:jc w:val="center"/>
    </w:pPr>
    <w:rPr>
      <w:rFonts w:ascii="Arial" w:hAnsi="Arial"/>
      <w:b/>
      <w:bCs/>
      <w:smallCaps/>
      <w:sz w:val="28"/>
      <w:szCs w:val="20"/>
    </w:rPr>
  </w:style>
  <w:style w:type="paragraph" w:customStyle="1" w:styleId="TitlePageStyleArialBoldCentered">
    <w:name w:val="Title Page Style Arial Bold Centered"/>
    <w:basedOn w:val="Normal"/>
    <w:rsid w:val="003C09CD"/>
    <w:pPr>
      <w:keepLines/>
      <w:spacing w:before="120" w:after="120"/>
      <w:ind w:left="33"/>
      <w:jc w:val="center"/>
    </w:pPr>
    <w:rPr>
      <w:rFonts w:ascii="Arial" w:hAnsi="Arial"/>
      <w:b/>
      <w:bCs/>
      <w:szCs w:val="20"/>
    </w:rPr>
  </w:style>
  <w:style w:type="paragraph" w:customStyle="1" w:styleId="TitlePageStyleSubject">
    <w:name w:val="Title Page Style Subject"/>
    <w:basedOn w:val="Normal"/>
    <w:qFormat/>
    <w:rsid w:val="003C09CD"/>
    <w:pPr>
      <w:keepLine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</w:tabs>
      <w:spacing w:before="480" w:after="240"/>
      <w:ind w:left="33"/>
      <w:jc w:val="center"/>
    </w:pPr>
    <w:rPr>
      <w:rFonts w:ascii="Arial" w:hAnsi="Arial"/>
      <w:b/>
      <w:caps/>
      <w:sz w:val="28"/>
      <w:szCs w:val="20"/>
    </w:rPr>
  </w:style>
  <w:style w:type="paragraph" w:styleId="BalloonText">
    <w:name w:val="Balloon Text"/>
    <w:basedOn w:val="Normal"/>
    <w:link w:val="BalloonTextChar"/>
    <w:rsid w:val="001D7797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1D7797"/>
    <w:rPr>
      <w:rFonts w:ascii="Tahoma" w:hAnsi="Tahoma" w:cs="Tahoma"/>
      <w:noProof/>
      <w:sz w:val="16"/>
      <w:szCs w:val="16"/>
      <w:lang w:eastAsia="en-US"/>
    </w:rPr>
  </w:style>
  <w:style w:type="table" w:customStyle="1" w:styleId="PropertiesTable">
    <w:name w:val="Properties Table"/>
    <w:basedOn w:val="TableNormal"/>
    <w:uiPriority w:val="99"/>
    <w:rsid w:val="00F32856"/>
    <w:pPr>
      <w:spacing w:after="120" w:line="264" w:lineRule="auto"/>
    </w:pPr>
    <w:rPr>
      <w:sz w:val="24"/>
      <w:szCs w:val="24"/>
      <w:lang w:val="en-GB" w:eastAsia="en-GB"/>
    </w:rPr>
    <w:tblPr>
      <w:tblInd w:w="1984" w:type="dxa"/>
    </w:tblPr>
  </w:style>
  <w:style w:type="table" w:customStyle="1" w:styleId="TableLetterhead">
    <w:name w:val="Table Letterhead"/>
    <w:basedOn w:val="TableNormal"/>
    <w:uiPriority w:val="99"/>
    <w:rsid w:val="00F32856"/>
    <w:rPr>
      <w:sz w:val="24"/>
      <w:szCs w:val="24"/>
      <w:lang w:val="en-GB" w:eastAsia="en-GB"/>
    </w:rPr>
    <w:tblPr>
      <w:tblCellMar>
        <w:left w:w="0" w:type="dxa"/>
        <w:bottom w:w="340" w:type="dxa"/>
        <w:right w:w="0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F32856"/>
    <w:rPr>
      <w:color w:val="2C8F6C"/>
    </w:rPr>
  </w:style>
  <w:style w:type="table" w:customStyle="1" w:styleId="TableGrid1">
    <w:name w:val="Table Grid1"/>
    <w:basedOn w:val="TableNormal"/>
    <w:next w:val="TableGrid"/>
    <w:rsid w:val="009971CE"/>
    <w:rPr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614DD5"/>
    <w:rPr>
      <w:rFonts w:ascii="Arial" w:hAnsi="Arial" w:cs="Arial"/>
      <w:b/>
      <w:bCs/>
      <w:noProof/>
      <w:kern w:val="32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614DD5"/>
    <w:rPr>
      <w:rFonts w:ascii="Arial" w:hAnsi="Arial" w:cs="Arial"/>
      <w:b/>
      <w:bCs/>
      <w:iCs/>
      <w:noProof/>
      <w:sz w:val="28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rsid w:val="00614DD5"/>
    <w:rPr>
      <w:rFonts w:ascii="Arial" w:hAnsi="Arial"/>
      <w:b/>
      <w:bCs/>
      <w:noProof/>
      <w:sz w:val="24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614DD5"/>
    <w:rPr>
      <w:rFonts w:ascii="Arial" w:hAnsi="Arial"/>
      <w:bCs/>
      <w:i/>
      <w:iCs/>
      <w:noProof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614DD5"/>
    <w:rPr>
      <w:rFonts w:ascii="Arial" w:hAnsi="Arial"/>
      <w:b/>
      <w:bCs/>
      <w:noProof/>
      <w:sz w:val="22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rsid w:val="00614DD5"/>
    <w:rPr>
      <w:rFonts w:ascii="Arial" w:hAnsi="Arial"/>
      <w:noProof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614DD5"/>
    <w:rPr>
      <w:rFonts w:ascii="Arial" w:hAnsi="Arial"/>
      <w:i/>
      <w:iCs/>
      <w:noProof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614DD5"/>
    <w:rPr>
      <w:rFonts w:ascii="Arial" w:hAnsi="Arial" w:cs="Arial"/>
      <w:noProof/>
      <w:sz w:val="22"/>
      <w:szCs w:val="22"/>
      <w:lang w:val="en-GB"/>
    </w:rPr>
  </w:style>
  <w:style w:type="character" w:customStyle="1" w:styleId="DocumentMapChar">
    <w:name w:val="Document Map Char"/>
    <w:basedOn w:val="DefaultParagraphFont"/>
    <w:link w:val="DocumentMap"/>
    <w:semiHidden/>
    <w:rsid w:val="00614DD5"/>
    <w:rPr>
      <w:rFonts w:ascii="Tahoma" w:hAnsi="Tahoma" w:cs="Tahoma"/>
      <w:noProof/>
      <w:szCs w:val="24"/>
      <w:shd w:val="clear" w:color="auto" w:fill="000080"/>
      <w:lang w:val="en-GB"/>
    </w:rPr>
  </w:style>
  <w:style w:type="character" w:customStyle="1" w:styleId="HeaderChar">
    <w:name w:val="Header Char"/>
    <w:basedOn w:val="DefaultParagraphFont"/>
    <w:link w:val="Header"/>
    <w:rsid w:val="00614DD5"/>
    <w:rPr>
      <w:rFonts w:ascii="Univers 47 CondensedLight" w:hAnsi="Univers 47 CondensedLight"/>
      <w:noProof/>
      <w:sz w:val="16"/>
      <w:szCs w:val="24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614DD5"/>
    <w:rPr>
      <w:rFonts w:ascii="Arial" w:hAnsi="Arial"/>
      <w:noProof/>
      <w:lang w:val="en-GB"/>
    </w:rPr>
  </w:style>
  <w:style w:type="table" w:customStyle="1" w:styleId="TableClassic41">
    <w:name w:val="Table Classic 41"/>
    <w:basedOn w:val="TableNormal"/>
    <w:next w:val="TableClassic4"/>
    <w:rsid w:val="00614DD5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">
    <w:name w:val="Table Classic 11"/>
    <w:basedOn w:val="TableNormal"/>
    <w:next w:val="TableClassic1"/>
    <w:rsid w:val="00614DD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1">
    <w:name w:val="Table Grid 21"/>
    <w:basedOn w:val="TableNormal"/>
    <w:next w:val="TableGrid2"/>
    <w:rsid w:val="00614DD5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ntemporary1">
    <w:name w:val="Table Contemporary1"/>
    <w:basedOn w:val="TableNormal"/>
    <w:next w:val="TableContemporary"/>
    <w:rsid w:val="00614DD5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LightShading-Accent31">
    <w:name w:val="Light Shading - Accent 31"/>
    <w:basedOn w:val="TableNormal"/>
    <w:next w:val="LightShading-Accent3"/>
    <w:uiPriority w:val="60"/>
    <w:rsid w:val="00614DD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1">
    <w:name w:val="Light Shading1"/>
    <w:basedOn w:val="TableNormal"/>
    <w:next w:val="LightShading"/>
    <w:uiPriority w:val="60"/>
    <w:rsid w:val="00614DD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Web31">
    <w:name w:val="Table Web 31"/>
    <w:basedOn w:val="TableNormal"/>
    <w:next w:val="TableWeb3"/>
    <w:rsid w:val="00614DD5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21">
    <w:name w:val="Table Web 21"/>
    <w:basedOn w:val="TableNormal"/>
    <w:next w:val="TableWeb2"/>
    <w:rsid w:val="00614DD5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MediumGrid2-Accent31">
    <w:name w:val="Medium Grid 2 - Accent 31"/>
    <w:basedOn w:val="TableNormal"/>
    <w:next w:val="MediumGrid2-Accent3"/>
    <w:uiPriority w:val="68"/>
    <w:rsid w:val="00614DD5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1">
    <w:name w:val="Medium Grid 21"/>
    <w:basedOn w:val="TableNormal"/>
    <w:next w:val="MediumGrid2"/>
    <w:uiPriority w:val="68"/>
    <w:rsid w:val="00614DD5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1-Accent61">
    <w:name w:val="Medium Grid 1 - Accent 61"/>
    <w:basedOn w:val="TableNormal"/>
    <w:next w:val="MediumGrid1-Accent6"/>
    <w:uiPriority w:val="67"/>
    <w:rsid w:val="00614DD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MediumGrid1-Accent51">
    <w:name w:val="Medium Grid 1 - Accent 51"/>
    <w:basedOn w:val="TableNormal"/>
    <w:next w:val="MediumGrid1-Accent5"/>
    <w:uiPriority w:val="67"/>
    <w:rsid w:val="00614DD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MediumGrid2-Accent21">
    <w:name w:val="Medium Grid 2 - Accent 21"/>
    <w:basedOn w:val="TableNormal"/>
    <w:next w:val="MediumGrid2-Accent2"/>
    <w:uiPriority w:val="68"/>
    <w:rsid w:val="00614DD5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41">
    <w:name w:val="Medium Grid 2 - Accent 41"/>
    <w:basedOn w:val="TableNormal"/>
    <w:next w:val="MediumGrid2-Accent4"/>
    <w:uiPriority w:val="68"/>
    <w:rsid w:val="00614DD5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LightShading-Accent61">
    <w:name w:val="Light Shading - Accent 61"/>
    <w:basedOn w:val="TableNormal"/>
    <w:next w:val="LightShading-Accent6"/>
    <w:uiPriority w:val="60"/>
    <w:rsid w:val="00614DD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numbering" w:customStyle="1" w:styleId="NoList1">
    <w:name w:val="No List1"/>
    <w:next w:val="NoList"/>
    <w:uiPriority w:val="99"/>
    <w:semiHidden/>
    <w:unhideWhenUsed/>
    <w:rsid w:val="0063055C"/>
  </w:style>
  <w:style w:type="table" w:customStyle="1" w:styleId="TableClassic42">
    <w:name w:val="Table Classic 42"/>
    <w:basedOn w:val="TableNormal"/>
    <w:next w:val="TableClassic4"/>
    <w:rsid w:val="0063055C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2">
    <w:name w:val="Table Classic 12"/>
    <w:basedOn w:val="TableNormal"/>
    <w:next w:val="TableClassic1"/>
    <w:rsid w:val="0063055C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2">
    <w:name w:val="Table Grid 22"/>
    <w:basedOn w:val="TableNormal"/>
    <w:next w:val="TableGrid2"/>
    <w:rsid w:val="0063055C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ntemporary2">
    <w:name w:val="Table Contemporary2"/>
    <w:basedOn w:val="TableNormal"/>
    <w:next w:val="TableContemporary"/>
    <w:rsid w:val="0063055C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LightShading-Accent32">
    <w:name w:val="Light Shading - Accent 32"/>
    <w:basedOn w:val="TableNormal"/>
    <w:next w:val="LightShading-Accent3"/>
    <w:uiPriority w:val="60"/>
    <w:rsid w:val="0063055C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2">
    <w:name w:val="Light Shading2"/>
    <w:basedOn w:val="TableNormal"/>
    <w:next w:val="LightShading"/>
    <w:uiPriority w:val="60"/>
    <w:rsid w:val="0063055C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Web32">
    <w:name w:val="Table Web 32"/>
    <w:basedOn w:val="TableNormal"/>
    <w:next w:val="TableWeb3"/>
    <w:rsid w:val="0063055C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22">
    <w:name w:val="Table Web 22"/>
    <w:basedOn w:val="TableNormal"/>
    <w:next w:val="TableWeb2"/>
    <w:rsid w:val="0063055C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MediumGrid2-Accent32">
    <w:name w:val="Medium Grid 2 - Accent 32"/>
    <w:basedOn w:val="TableNormal"/>
    <w:next w:val="MediumGrid2-Accent3"/>
    <w:uiPriority w:val="68"/>
    <w:rsid w:val="0063055C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2">
    <w:name w:val="Medium Grid 22"/>
    <w:basedOn w:val="TableNormal"/>
    <w:next w:val="MediumGrid2"/>
    <w:uiPriority w:val="68"/>
    <w:rsid w:val="0063055C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1-Accent62">
    <w:name w:val="Medium Grid 1 - Accent 62"/>
    <w:basedOn w:val="TableNormal"/>
    <w:next w:val="MediumGrid1-Accent6"/>
    <w:uiPriority w:val="67"/>
    <w:rsid w:val="0063055C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MediumGrid1-Accent52">
    <w:name w:val="Medium Grid 1 - Accent 52"/>
    <w:basedOn w:val="TableNormal"/>
    <w:next w:val="MediumGrid1-Accent5"/>
    <w:uiPriority w:val="67"/>
    <w:rsid w:val="0063055C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MediumGrid2-Accent22">
    <w:name w:val="Medium Grid 2 - Accent 22"/>
    <w:basedOn w:val="TableNormal"/>
    <w:next w:val="MediumGrid2-Accent2"/>
    <w:uiPriority w:val="68"/>
    <w:rsid w:val="0063055C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42">
    <w:name w:val="Medium Grid 2 - Accent 42"/>
    <w:basedOn w:val="TableNormal"/>
    <w:next w:val="MediumGrid2-Accent4"/>
    <w:uiPriority w:val="68"/>
    <w:rsid w:val="0063055C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LightShading-Accent62">
    <w:name w:val="Light Shading - Accent 62"/>
    <w:basedOn w:val="TableNormal"/>
    <w:next w:val="LightShading-Accent6"/>
    <w:uiPriority w:val="60"/>
    <w:rsid w:val="0063055C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paragraph" w:styleId="Revision">
    <w:name w:val="Revision"/>
    <w:hidden/>
    <w:uiPriority w:val="99"/>
    <w:semiHidden/>
    <w:rsid w:val="003E1FCA"/>
    <w:rPr>
      <w:sz w:val="24"/>
      <w:szCs w:val="24"/>
      <w:lang w:val="en-GB"/>
    </w:rPr>
  </w:style>
  <w:style w:type="character" w:customStyle="1" w:styleId="ui-provider">
    <w:name w:val="ui-provider"/>
    <w:basedOn w:val="DefaultParagraphFont"/>
    <w:rsid w:val="00CA75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15FE6D42BDB4C9393138852239906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3D26CA-F03F-4C59-8303-B1CBC687EC5F}"/>
      </w:docPartPr>
      <w:docPartBody>
        <w:p w:rsidR="00886CD3" w:rsidRDefault="00C8381C" w:rsidP="00C8381C">
          <w:pPr>
            <w:pStyle w:val="515FE6D42BDB4C939313885223990673"/>
          </w:pPr>
          <w:r w:rsidRPr="00F64B49">
            <w:rPr>
              <w:rStyle w:val="PlaceholderText"/>
              <w:b/>
              <w:color w:val="984806"/>
            </w:rPr>
            <w:t>Select the DG TAXUD Directorate B Unit here.</w:t>
          </w:r>
        </w:p>
      </w:docPartBody>
    </w:docPart>
    <w:docPart>
      <w:docPartPr>
        <w:name w:val="F4923734A50A46FD9F8713046A6B5F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5ACD60-09BA-48AF-9235-38552547E0C5}"/>
      </w:docPartPr>
      <w:docPartBody>
        <w:p w:rsidR="00886CD3" w:rsidRDefault="00C8381C" w:rsidP="00C8381C">
          <w:pPr>
            <w:pStyle w:val="F4923734A50A46FD9F8713046A6B5F72"/>
          </w:pPr>
          <w:r w:rsidRPr="00DA6654">
            <w:rPr>
              <w:rStyle w:val="PlaceholderText"/>
            </w:rPr>
            <w:t>[Title]</w:t>
          </w:r>
        </w:p>
      </w:docPartBody>
    </w:docPart>
    <w:docPart>
      <w:docPartPr>
        <w:name w:val="86D138BC21B64C308A4AA89879BAE4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6999F5-46C0-4F3D-8778-C43D73119E74}"/>
      </w:docPartPr>
      <w:docPartBody>
        <w:p w:rsidR="00886CD3" w:rsidRDefault="00C8381C" w:rsidP="00C8381C">
          <w:pPr>
            <w:pStyle w:val="86D138BC21B64C308A4AA89879BAE46E"/>
          </w:pPr>
          <w:r w:rsidRPr="00DA6654">
            <w:rPr>
              <w:rStyle w:val="PlaceholderText"/>
            </w:rPr>
            <w:t>[Subject]</w:t>
          </w:r>
        </w:p>
      </w:docPartBody>
    </w:docPart>
    <w:docPart>
      <w:docPartPr>
        <w:name w:val="CD75A383027A4898B93BA8B3BD7B84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445858-48EB-433F-82F3-161951F13F75}"/>
      </w:docPartPr>
      <w:docPartBody>
        <w:p w:rsidR="00886CD3" w:rsidRDefault="00C8381C" w:rsidP="00C8381C">
          <w:pPr>
            <w:pStyle w:val="CD75A383027A4898B93BA8B3BD7B8467"/>
          </w:pPr>
          <w:r w:rsidRPr="00F64B49">
            <w:rPr>
              <w:rStyle w:val="PlaceholderText"/>
              <w:color w:val="984806"/>
            </w:rPr>
            <w:t>Select the status here.</w:t>
          </w:r>
        </w:p>
      </w:docPartBody>
    </w:docPart>
    <w:docPart>
      <w:docPartPr>
        <w:name w:val="406CBB72409B4E1F8DB89E7E76D78D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0A9FE9-61FC-4B72-B2BC-15D179CB7EA4}"/>
      </w:docPartPr>
      <w:docPartBody>
        <w:p w:rsidR="00886CD3" w:rsidRDefault="00C8381C" w:rsidP="00C8381C">
          <w:pPr>
            <w:pStyle w:val="406CBB72409B4E1F8DB89E7E76D78D2F"/>
          </w:pPr>
          <w:r w:rsidRPr="00F64B49">
            <w:rPr>
              <w:rStyle w:val="PlaceholderText"/>
              <w:color w:val="auto"/>
            </w:rPr>
            <w:t>DG TAXUD</w:t>
          </w:r>
        </w:p>
      </w:docPartBody>
    </w:docPart>
    <w:docPart>
      <w:docPartPr>
        <w:name w:val="82C40407F72247119E90F59EF48C36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F37C42-CEC1-4304-915A-BC77FDBD7D7D}"/>
      </w:docPartPr>
      <w:docPartBody>
        <w:p w:rsidR="00886CD3" w:rsidRDefault="00C8381C" w:rsidP="00C8381C">
          <w:pPr>
            <w:pStyle w:val="82C40407F72247119E90F59EF48C361D"/>
          </w:pPr>
          <w:r w:rsidRPr="00F64B49">
            <w:rPr>
              <w:rStyle w:val="PlaceholderText"/>
              <w:color w:val="984806"/>
            </w:rPr>
            <w:t>Select the public here.</w:t>
          </w:r>
        </w:p>
      </w:docPartBody>
    </w:docPart>
    <w:docPart>
      <w:docPartPr>
        <w:name w:val="4BB09640F95D457E8ABB4AB84C8426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39310B-36C5-4723-90B9-1568E07F7EAA}"/>
      </w:docPartPr>
      <w:docPartBody>
        <w:p w:rsidR="00886CD3" w:rsidRDefault="00C8381C" w:rsidP="00C8381C">
          <w:pPr>
            <w:pStyle w:val="4BB09640F95D457E8ABB4AB84C8426E5"/>
          </w:pPr>
          <w:r w:rsidRPr="00F64B49">
            <w:rPr>
              <w:rStyle w:val="PlaceholderText"/>
              <w:color w:val="984806"/>
            </w:rPr>
            <w:t>Select the confidentiality classification level here.</w:t>
          </w:r>
        </w:p>
      </w:docPartBody>
    </w:docPart>
    <w:docPart>
      <w:docPartPr>
        <w:name w:val="341053EC3E5B4D9D888B8254C83AC8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70888A-D87F-46CA-B395-02B383D3469D}"/>
      </w:docPartPr>
      <w:docPartBody>
        <w:p w:rsidR="00D66DB0" w:rsidRDefault="00D66DB0" w:rsidP="00D66DB0">
          <w:pPr>
            <w:pStyle w:val="341053EC3E5B4D9D888B8254C83AC8BB"/>
          </w:pPr>
          <w:r w:rsidRPr="00D639F6">
            <w:rPr>
              <w:rStyle w:val="PlaceholderText"/>
              <w:color w:val="984806"/>
              <w:sz w:val="20"/>
            </w:rPr>
            <w:t>Select</w:t>
          </w:r>
          <w:r w:rsidRPr="00F64B49">
            <w:rPr>
              <w:rStyle w:val="PlaceholderText"/>
              <w:color w:val="984806"/>
              <w:sz w:val="20"/>
            </w:rPr>
            <w:t xml:space="preserve"> the business unit that owns the project her</w:t>
          </w:r>
          <w:r>
            <w:rPr>
              <w:rStyle w:val="PlaceholderText"/>
              <w:color w:val="984806"/>
              <w:sz w:val="20"/>
            </w:rPr>
            <w:t>e.</w:t>
          </w:r>
        </w:p>
      </w:docPartBody>
    </w:docPart>
    <w:docPart>
      <w:docPartPr>
        <w:name w:val="731CC7922F1047F2965662C1A8A9C9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2707B7-FED3-409F-9770-C321692FA1E9}"/>
      </w:docPartPr>
      <w:docPartBody>
        <w:p w:rsidR="00D66DB0" w:rsidRDefault="00D66DB0" w:rsidP="00D66DB0">
          <w:pPr>
            <w:pStyle w:val="731CC7922F1047F2965662C1A8A9C960"/>
          </w:pPr>
          <w:r w:rsidRPr="00262E23">
            <w:rPr>
              <w:rStyle w:val="PlaceholderText"/>
              <w:color w:val="984806"/>
              <w:sz w:val="20"/>
            </w:rPr>
            <w:t>Select the DG TAXUD B Unit here.</w:t>
          </w:r>
        </w:p>
      </w:docPartBody>
    </w:docPart>
    <w:docPart>
      <w:docPartPr>
        <w:name w:val="371DD8A0DE524EABB9CA58A0DAED39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665EE2-FE3C-4B18-A62F-6F65FB337250}"/>
      </w:docPartPr>
      <w:docPartBody>
        <w:p w:rsidR="00D66DB0" w:rsidRDefault="00D66DB0" w:rsidP="00D66DB0">
          <w:pPr>
            <w:pStyle w:val="371DD8A0DE524EABB9CA58A0DAED39C4"/>
          </w:pPr>
          <w:r w:rsidRPr="00262E23">
            <w:rPr>
              <w:rStyle w:val="PlaceholderText"/>
              <w:color w:val="984806"/>
              <w:sz w:val="20"/>
            </w:rPr>
            <w:t>Select the DG TAXUD B Unit here.</w:t>
          </w:r>
        </w:p>
      </w:docPartBody>
    </w:docPart>
    <w:docPart>
      <w:docPartPr>
        <w:name w:val="66AFE0D927574599831287AF69EC2D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1692D9-62F7-4B1E-8E0A-4509018B7927}"/>
      </w:docPartPr>
      <w:docPartBody>
        <w:p w:rsidR="00D66DB0" w:rsidRDefault="00D66DB0" w:rsidP="00D66DB0">
          <w:pPr>
            <w:pStyle w:val="66AFE0D927574599831287AF69EC2D2F"/>
          </w:pPr>
          <w:r w:rsidRPr="00F64B49">
            <w:rPr>
              <w:rStyle w:val="PlaceholderText"/>
              <w:color w:val="984806"/>
              <w:sz w:val="20"/>
            </w:rPr>
            <w:t>Select the confidentiality classification level here.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Univers 47 CondensedLight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81C"/>
    <w:rsid w:val="00332B6B"/>
    <w:rsid w:val="00460FAC"/>
    <w:rsid w:val="005E5D66"/>
    <w:rsid w:val="00605BEB"/>
    <w:rsid w:val="00760013"/>
    <w:rsid w:val="00833EDB"/>
    <w:rsid w:val="00886CD3"/>
    <w:rsid w:val="00AE2DD7"/>
    <w:rsid w:val="00B1735F"/>
    <w:rsid w:val="00B2267E"/>
    <w:rsid w:val="00C8381C"/>
    <w:rsid w:val="00D66DB0"/>
    <w:rsid w:val="00EA1CFC"/>
    <w:rsid w:val="00F3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66DB0"/>
    <w:rPr>
      <w:color w:val="2C8F6C"/>
    </w:rPr>
  </w:style>
  <w:style w:type="paragraph" w:customStyle="1" w:styleId="515FE6D42BDB4C939313885223990673">
    <w:name w:val="515FE6D42BDB4C939313885223990673"/>
    <w:rsid w:val="00C8381C"/>
  </w:style>
  <w:style w:type="paragraph" w:customStyle="1" w:styleId="F4923734A50A46FD9F8713046A6B5F72">
    <w:name w:val="F4923734A50A46FD9F8713046A6B5F72"/>
    <w:rsid w:val="00C8381C"/>
  </w:style>
  <w:style w:type="paragraph" w:customStyle="1" w:styleId="86D138BC21B64C308A4AA89879BAE46E">
    <w:name w:val="86D138BC21B64C308A4AA89879BAE46E"/>
    <w:rsid w:val="00C8381C"/>
  </w:style>
  <w:style w:type="paragraph" w:customStyle="1" w:styleId="CD75A383027A4898B93BA8B3BD7B8467">
    <w:name w:val="CD75A383027A4898B93BA8B3BD7B8467"/>
    <w:rsid w:val="00C8381C"/>
  </w:style>
  <w:style w:type="paragraph" w:customStyle="1" w:styleId="406CBB72409B4E1F8DB89E7E76D78D2F">
    <w:name w:val="406CBB72409B4E1F8DB89E7E76D78D2F"/>
    <w:rsid w:val="00C8381C"/>
  </w:style>
  <w:style w:type="paragraph" w:customStyle="1" w:styleId="82C40407F72247119E90F59EF48C361D">
    <w:name w:val="82C40407F72247119E90F59EF48C361D"/>
    <w:rsid w:val="00C8381C"/>
  </w:style>
  <w:style w:type="paragraph" w:customStyle="1" w:styleId="4BB09640F95D457E8ABB4AB84C8426E5">
    <w:name w:val="4BB09640F95D457E8ABB4AB84C8426E5"/>
    <w:rsid w:val="00C8381C"/>
  </w:style>
  <w:style w:type="paragraph" w:customStyle="1" w:styleId="341053EC3E5B4D9D888B8254C83AC8BB">
    <w:name w:val="341053EC3E5B4D9D888B8254C83AC8BB"/>
    <w:rsid w:val="00D66DB0"/>
  </w:style>
  <w:style w:type="paragraph" w:customStyle="1" w:styleId="731CC7922F1047F2965662C1A8A9C960">
    <w:name w:val="731CC7922F1047F2965662C1A8A9C960"/>
    <w:rsid w:val="00D66DB0"/>
  </w:style>
  <w:style w:type="paragraph" w:customStyle="1" w:styleId="371DD8A0DE524EABB9CA58A0DAED39C4">
    <w:name w:val="371DD8A0DE524EABB9CA58A0DAED39C4"/>
    <w:rsid w:val="00D66DB0"/>
  </w:style>
  <w:style w:type="paragraph" w:customStyle="1" w:styleId="66AFE0D927574599831287AF69EC2D2F">
    <w:name w:val="66AFE0D927574599831287AF69EC2D2F"/>
    <w:rsid w:val="00D66D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27874F53D97D4989934781320744CD" ma:contentTypeVersion="21" ma:contentTypeDescription="Create a new document." ma:contentTypeScope="" ma:versionID="e8c77eceb4f9cdf400ca3724476d16fd">
  <xsd:schema xmlns:xsd="http://www.w3.org/2001/XMLSchema" xmlns:xs="http://www.w3.org/2001/XMLSchema" xmlns:p="http://schemas.microsoft.com/office/2006/metadata/properties" xmlns:ns2="f83f78d0-ea74-419c-930c-d2014041d8c8" xmlns:ns3="a894a443-41ca-4674-a0ca-7f2187ec13d3" xmlns:ns4="2452458b-67d1-4758-83da-cd69c1b8e177" xmlns:ns5="462020b6-09bd-43ca-b5d2-579377b4b07a" targetNamespace="http://schemas.microsoft.com/office/2006/metadata/properties" ma:root="true" ma:fieldsID="ddbf0ad7beba5eb16a0dd73a3a2e582a" ns2:_="" ns3:_="" ns4:_="" ns5:_="">
    <xsd:import namespace="f83f78d0-ea74-419c-930c-d2014041d8c8"/>
    <xsd:import namespace="a894a443-41ca-4674-a0ca-7f2187ec13d3"/>
    <xsd:import namespace="2452458b-67d1-4758-83da-cd69c1b8e177"/>
    <xsd:import namespace="462020b6-09bd-43ca-b5d2-579377b4b07a"/>
    <xsd:element name="properties">
      <xsd:complexType>
        <xsd:sequence>
          <xsd:element name="documentManagement">
            <xsd:complexType>
              <xsd:all>
                <xsd:element ref="ns2:Deliverable_x0020_Id" minOccurs="0"/>
                <xsd:element ref="ns2:Deliverable_x0020_Status" minOccurs="0"/>
                <xsd:element ref="ns2:Deliverable_x0020_Version" minOccurs="0"/>
                <xsd:element ref="ns2:RfA" minOccurs="0"/>
                <xsd:element ref="ns3:Delivery_x0020_Date" minOccurs="0"/>
                <xsd:element ref="ns3:SC" minOccurs="0"/>
                <xsd:element ref="ns4:SharedWithUsers" minOccurs="0"/>
                <xsd:element ref="ns4:SharedWithDetails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lcf76f155ced4ddcb4097134ff3c332f" minOccurs="0"/>
                <xsd:element ref="ns4:TaxCatchAll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5:MediaLengthInSeconds" minOccurs="0"/>
                <xsd:element ref="ns5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3f78d0-ea74-419c-930c-d2014041d8c8" elementFormDefault="qualified">
    <xsd:import namespace="http://schemas.microsoft.com/office/2006/documentManagement/types"/>
    <xsd:import namespace="http://schemas.microsoft.com/office/infopath/2007/PartnerControls"/>
    <xsd:element name="Deliverable_x0020_Id" ma:index="8" nillable="true" ma:displayName="Deliverable Id" ma:description="It is required for deliveries" ma:internalName="Deliverable_x0020_Id">
      <xsd:simpleType>
        <xsd:restriction base="dms:Text">
          <xsd:maxLength value="255"/>
        </xsd:restriction>
      </xsd:simpleType>
    </xsd:element>
    <xsd:element name="Deliverable_x0020_Status" ma:index="9" nillable="true" ma:displayName="Deliverable Status" ma:description="Status of the deliverable version." ma:format="Dropdown" ma:internalName="Deliverable_x0020_Status">
      <xsd:simpleType>
        <xsd:restriction base="dms:Choice">
          <xsd:enumeration value="Working"/>
          <xsd:enumeration value="Internal QR"/>
          <xsd:enumeration value="Draft"/>
          <xsd:enumeration value="SfI"/>
          <xsd:enumeration value="SfR"/>
          <xsd:enumeration value="SfA"/>
        </xsd:restriction>
      </xsd:simpleType>
    </xsd:element>
    <xsd:element name="Deliverable_x0020_Version" ma:index="10" nillable="true" ma:displayName="Deliverable Version" ma:description="Version of the deliverable (TAXUD version)" ma:internalName="Deliverable_x0020_Version">
      <xsd:simpleType>
        <xsd:restriction base="dms:Text">
          <xsd:maxLength value="255"/>
        </xsd:restriction>
      </xsd:simpleType>
    </xsd:element>
    <xsd:element name="RfA" ma:index="11" nillable="true" ma:displayName="RfA" ma:internalName="RfA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94a443-41ca-4674-a0ca-7f2187ec13d3" elementFormDefault="qualified">
    <xsd:import namespace="http://schemas.microsoft.com/office/2006/documentManagement/types"/>
    <xsd:import namespace="http://schemas.microsoft.com/office/infopath/2007/PartnerControls"/>
    <xsd:element name="Delivery_x0020_Date" ma:index="12" nillable="true" ma:displayName="Delivery Date" ma:description="Only for Deliverables" ma:format="DateOnly" ma:internalName="Delivery_x0020_Date">
      <xsd:simpleType>
        <xsd:restriction base="dms:DateTime"/>
      </xsd:simpleType>
    </xsd:element>
    <xsd:element name="SC" ma:index="13" nillable="true" ma:displayName="SC" ma:internalName="SC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52458b-67d1-4758-83da-cd69c1b8e17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d3cfb17-e01e-4a67-b490-591668017e02}" ma:internalName="TaxCatchAll" ma:showField="CatchAllData" ma:web="2452458b-67d1-4758-83da-cd69c1b8e1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020b6-09bd-43ca-b5d2-579377b4b0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6254810-351b-4400-ac85-83999116f2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62020b6-09bd-43ca-b5d2-579377b4b07a">
      <Terms xmlns="http://schemas.microsoft.com/office/infopath/2007/PartnerControls"/>
    </lcf76f155ced4ddcb4097134ff3c332f>
    <TaxCatchAll xmlns="2452458b-67d1-4758-83da-cd69c1b8e177" xsi:nil="true"/>
    <SC xmlns="a894a443-41ca-4674-a0ca-7f2187ec13d3">08</SC>
    <Deliverable_x0020_Version xmlns="f83f78d0-ea74-419c-930c-d2014041d8c8">3.12</Deliverable_x0020_Version>
    <Deliverable_x0020_Id xmlns="f83f78d0-ea74-419c-930c-d2014041d8c8">DLV-275-6.8-100-7-20</Deliverable_x0020_Id>
    <Delivery_x0020_Date xmlns="a894a443-41ca-4674-a0ca-7f2187ec13d3">2023-02-28T22:00:00+00:00</Delivery_x0020_Date>
    <RfA xmlns="f83f78d0-ea74-419c-930c-d2014041d8c8">SC08-RfA275</RfA>
    <Deliverable_x0020_Status xmlns="f83f78d0-ea74-419c-930c-d2014041d8c8">SfA</Deliverable_x0020_Status>
  </documentManagement>
</p:properties>
</file>

<file path=customXml/itemProps1.xml><?xml version="1.0" encoding="utf-8"?>
<ds:datastoreItem xmlns:ds="http://schemas.openxmlformats.org/officeDocument/2006/customXml" ds:itemID="{93356026-F365-46A8-80D5-5150EEF873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45381B-D66A-4A41-883E-8A05A93C12E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9E602ED-4E46-4D23-84F6-5D92F0288D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3f78d0-ea74-419c-930c-d2014041d8c8"/>
    <ds:schemaRef ds:uri="a894a443-41ca-4674-a0ca-7f2187ec13d3"/>
    <ds:schemaRef ds:uri="2452458b-67d1-4758-83da-cd69c1b8e177"/>
    <ds:schemaRef ds:uri="462020b6-09bd-43ca-b5d2-579377b4b0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F1C853C-23A9-4134-814D-B01604EF7A3D}">
  <ds:schemaRefs>
    <ds:schemaRef ds:uri="http://schemas.microsoft.com/office/2006/metadata/properties"/>
    <ds:schemaRef ds:uri="http://schemas.microsoft.com/office/infopath/2007/PartnerControls"/>
    <ds:schemaRef ds:uri="462020b6-09bd-43ca-b5d2-579377b4b07a"/>
    <ds:schemaRef ds:uri="2452458b-67d1-4758-83da-cd69c1b8e177"/>
    <ds:schemaRef ds:uri="a894a443-41ca-4674-a0ca-7f2187ec13d3"/>
    <ds:schemaRef ds:uri="f83f78d0-ea74-419c-930c-d2014041d8c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15</Pages>
  <Words>1989</Words>
  <Characters>11338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DDNEA for EMCS Phase 4</vt:lpstr>
    </vt:vector>
  </TitlesOfParts>
  <Company>Netcompany-Intrasoft</Company>
  <LinksUpToDate>false</LinksUpToDate>
  <CharactersWithSpaces>13301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DDNEA for EMCS Phase 4</dc:title>
  <dc:subject>APPENDIX G: DATA ITEMS</dc:subject>
  <dc:creator>SOFT-DEV Specifications</dc:creator>
  <cp:keywords/>
  <cp:lastModifiedBy>MANOU KAKLAMANI Marianna</cp:lastModifiedBy>
  <cp:revision>26</cp:revision>
  <cp:lastPrinted>2014-09-10T03:52:00Z</cp:lastPrinted>
  <dcterms:created xsi:type="dcterms:W3CDTF">2021-09-21T03:21:00Z</dcterms:created>
  <dcterms:modified xsi:type="dcterms:W3CDTF">2023-03-01T13:00:00Z</dcterms:modified>
  <cp:contentStatus>Sensitive non-classified (SNC)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wner">
    <vt:lpwstr>DG TAXUD</vt:lpwstr>
  </property>
  <property fmtid="{D5CDD505-2E9C-101B-9397-08002B2CF9AE}" pid="3" name="Reference">
    <vt:lpwstr>DLV-192-6.8-100-1-1</vt:lpwstr>
  </property>
  <property fmtid="{D5CDD505-2E9C-101B-9397-08002B2CF9AE}" pid="4" name="Version">
    <vt:lpwstr>3.12</vt:lpwstr>
  </property>
  <property fmtid="{D5CDD505-2E9C-101B-9397-08002B2CF9AE}" pid="5" name="Phase">
    <vt:lpwstr>4</vt:lpwstr>
  </property>
  <property fmtid="{D5CDD505-2E9C-101B-9397-08002B2CF9AE}" pid="6" name="IssueDate">
    <vt:lpwstr>01/03/2023</vt:lpwstr>
  </property>
  <property fmtid="{D5CDD505-2E9C-101B-9397-08002B2CF9AE}" pid="7" name="Contract">
    <vt:lpwstr>Framework Contract TAXUD/2021/CC/162 </vt:lpwstr>
  </property>
  <property fmtid="{D5CDD505-2E9C-101B-9397-08002B2CF9AE}" pid="8" name="SpecificContract">
    <vt:lpwstr>Specific Contract Nr 08</vt:lpwstr>
  </property>
  <property fmtid="{D5CDD505-2E9C-101B-9397-08002B2CF9AE}" pid="9" name="ContentTypeId">
    <vt:lpwstr>0x0101002A27874F53D97D4989934781320744CD</vt:lpwstr>
  </property>
  <property fmtid="{D5CDD505-2E9C-101B-9397-08002B2CF9AE}" pid="10" name="MediaServiceImageTags">
    <vt:lpwstr/>
  </property>
  <property fmtid="{D5CDD505-2E9C-101B-9397-08002B2CF9AE}" pid="11" name="GrammarlyDocumentId">
    <vt:lpwstr>455806172301a0f59218fcd727cdfb819acdfeb0ee24f929935c7e5a193ef71b</vt:lpwstr>
  </property>
</Properties>
</file>